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8B6" w:rsidRPr="00371BEF" w:rsidRDefault="008D48B6" w:rsidP="00870A1B">
      <w:pPr>
        <w:pStyle w:val="Title"/>
      </w:pPr>
      <w:r>
        <w:rPr>
          <w:noProof/>
          <w:lang w:val="en-AU" w:eastAsia="en-AU"/>
        </w:rPr>
        <w:pict>
          <v:shapetype id="_x0000_t202" coordsize="21600,21600" o:spt="202" path="m,l,21600r21600,l21600,xe">
            <v:stroke joinstyle="miter"/>
            <v:path gradientshapeok="t" o:connecttype="rect"/>
          </v:shapetype>
          <v:shape id="_x0000_s1026" type="#_x0000_t202" style="position:absolute;left:0;text-align:left;margin-left:84pt;margin-top:39.1pt;width:314.75pt;height:291.35pt;z-index:251654656" filled="f" fillcolor="#0c9" stroked="f">
            <v:textbox style="mso-next-textbox:#_x0000_s1026">
              <w:txbxContent>
                <w:p w:rsidR="008D48B6" w:rsidRPr="00380C7B" w:rsidRDefault="008D48B6" w:rsidP="00460028">
                  <w:pPr>
                    <w:autoSpaceDE w:val="0"/>
                    <w:autoSpaceDN w:val="0"/>
                    <w:adjustRightInd w:val="0"/>
                    <w:jc w:val="center"/>
                    <w:rPr>
                      <w:rFonts w:cs="Arial"/>
                      <w:b/>
                      <w:bCs/>
                      <w:color w:val="000000"/>
                      <w:sz w:val="36"/>
                      <w:szCs w:val="36"/>
                      <w:highlight w:val="yellow"/>
                    </w:rPr>
                  </w:pPr>
                  <w:r>
                    <w:rPr>
                      <w:b/>
                      <w:bCs/>
                      <w:color w:val="000000"/>
                      <w:sz w:val="36"/>
                      <w:szCs w:val="36"/>
                    </w:rPr>
                    <w:t xml:space="preserve">IALA Guideline No. </w:t>
                  </w:r>
                  <w:r w:rsidRPr="00380C7B">
                    <w:rPr>
                      <w:rFonts w:cs="Arial"/>
                      <w:b/>
                      <w:bCs/>
                      <w:color w:val="000000"/>
                      <w:sz w:val="36"/>
                      <w:szCs w:val="36"/>
                      <w:highlight w:val="yellow"/>
                    </w:rPr>
                    <w:t>####</w:t>
                  </w:r>
                </w:p>
                <w:p w:rsidR="008D48B6" w:rsidRPr="00380C7B" w:rsidRDefault="008D48B6" w:rsidP="00460028">
                  <w:pPr>
                    <w:autoSpaceDE w:val="0"/>
                    <w:autoSpaceDN w:val="0"/>
                    <w:adjustRightInd w:val="0"/>
                    <w:jc w:val="center"/>
                    <w:rPr>
                      <w:rFonts w:cs="Arial"/>
                      <w:b/>
                      <w:bCs/>
                      <w:color w:val="000000"/>
                      <w:sz w:val="36"/>
                      <w:szCs w:val="36"/>
                      <w:highlight w:val="yellow"/>
                    </w:rPr>
                  </w:pPr>
                </w:p>
                <w:p w:rsidR="008D48B6" w:rsidRPr="00380C7B" w:rsidRDefault="008D48B6"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rsidR="008D48B6" w:rsidRPr="00380C7B" w:rsidRDefault="008D48B6" w:rsidP="00460028">
                  <w:pPr>
                    <w:autoSpaceDE w:val="0"/>
                    <w:autoSpaceDN w:val="0"/>
                    <w:adjustRightInd w:val="0"/>
                    <w:jc w:val="center"/>
                    <w:rPr>
                      <w:rFonts w:cs="Arial"/>
                      <w:b/>
                      <w:bCs/>
                      <w:color w:val="000000"/>
                      <w:sz w:val="36"/>
                      <w:szCs w:val="36"/>
                      <w:highlight w:val="yellow"/>
                    </w:rPr>
                  </w:pPr>
                </w:p>
                <w:p w:rsidR="008D48B6" w:rsidRDefault="008D48B6" w:rsidP="004560AA">
                  <w:pPr>
                    <w:autoSpaceDE w:val="0"/>
                    <w:autoSpaceDN w:val="0"/>
                    <w:adjustRightInd w:val="0"/>
                    <w:jc w:val="center"/>
                    <w:rPr>
                      <w:rFonts w:cs="Arial"/>
                      <w:b/>
                      <w:bCs/>
                      <w:color w:val="000000"/>
                      <w:spacing w:val="-10"/>
                      <w:w w:val="105"/>
                      <w:sz w:val="36"/>
                      <w:szCs w:val="36"/>
                    </w:rPr>
                  </w:pPr>
                  <w:r w:rsidRPr="00D76E20">
                    <w:rPr>
                      <w:rFonts w:cs="Arial"/>
                      <w:b/>
                      <w:bCs/>
                      <w:color w:val="000000"/>
                      <w:spacing w:val="-10"/>
                      <w:w w:val="105"/>
                      <w:sz w:val="36"/>
                      <w:szCs w:val="36"/>
                    </w:rPr>
                    <w:t xml:space="preserve">Provision of </w:t>
                  </w:r>
                </w:p>
                <w:p w:rsidR="008D48B6" w:rsidRDefault="008D48B6" w:rsidP="004560AA">
                  <w:pPr>
                    <w:autoSpaceDE w:val="0"/>
                    <w:autoSpaceDN w:val="0"/>
                    <w:adjustRightInd w:val="0"/>
                    <w:jc w:val="center"/>
                    <w:rPr>
                      <w:ins w:id="0" w:author="mosu01" w:date="2011-03-10T12:12:00Z"/>
                      <w:rFonts w:cs="Arial"/>
                      <w:b/>
                      <w:bCs/>
                      <w:color w:val="000000"/>
                      <w:spacing w:val="-10"/>
                      <w:w w:val="105"/>
                      <w:sz w:val="36"/>
                      <w:szCs w:val="36"/>
                    </w:rPr>
                  </w:pPr>
                  <w:ins w:id="1" w:author="mosu01" w:date="2011-03-10T12:12:00Z">
                    <w:r>
                      <w:rPr>
                        <w:rFonts w:cs="Arial"/>
                        <w:b/>
                        <w:bCs/>
                        <w:color w:val="000000"/>
                        <w:spacing w:val="-10"/>
                        <w:w w:val="105"/>
                        <w:sz w:val="36"/>
                        <w:szCs w:val="36"/>
                      </w:rPr>
                      <w:t>VTS Service Types</w:t>
                    </w:r>
                  </w:ins>
                </w:p>
                <w:p w:rsidR="008D48B6" w:rsidDel="00CE355B" w:rsidRDefault="008D48B6" w:rsidP="004560AA">
                  <w:pPr>
                    <w:autoSpaceDE w:val="0"/>
                    <w:autoSpaceDN w:val="0"/>
                    <w:adjustRightInd w:val="0"/>
                    <w:jc w:val="center"/>
                    <w:rPr>
                      <w:del w:id="2" w:author="mosu01" w:date="2011-03-10T12:12:00Z"/>
                      <w:rFonts w:cs="Arial"/>
                      <w:b/>
                      <w:bCs/>
                      <w:color w:val="000000"/>
                      <w:spacing w:val="-10"/>
                      <w:w w:val="105"/>
                      <w:sz w:val="36"/>
                      <w:szCs w:val="36"/>
                    </w:rPr>
                  </w:pPr>
                  <w:del w:id="3" w:author="mosu01" w:date="2011-03-10T12:12:00Z">
                    <w:r w:rsidDel="00CE355B">
                      <w:rPr>
                        <w:rFonts w:cs="Arial"/>
                        <w:b/>
                        <w:bCs/>
                        <w:color w:val="000000"/>
                        <w:spacing w:val="-10"/>
                        <w:w w:val="105"/>
                        <w:sz w:val="36"/>
                        <w:szCs w:val="36"/>
                      </w:rPr>
                      <w:delText>Information Service,</w:delText>
                    </w:r>
                  </w:del>
                </w:p>
                <w:p w:rsidR="008D48B6" w:rsidRPr="00D76E20" w:rsidRDefault="008D48B6" w:rsidP="004560AA">
                  <w:pPr>
                    <w:autoSpaceDE w:val="0"/>
                    <w:autoSpaceDN w:val="0"/>
                    <w:adjustRightInd w:val="0"/>
                    <w:jc w:val="center"/>
                    <w:rPr>
                      <w:rFonts w:cs="Arial"/>
                      <w:b/>
                      <w:bCs/>
                      <w:color w:val="000000"/>
                      <w:sz w:val="36"/>
                      <w:szCs w:val="36"/>
                      <w:highlight w:val="yellow"/>
                    </w:rPr>
                  </w:pPr>
                  <w:del w:id="4" w:author="mosu01" w:date="2011-03-10T12:12:00Z">
                    <w:r w:rsidDel="00CE355B">
                      <w:rPr>
                        <w:rFonts w:cs="Arial"/>
                        <w:b/>
                        <w:bCs/>
                        <w:color w:val="000000"/>
                        <w:spacing w:val="-10"/>
                        <w:w w:val="105"/>
                        <w:sz w:val="36"/>
                        <w:szCs w:val="36"/>
                      </w:rPr>
                      <w:delText>Navigational Assistance Service and Traffic Organization Service</w:delText>
                    </w:r>
                  </w:del>
                </w:p>
                <w:p w:rsidR="008D48B6" w:rsidRPr="00D76E20" w:rsidRDefault="008D48B6" w:rsidP="004560AA">
                  <w:pPr>
                    <w:autoSpaceDE w:val="0"/>
                    <w:autoSpaceDN w:val="0"/>
                    <w:adjustRightInd w:val="0"/>
                    <w:jc w:val="center"/>
                    <w:rPr>
                      <w:rFonts w:cs="Arial"/>
                      <w:b/>
                      <w:bCs/>
                      <w:color w:val="000000"/>
                      <w:sz w:val="36"/>
                      <w:szCs w:val="36"/>
                      <w:highlight w:val="yellow"/>
                    </w:rPr>
                  </w:pPr>
                </w:p>
                <w:p w:rsidR="008D48B6" w:rsidRPr="00651979" w:rsidRDefault="008D48B6" w:rsidP="004560AA">
                  <w:pPr>
                    <w:autoSpaceDE w:val="0"/>
                    <w:autoSpaceDN w:val="0"/>
                    <w:adjustRightInd w:val="0"/>
                    <w:jc w:val="center"/>
                    <w:rPr>
                      <w:rFonts w:cs="Arial"/>
                      <w:b/>
                      <w:bCs/>
                      <w:color w:val="000000"/>
                      <w:sz w:val="36"/>
                      <w:szCs w:val="36"/>
                    </w:rPr>
                  </w:pPr>
                  <w:r w:rsidRPr="00651979">
                    <w:rPr>
                      <w:rFonts w:cs="Arial"/>
                      <w:b/>
                      <w:bCs/>
                      <w:color w:val="000000"/>
                      <w:sz w:val="36"/>
                      <w:szCs w:val="36"/>
                    </w:rPr>
                    <w:t>Edition 1</w:t>
                  </w:r>
                </w:p>
                <w:p w:rsidR="008D48B6" w:rsidRPr="00651979" w:rsidRDefault="008D48B6" w:rsidP="004560AA">
                  <w:pPr>
                    <w:autoSpaceDE w:val="0"/>
                    <w:autoSpaceDN w:val="0"/>
                    <w:adjustRightInd w:val="0"/>
                    <w:jc w:val="center"/>
                    <w:rPr>
                      <w:rFonts w:cs="Arial"/>
                      <w:b/>
                      <w:bCs/>
                      <w:color w:val="000000"/>
                      <w:sz w:val="36"/>
                      <w:szCs w:val="36"/>
                    </w:rPr>
                  </w:pPr>
                </w:p>
                <w:p w:rsidR="008D48B6" w:rsidRPr="00380C7B" w:rsidRDefault="008D48B6"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8D48B6" w:rsidRDefault="008D48B6"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Pr>
          <w:noProof/>
          <w:lang w:val="en-AU" w:eastAsia="en-AU"/>
        </w:rPr>
        <w:pict>
          <v:shape id="_x0000_s1027" type="#_x0000_t202" style="position:absolute;left:0;text-align:left;margin-left:-197.75pt;margin-top:445.9pt;width:432.3pt;height:30.1pt;rotation:-90;z-index:251657728" filled="f" fillcolor="#0c9" stroked="f">
            <v:textbox style="layout-flow:vertical;mso-layout-flow-alt:bottom-to-top;mso-next-textbox:#_x0000_s1027">
              <w:txbxContent>
                <w:p w:rsidR="008D48B6" w:rsidRDefault="008D48B6"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AU" w:eastAsia="en-AU"/>
        </w:rPr>
        <w:pict>
          <v:line id="_x0000_s1028" style="position:absolute;left:0;text-align:left;flip:y;z-index:251659776;v-text-anchor:middle" from="40.45pt,12.4pt" to="40.45pt,677.1pt"/>
        </w:pict>
      </w:r>
      <w:r>
        <w:rPr>
          <w:noProof/>
          <w:lang w:val="en-AU" w:eastAsia="en-AU"/>
        </w:rPr>
        <w:pict>
          <v:line id="_x0000_s1029" style="position:absolute;left:0;text-align:left;z-index:251660800;v-text-anchor:middle" from="0,12.4pt" to="0,677.1pt"/>
        </w:pict>
      </w:r>
      <w:r>
        <w:rPr>
          <w:noProof/>
          <w:lang w:val="en-AU" w:eastAsia="en-AU"/>
        </w:rPr>
        <w:pict>
          <v:shape id="_x0000_s1030" type="#_x0000_t202" style="position:absolute;left:0;text-align:left;margin-left:-90.1pt;margin-top:122.15pt;width:224pt;height:37.1pt;rotation:-90;z-index:251658752" filled="f" fillcolor="#0c9" stroked="f">
            <v:textbox style="layout-flow:vertical;mso-layout-flow-alt:bottom-to-top;mso-next-textbox:#_x0000_s1030">
              <w:txbxContent>
                <w:p w:rsidR="008D48B6" w:rsidRDefault="008D48B6" w:rsidP="00E37CF6">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w:pict>
      </w:r>
      <w:r>
        <w:rPr>
          <w:noProof/>
          <w:lang w:val="en-AU" w:eastAsia="en-AU"/>
        </w:rPr>
        <w:pict>
          <v:shape id="_x0000_s1031" type="#_x0000_t202" style="position:absolute;left:0;text-align:left;margin-left:67.35pt;margin-top:585.35pt;width:361.25pt;height:69.6pt;z-index:251656704" filled="f" fillcolor="#0c9" stroked="f">
            <v:textbox style="mso-next-textbox:#_x0000_s1031">
              <w:txbxContent>
                <w:p w:rsidR="008D48B6" w:rsidRPr="00460028" w:rsidRDefault="008D48B6" w:rsidP="00460028">
                  <w:pPr>
                    <w:autoSpaceDE w:val="0"/>
                    <w:autoSpaceDN w:val="0"/>
                    <w:adjustRightInd w:val="0"/>
                    <w:jc w:val="center"/>
                    <w:rPr>
                      <w:rFonts w:cs="Arial"/>
                      <w:color w:val="000000"/>
                      <w:sz w:val="20"/>
                      <w:szCs w:val="18"/>
                      <w:lang w:val="fr-FR"/>
                    </w:rPr>
                  </w:pPr>
                  <w:r>
                    <w:rPr>
                      <w:color w:val="000000"/>
                      <w:sz w:val="20"/>
                      <w:szCs w:val="18"/>
                      <w:lang w:val="fr-FR"/>
                    </w:rPr>
                    <w:t>20ter, rue Schnapper</w:t>
                  </w:r>
                </w:p>
                <w:p w:rsidR="008D48B6" w:rsidRDefault="008D48B6"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D48B6" w:rsidRDefault="008D48B6"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8D48B6" w:rsidRDefault="008D48B6"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7"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8" w:history="1">
                    <w:r w:rsidRPr="00126198">
                      <w:rPr>
                        <w:rStyle w:val="Hyperlink"/>
                        <w:rFonts w:cs="Arial"/>
                        <w:sz w:val="20"/>
                        <w:szCs w:val="18"/>
                      </w:rPr>
                      <w:t>www.iala-aism.org</w:t>
                    </w:r>
                  </w:hyperlink>
                </w:p>
              </w:txbxContent>
            </v:textbox>
          </v:shape>
        </w:pict>
      </w: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IALA logo1" style="position:absolute;left:0;text-align:left;margin-left:198pt;margin-top:363.1pt;width:70.75pt;height:97.4pt;z-index:251655680;visibility:visible">
            <v:imagedata r:id="rId9" o:title=""/>
          </v:shape>
        </w:pict>
      </w:r>
      <w:r w:rsidRPr="00371BEF">
        <w:br w:type="page"/>
      </w:r>
      <w:bookmarkStart w:id="5" w:name="_Toc287481557"/>
      <w:r w:rsidRPr="00371BEF">
        <w:t>Document Revisions</w:t>
      </w:r>
      <w:bookmarkEnd w:id="5"/>
      <w:r>
        <w:t xml:space="preserve"> </w:t>
      </w:r>
    </w:p>
    <w:p w:rsidR="008D48B6" w:rsidRPr="00371BEF" w:rsidRDefault="008D48B6" w:rsidP="00A163D8">
      <w:pPr>
        <w:pStyle w:val="BodyTex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8D48B6" w:rsidRPr="00371BEF">
        <w:tc>
          <w:tcPr>
            <w:tcW w:w="1908" w:type="dxa"/>
          </w:tcPr>
          <w:p w:rsidR="008D48B6" w:rsidRPr="00371BEF" w:rsidRDefault="008D48B6" w:rsidP="00A163D8">
            <w:pPr>
              <w:spacing w:before="60" w:after="60"/>
              <w:jc w:val="center"/>
              <w:rPr>
                <w:rFonts w:cs="Arial"/>
                <w:b/>
                <w:bCs/>
              </w:rPr>
            </w:pPr>
            <w:r w:rsidRPr="00371BEF">
              <w:rPr>
                <w:rFonts w:cs="Arial"/>
                <w:b/>
                <w:bCs/>
              </w:rPr>
              <w:t>Date</w:t>
            </w:r>
          </w:p>
        </w:tc>
        <w:tc>
          <w:tcPr>
            <w:tcW w:w="3360" w:type="dxa"/>
          </w:tcPr>
          <w:p w:rsidR="008D48B6" w:rsidRPr="00371BEF" w:rsidRDefault="008D48B6" w:rsidP="00A163D8">
            <w:pPr>
              <w:spacing w:before="60" w:after="60"/>
              <w:jc w:val="center"/>
              <w:rPr>
                <w:rFonts w:cs="Arial"/>
                <w:b/>
                <w:bCs/>
              </w:rPr>
            </w:pPr>
            <w:r w:rsidRPr="00371BEF">
              <w:rPr>
                <w:rFonts w:cs="Arial"/>
                <w:b/>
                <w:bCs/>
              </w:rPr>
              <w:t>Page / Section Revised</w:t>
            </w:r>
          </w:p>
        </w:tc>
        <w:tc>
          <w:tcPr>
            <w:tcW w:w="4161" w:type="dxa"/>
          </w:tcPr>
          <w:p w:rsidR="008D48B6" w:rsidRPr="00371BEF" w:rsidRDefault="008D48B6" w:rsidP="00A163D8">
            <w:pPr>
              <w:spacing w:before="60" w:after="60"/>
              <w:jc w:val="center"/>
              <w:rPr>
                <w:rFonts w:cs="Arial"/>
                <w:b/>
                <w:bCs/>
              </w:rPr>
            </w:pPr>
            <w:r w:rsidRPr="00371BEF">
              <w:rPr>
                <w:rFonts w:cs="Arial"/>
                <w:b/>
                <w:bCs/>
              </w:rPr>
              <w:t>Requirement for Revision</w:t>
            </w:r>
          </w:p>
        </w:tc>
      </w:tr>
      <w:tr w:rsidR="008D48B6" w:rsidRPr="00371BEF">
        <w:trPr>
          <w:trHeight w:val="851"/>
        </w:trPr>
        <w:tc>
          <w:tcPr>
            <w:tcW w:w="1908" w:type="dxa"/>
            <w:vAlign w:val="center"/>
          </w:tcPr>
          <w:p w:rsidR="008D48B6" w:rsidRPr="00371BEF" w:rsidRDefault="008D48B6" w:rsidP="00A163D8">
            <w:pPr>
              <w:spacing w:before="60" w:after="60"/>
              <w:rPr>
                <w:highlight w:val="yellow"/>
              </w:rPr>
            </w:pPr>
          </w:p>
        </w:tc>
        <w:tc>
          <w:tcPr>
            <w:tcW w:w="3360" w:type="dxa"/>
            <w:vAlign w:val="center"/>
          </w:tcPr>
          <w:p w:rsidR="008D48B6" w:rsidRPr="00371BEF" w:rsidRDefault="008D48B6" w:rsidP="00A163D8">
            <w:pPr>
              <w:spacing w:before="60" w:after="60"/>
              <w:rPr>
                <w:highlight w:val="yellow"/>
              </w:rPr>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r w:rsidR="008D48B6" w:rsidRPr="00371BEF">
        <w:trPr>
          <w:trHeight w:val="851"/>
        </w:trPr>
        <w:tc>
          <w:tcPr>
            <w:tcW w:w="1908" w:type="dxa"/>
            <w:vAlign w:val="center"/>
          </w:tcPr>
          <w:p w:rsidR="008D48B6" w:rsidRPr="00371BEF" w:rsidRDefault="008D48B6" w:rsidP="00A163D8">
            <w:pPr>
              <w:spacing w:before="60" w:after="60"/>
            </w:pPr>
          </w:p>
        </w:tc>
        <w:tc>
          <w:tcPr>
            <w:tcW w:w="3360" w:type="dxa"/>
            <w:vAlign w:val="center"/>
          </w:tcPr>
          <w:p w:rsidR="008D48B6" w:rsidRPr="00371BEF" w:rsidRDefault="008D48B6" w:rsidP="00A163D8">
            <w:pPr>
              <w:spacing w:before="60" w:after="60"/>
            </w:pPr>
          </w:p>
        </w:tc>
        <w:tc>
          <w:tcPr>
            <w:tcW w:w="4161" w:type="dxa"/>
            <w:vAlign w:val="center"/>
          </w:tcPr>
          <w:p w:rsidR="008D48B6" w:rsidRPr="00371BEF" w:rsidRDefault="008D48B6" w:rsidP="00A163D8">
            <w:pPr>
              <w:spacing w:before="60" w:after="60"/>
            </w:pPr>
          </w:p>
        </w:tc>
      </w:tr>
    </w:tbl>
    <w:p w:rsidR="008D48B6" w:rsidRDefault="008D48B6" w:rsidP="00371BEF">
      <w:pPr>
        <w:pStyle w:val="Title"/>
      </w:pPr>
      <w:r w:rsidRPr="00371BEF">
        <w:br w:type="page"/>
      </w:r>
      <w:bookmarkStart w:id="6" w:name="_Toc287481558"/>
      <w:r w:rsidRPr="00371BEF">
        <w:t>Table of Contents</w:t>
      </w:r>
      <w:bookmarkEnd w:id="6"/>
      <w:r>
        <w:t xml:space="preserve"> </w:t>
      </w:r>
    </w:p>
    <w:p w:rsidR="008D48B6" w:rsidRDefault="008D48B6">
      <w:pPr>
        <w:pStyle w:val="TOCHeading"/>
      </w:pPr>
    </w:p>
    <w:p w:rsidR="008D48B6" w:rsidRDefault="008D48B6">
      <w:pPr>
        <w:pStyle w:val="TOC1"/>
        <w:rPr>
          <w:rFonts w:ascii="Calibri" w:hAnsi="Calibri" w:cs="Times New Roman"/>
          <w:b w:val="0"/>
          <w:bCs w:val="0"/>
          <w:caps w:val="0"/>
          <w:noProof/>
          <w:szCs w:val="22"/>
          <w:lang w:val="sv-SE" w:eastAsia="sv-SE"/>
        </w:rPr>
      </w:pPr>
      <w:r>
        <w:rPr>
          <w:lang w:val="sv-SE"/>
        </w:rPr>
        <w:fldChar w:fldCharType="begin"/>
      </w:r>
      <w:r>
        <w:rPr>
          <w:lang w:val="sv-SE"/>
        </w:rPr>
        <w:instrText xml:space="preserve"> TOC \o "1-3" \h \z \u </w:instrText>
      </w:r>
      <w:r>
        <w:rPr>
          <w:lang w:val="sv-SE"/>
        </w:rPr>
        <w:fldChar w:fldCharType="separate"/>
      </w:r>
      <w:hyperlink w:anchor="_Toc287481557" w:history="1">
        <w:r w:rsidRPr="00DF398E">
          <w:rPr>
            <w:rStyle w:val="Hyperlink"/>
            <w:noProof/>
          </w:rPr>
          <w:t>Document Revisions</w:t>
        </w:r>
        <w:r>
          <w:rPr>
            <w:noProof/>
            <w:webHidden/>
          </w:rPr>
          <w:tab/>
        </w:r>
        <w:r>
          <w:rPr>
            <w:noProof/>
            <w:webHidden/>
          </w:rPr>
          <w:fldChar w:fldCharType="begin"/>
        </w:r>
        <w:r>
          <w:rPr>
            <w:noProof/>
            <w:webHidden/>
          </w:rPr>
          <w:instrText xml:space="preserve"> PAGEREF _Toc287481557 \h </w:instrText>
        </w:r>
        <w:r>
          <w:rPr>
            <w:noProof/>
            <w:webHidden/>
          </w:rPr>
        </w:r>
        <w:r>
          <w:rPr>
            <w:noProof/>
            <w:webHidden/>
          </w:rPr>
          <w:fldChar w:fldCharType="separate"/>
        </w:r>
        <w:r>
          <w:rPr>
            <w:noProof/>
            <w:webHidden/>
          </w:rPr>
          <w:t>2</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58" w:history="1">
        <w:r w:rsidRPr="00DF398E">
          <w:rPr>
            <w:rStyle w:val="Hyperlink"/>
            <w:noProof/>
          </w:rPr>
          <w:t>Table of Contents</w:t>
        </w:r>
        <w:r>
          <w:rPr>
            <w:noProof/>
            <w:webHidden/>
          </w:rPr>
          <w:tab/>
        </w:r>
        <w:r>
          <w:rPr>
            <w:noProof/>
            <w:webHidden/>
          </w:rPr>
          <w:fldChar w:fldCharType="begin"/>
        </w:r>
        <w:r>
          <w:rPr>
            <w:noProof/>
            <w:webHidden/>
          </w:rPr>
          <w:instrText xml:space="preserve"> PAGEREF _Toc287481558 \h </w:instrText>
        </w:r>
        <w:r>
          <w:rPr>
            <w:noProof/>
            <w:webHidden/>
          </w:rPr>
        </w:r>
        <w:r>
          <w:rPr>
            <w:noProof/>
            <w:webHidden/>
          </w:rPr>
          <w:fldChar w:fldCharType="separate"/>
        </w:r>
        <w:r>
          <w:rPr>
            <w:noProof/>
            <w:webHidden/>
          </w:rPr>
          <w:t>3</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59" w:history="1">
        <w:r w:rsidRPr="00DF398E">
          <w:rPr>
            <w:rStyle w:val="Hyperlink"/>
            <w:noProof/>
          </w:rPr>
          <w:t>Index of Tables</w:t>
        </w:r>
        <w:r>
          <w:rPr>
            <w:noProof/>
            <w:webHidden/>
          </w:rPr>
          <w:tab/>
        </w:r>
        <w:r>
          <w:rPr>
            <w:noProof/>
            <w:webHidden/>
          </w:rPr>
          <w:fldChar w:fldCharType="begin"/>
        </w:r>
        <w:r>
          <w:rPr>
            <w:noProof/>
            <w:webHidden/>
          </w:rPr>
          <w:instrText xml:space="preserve"> PAGEREF _Toc287481559 \h </w:instrText>
        </w:r>
        <w:r>
          <w:rPr>
            <w:noProof/>
            <w:webHidden/>
          </w:rPr>
        </w:r>
        <w:r>
          <w:rPr>
            <w:noProof/>
            <w:webHidden/>
          </w:rPr>
          <w:fldChar w:fldCharType="separate"/>
        </w:r>
        <w:r>
          <w:rPr>
            <w:noProof/>
            <w:webHidden/>
          </w:rPr>
          <w:t>4</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60" w:history="1">
        <w:r w:rsidRPr="00DF398E">
          <w:rPr>
            <w:rStyle w:val="Hyperlink"/>
            <w:noProof/>
          </w:rPr>
          <w:t>Index of Figures</w:t>
        </w:r>
        <w:r>
          <w:rPr>
            <w:noProof/>
            <w:webHidden/>
          </w:rPr>
          <w:tab/>
        </w:r>
        <w:r>
          <w:rPr>
            <w:noProof/>
            <w:webHidden/>
          </w:rPr>
          <w:fldChar w:fldCharType="begin"/>
        </w:r>
        <w:r>
          <w:rPr>
            <w:noProof/>
            <w:webHidden/>
          </w:rPr>
          <w:instrText xml:space="preserve"> PAGEREF _Toc287481560 \h </w:instrText>
        </w:r>
        <w:r>
          <w:rPr>
            <w:noProof/>
            <w:webHidden/>
          </w:rPr>
        </w:r>
        <w:r>
          <w:rPr>
            <w:noProof/>
            <w:webHidden/>
          </w:rPr>
          <w:fldChar w:fldCharType="separate"/>
        </w:r>
        <w:r>
          <w:rPr>
            <w:noProof/>
            <w:webHidden/>
          </w:rPr>
          <w:t>4</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61" w:history="1">
        <w:r w:rsidRPr="00DF398E">
          <w:rPr>
            <w:rStyle w:val="Hyperlink"/>
            <w:noProof/>
          </w:rPr>
          <w:t>1</w:t>
        </w:r>
        <w:r>
          <w:rPr>
            <w:rFonts w:ascii="Calibri" w:hAnsi="Calibri" w:cs="Times New Roman"/>
            <w:b w:val="0"/>
            <w:bCs w:val="0"/>
            <w:caps w:val="0"/>
            <w:noProof/>
            <w:szCs w:val="22"/>
            <w:lang w:val="sv-SE" w:eastAsia="sv-SE"/>
          </w:rPr>
          <w:tab/>
        </w:r>
        <w:r w:rsidRPr="00DF398E">
          <w:rPr>
            <w:rStyle w:val="Hyperlink"/>
            <w:noProof/>
          </w:rPr>
          <w:t>introduction</w:t>
        </w:r>
        <w:r>
          <w:rPr>
            <w:noProof/>
            <w:webHidden/>
          </w:rPr>
          <w:tab/>
        </w:r>
        <w:r>
          <w:rPr>
            <w:noProof/>
            <w:webHidden/>
          </w:rPr>
          <w:fldChar w:fldCharType="begin"/>
        </w:r>
        <w:r>
          <w:rPr>
            <w:noProof/>
            <w:webHidden/>
          </w:rPr>
          <w:instrText xml:space="preserve"> PAGEREF _Toc287481561 \h </w:instrText>
        </w:r>
        <w:r>
          <w:rPr>
            <w:noProof/>
            <w:webHidden/>
          </w:rPr>
        </w:r>
        <w:r>
          <w:rPr>
            <w:noProof/>
            <w:webHidden/>
          </w:rPr>
          <w:fldChar w:fldCharType="separate"/>
        </w:r>
        <w:r>
          <w:rPr>
            <w:noProof/>
            <w:webHidden/>
          </w:rPr>
          <w:t>5</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62" w:history="1">
        <w:r w:rsidRPr="00DF398E">
          <w:rPr>
            <w:rStyle w:val="Hyperlink"/>
            <w:noProof/>
            <w:lang w:eastAsia="sv-SE"/>
          </w:rPr>
          <w:t>1.1</w:t>
        </w:r>
        <w:r>
          <w:rPr>
            <w:rFonts w:ascii="Calibri" w:hAnsi="Calibri"/>
            <w:bCs w:val="0"/>
            <w:noProof/>
            <w:szCs w:val="22"/>
            <w:lang w:val="sv-SE" w:eastAsia="sv-SE"/>
          </w:rPr>
          <w:tab/>
        </w:r>
        <w:r w:rsidRPr="00DF398E">
          <w:rPr>
            <w:rStyle w:val="Hyperlink"/>
            <w:noProof/>
            <w:lang w:eastAsia="sv-SE"/>
          </w:rPr>
          <w:t>Objective</w:t>
        </w:r>
        <w:r>
          <w:rPr>
            <w:noProof/>
            <w:webHidden/>
          </w:rPr>
          <w:tab/>
        </w:r>
        <w:r>
          <w:rPr>
            <w:noProof/>
            <w:webHidden/>
          </w:rPr>
          <w:fldChar w:fldCharType="begin"/>
        </w:r>
        <w:r>
          <w:rPr>
            <w:noProof/>
            <w:webHidden/>
          </w:rPr>
          <w:instrText xml:space="preserve"> PAGEREF _Toc287481562 \h </w:instrText>
        </w:r>
        <w:r>
          <w:rPr>
            <w:noProof/>
            <w:webHidden/>
          </w:rPr>
        </w:r>
        <w:r>
          <w:rPr>
            <w:noProof/>
            <w:webHidden/>
          </w:rPr>
          <w:fldChar w:fldCharType="separate"/>
        </w:r>
        <w:r>
          <w:rPr>
            <w:noProof/>
            <w:webHidden/>
          </w:rPr>
          <w:t>5</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63" w:history="1">
        <w:r w:rsidRPr="00DF398E">
          <w:rPr>
            <w:rStyle w:val="Hyperlink"/>
            <w:noProof/>
          </w:rPr>
          <w:t>2</w:t>
        </w:r>
        <w:r>
          <w:rPr>
            <w:rFonts w:ascii="Calibri" w:hAnsi="Calibri" w:cs="Times New Roman"/>
            <w:b w:val="0"/>
            <w:bCs w:val="0"/>
            <w:caps w:val="0"/>
            <w:noProof/>
            <w:szCs w:val="22"/>
            <w:lang w:val="sv-SE" w:eastAsia="sv-SE"/>
          </w:rPr>
          <w:tab/>
        </w:r>
        <w:r w:rsidRPr="00DF398E">
          <w:rPr>
            <w:rStyle w:val="Hyperlink"/>
            <w:noProof/>
          </w:rPr>
          <w:t>Acronyms and Definitions</w:t>
        </w:r>
        <w:r>
          <w:rPr>
            <w:noProof/>
            <w:webHidden/>
          </w:rPr>
          <w:tab/>
        </w:r>
        <w:r>
          <w:rPr>
            <w:noProof/>
            <w:webHidden/>
          </w:rPr>
          <w:fldChar w:fldCharType="begin"/>
        </w:r>
        <w:r>
          <w:rPr>
            <w:noProof/>
            <w:webHidden/>
          </w:rPr>
          <w:instrText xml:space="preserve"> PAGEREF _Toc287481563 \h </w:instrText>
        </w:r>
        <w:r>
          <w:rPr>
            <w:noProof/>
            <w:webHidden/>
          </w:rPr>
        </w:r>
        <w:r>
          <w:rPr>
            <w:noProof/>
            <w:webHidden/>
          </w:rPr>
          <w:fldChar w:fldCharType="separate"/>
        </w:r>
        <w:r>
          <w:rPr>
            <w:noProof/>
            <w:webHidden/>
          </w:rPr>
          <w:t>6</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64" w:history="1">
        <w:r w:rsidRPr="00DF398E">
          <w:rPr>
            <w:rStyle w:val="Hyperlink"/>
            <w:noProof/>
          </w:rPr>
          <w:t>3</w:t>
        </w:r>
        <w:r>
          <w:rPr>
            <w:rFonts w:ascii="Calibri" w:hAnsi="Calibri" w:cs="Times New Roman"/>
            <w:b w:val="0"/>
            <w:bCs w:val="0"/>
            <w:caps w:val="0"/>
            <w:noProof/>
            <w:szCs w:val="22"/>
            <w:lang w:val="sv-SE" w:eastAsia="sv-SE"/>
          </w:rPr>
          <w:tab/>
        </w:r>
        <w:r w:rsidRPr="00DF398E">
          <w:rPr>
            <w:rStyle w:val="Hyperlink"/>
            <w:noProof/>
          </w:rPr>
          <w:t>GENERAL PROVISIONS</w:t>
        </w:r>
        <w:r>
          <w:rPr>
            <w:noProof/>
            <w:webHidden/>
          </w:rPr>
          <w:tab/>
        </w:r>
        <w:r>
          <w:rPr>
            <w:noProof/>
            <w:webHidden/>
          </w:rPr>
          <w:fldChar w:fldCharType="begin"/>
        </w:r>
        <w:r>
          <w:rPr>
            <w:noProof/>
            <w:webHidden/>
          </w:rPr>
          <w:instrText xml:space="preserve"> PAGEREF _Toc287481564 \h </w:instrText>
        </w:r>
        <w:r>
          <w:rPr>
            <w:noProof/>
            <w:webHidden/>
          </w:rPr>
        </w:r>
        <w:r>
          <w:rPr>
            <w:noProof/>
            <w:webHidden/>
          </w:rPr>
          <w:fldChar w:fldCharType="separate"/>
        </w:r>
        <w:r>
          <w:rPr>
            <w:noProof/>
            <w:webHidden/>
          </w:rPr>
          <w:t>8</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65" w:history="1">
        <w:r w:rsidRPr="00DF398E">
          <w:rPr>
            <w:rStyle w:val="Hyperlink"/>
            <w:noProof/>
            <w:lang w:eastAsia="sv-SE"/>
          </w:rPr>
          <w:t>3.1</w:t>
        </w:r>
        <w:r>
          <w:rPr>
            <w:rFonts w:ascii="Calibri" w:hAnsi="Calibri"/>
            <w:bCs w:val="0"/>
            <w:noProof/>
            <w:szCs w:val="22"/>
            <w:lang w:val="sv-SE" w:eastAsia="sv-SE"/>
          </w:rPr>
          <w:tab/>
        </w:r>
        <w:r w:rsidRPr="00DF398E">
          <w:rPr>
            <w:rStyle w:val="Hyperlink"/>
            <w:noProof/>
            <w:lang w:eastAsia="sv-SE"/>
          </w:rPr>
          <w:t>Responding to traffic situations developing in the VTS area</w:t>
        </w:r>
        <w:r>
          <w:rPr>
            <w:noProof/>
            <w:webHidden/>
          </w:rPr>
          <w:tab/>
        </w:r>
        <w:r>
          <w:rPr>
            <w:noProof/>
            <w:webHidden/>
          </w:rPr>
          <w:fldChar w:fldCharType="begin"/>
        </w:r>
        <w:r>
          <w:rPr>
            <w:noProof/>
            <w:webHidden/>
          </w:rPr>
          <w:instrText xml:space="preserve"> PAGEREF _Toc287481565 \h </w:instrText>
        </w:r>
        <w:r>
          <w:rPr>
            <w:noProof/>
            <w:webHidden/>
          </w:rPr>
        </w:r>
        <w:r>
          <w:rPr>
            <w:noProof/>
            <w:webHidden/>
          </w:rPr>
          <w:fldChar w:fldCharType="separate"/>
        </w:r>
        <w:r>
          <w:rPr>
            <w:noProof/>
            <w:webHidden/>
          </w:rPr>
          <w:t>8</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66" w:history="1">
        <w:r w:rsidRPr="00DF398E">
          <w:rPr>
            <w:rStyle w:val="Hyperlink"/>
            <w:noProof/>
            <w:lang w:eastAsia="sv-SE"/>
          </w:rPr>
          <w:t>3.2</w:t>
        </w:r>
        <w:r>
          <w:rPr>
            <w:rFonts w:ascii="Calibri" w:hAnsi="Calibri"/>
            <w:bCs w:val="0"/>
            <w:noProof/>
            <w:szCs w:val="22"/>
            <w:lang w:val="sv-SE" w:eastAsia="sv-SE"/>
          </w:rPr>
          <w:tab/>
        </w:r>
        <w:r w:rsidRPr="00DF398E">
          <w:rPr>
            <w:rStyle w:val="Hyperlink"/>
            <w:noProof/>
            <w:lang w:eastAsia="sv-SE"/>
          </w:rPr>
          <w:t>Equipment capabilities</w:t>
        </w:r>
        <w:r>
          <w:rPr>
            <w:noProof/>
            <w:webHidden/>
          </w:rPr>
          <w:tab/>
        </w:r>
        <w:r>
          <w:rPr>
            <w:noProof/>
            <w:webHidden/>
          </w:rPr>
          <w:fldChar w:fldCharType="begin"/>
        </w:r>
        <w:r>
          <w:rPr>
            <w:noProof/>
            <w:webHidden/>
          </w:rPr>
          <w:instrText xml:space="preserve"> PAGEREF _Toc287481566 \h </w:instrText>
        </w:r>
        <w:r>
          <w:rPr>
            <w:noProof/>
            <w:webHidden/>
          </w:rPr>
        </w:r>
        <w:r>
          <w:rPr>
            <w:noProof/>
            <w:webHidden/>
          </w:rPr>
          <w:fldChar w:fldCharType="separate"/>
        </w:r>
        <w:r>
          <w:rPr>
            <w:noProof/>
            <w:webHidden/>
          </w:rPr>
          <w:t>8</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67" w:history="1">
        <w:r w:rsidRPr="00DF398E">
          <w:rPr>
            <w:rStyle w:val="Hyperlink"/>
            <w:noProof/>
            <w:lang w:eastAsia="sv-SE"/>
          </w:rPr>
          <w:t>3.3</w:t>
        </w:r>
        <w:r>
          <w:rPr>
            <w:rFonts w:ascii="Calibri" w:hAnsi="Calibri"/>
            <w:bCs w:val="0"/>
            <w:noProof/>
            <w:szCs w:val="22"/>
            <w:lang w:val="sv-SE" w:eastAsia="sv-SE"/>
          </w:rPr>
          <w:tab/>
        </w:r>
        <w:r w:rsidRPr="00DF398E">
          <w:rPr>
            <w:rStyle w:val="Hyperlink"/>
            <w:noProof/>
            <w:lang w:eastAsia="sv-SE"/>
          </w:rPr>
          <w:t>Staffing and training</w:t>
        </w:r>
        <w:r>
          <w:rPr>
            <w:noProof/>
            <w:webHidden/>
          </w:rPr>
          <w:tab/>
        </w:r>
        <w:r>
          <w:rPr>
            <w:noProof/>
            <w:webHidden/>
          </w:rPr>
          <w:fldChar w:fldCharType="begin"/>
        </w:r>
        <w:r>
          <w:rPr>
            <w:noProof/>
            <w:webHidden/>
          </w:rPr>
          <w:instrText xml:space="preserve"> PAGEREF _Toc287481567 \h </w:instrText>
        </w:r>
        <w:r>
          <w:rPr>
            <w:noProof/>
            <w:webHidden/>
          </w:rPr>
        </w:r>
        <w:r>
          <w:rPr>
            <w:noProof/>
            <w:webHidden/>
          </w:rPr>
          <w:fldChar w:fldCharType="separate"/>
        </w:r>
        <w:r>
          <w:rPr>
            <w:noProof/>
            <w:webHidden/>
          </w:rPr>
          <w:t>8</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68" w:history="1">
        <w:r w:rsidRPr="00DF398E">
          <w:rPr>
            <w:rStyle w:val="Hyperlink"/>
            <w:noProof/>
            <w:lang w:eastAsia="sv-SE"/>
          </w:rPr>
          <w:t>3.4</w:t>
        </w:r>
        <w:r>
          <w:rPr>
            <w:rFonts w:ascii="Calibri" w:hAnsi="Calibri"/>
            <w:bCs w:val="0"/>
            <w:noProof/>
            <w:szCs w:val="22"/>
            <w:lang w:val="sv-SE" w:eastAsia="sv-SE"/>
          </w:rPr>
          <w:tab/>
        </w:r>
        <w:r w:rsidRPr="00DF398E">
          <w:rPr>
            <w:rStyle w:val="Hyperlink"/>
            <w:noProof/>
            <w:lang w:eastAsia="sv-SE"/>
          </w:rPr>
          <w:t>Legal</w:t>
        </w:r>
        <w:r>
          <w:rPr>
            <w:noProof/>
            <w:webHidden/>
          </w:rPr>
          <w:tab/>
        </w:r>
        <w:r>
          <w:rPr>
            <w:noProof/>
            <w:webHidden/>
          </w:rPr>
          <w:fldChar w:fldCharType="begin"/>
        </w:r>
        <w:r>
          <w:rPr>
            <w:noProof/>
            <w:webHidden/>
          </w:rPr>
          <w:instrText xml:space="preserve"> PAGEREF _Toc287481568 \h </w:instrText>
        </w:r>
        <w:r>
          <w:rPr>
            <w:noProof/>
            <w:webHidden/>
          </w:rPr>
        </w:r>
        <w:r>
          <w:rPr>
            <w:noProof/>
            <w:webHidden/>
          </w:rPr>
          <w:fldChar w:fldCharType="separate"/>
        </w:r>
        <w:r>
          <w:rPr>
            <w:noProof/>
            <w:webHidden/>
          </w:rPr>
          <w:t>8</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69" w:history="1">
        <w:r w:rsidRPr="00DF398E">
          <w:rPr>
            <w:rStyle w:val="Hyperlink"/>
            <w:noProof/>
            <w:lang w:eastAsia="sv-SE"/>
          </w:rPr>
          <w:t>3.5</w:t>
        </w:r>
        <w:r>
          <w:rPr>
            <w:rFonts w:ascii="Calibri" w:hAnsi="Calibri"/>
            <w:bCs w:val="0"/>
            <w:noProof/>
            <w:szCs w:val="22"/>
            <w:lang w:val="sv-SE" w:eastAsia="sv-SE"/>
          </w:rPr>
          <w:tab/>
        </w:r>
        <w:r w:rsidRPr="00DF398E">
          <w:rPr>
            <w:rStyle w:val="Hyperlink"/>
            <w:noProof/>
            <w:lang w:eastAsia="sv-SE"/>
          </w:rPr>
          <w:t>Operational procedures</w:t>
        </w:r>
        <w:r>
          <w:rPr>
            <w:noProof/>
            <w:webHidden/>
          </w:rPr>
          <w:tab/>
        </w:r>
        <w:r>
          <w:rPr>
            <w:noProof/>
            <w:webHidden/>
          </w:rPr>
          <w:fldChar w:fldCharType="begin"/>
        </w:r>
        <w:r>
          <w:rPr>
            <w:noProof/>
            <w:webHidden/>
          </w:rPr>
          <w:instrText xml:space="preserve"> PAGEREF _Toc287481569 \h </w:instrText>
        </w:r>
        <w:r>
          <w:rPr>
            <w:noProof/>
            <w:webHidden/>
          </w:rPr>
        </w:r>
        <w:r>
          <w:rPr>
            <w:noProof/>
            <w:webHidden/>
          </w:rPr>
          <w:fldChar w:fldCharType="separate"/>
        </w:r>
        <w:r>
          <w:rPr>
            <w:noProof/>
            <w:webHidden/>
          </w:rPr>
          <w:t>8</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0" w:history="1">
        <w:r w:rsidRPr="00DF398E">
          <w:rPr>
            <w:rStyle w:val="Hyperlink"/>
            <w:noProof/>
            <w:lang w:eastAsia="sv-SE"/>
          </w:rPr>
          <w:t>3.6</w:t>
        </w:r>
        <w:r>
          <w:rPr>
            <w:rFonts w:ascii="Calibri" w:hAnsi="Calibri"/>
            <w:bCs w:val="0"/>
            <w:noProof/>
            <w:szCs w:val="22"/>
            <w:lang w:val="sv-SE" w:eastAsia="sv-SE"/>
          </w:rPr>
          <w:tab/>
        </w:r>
        <w:r w:rsidRPr="00DF398E">
          <w:rPr>
            <w:rStyle w:val="Hyperlink"/>
            <w:noProof/>
            <w:lang w:eastAsia="sv-SE"/>
          </w:rPr>
          <w:t>Promulgation of information and types of services</w:t>
        </w:r>
        <w:r>
          <w:rPr>
            <w:noProof/>
            <w:webHidden/>
          </w:rPr>
          <w:tab/>
        </w:r>
        <w:r>
          <w:rPr>
            <w:noProof/>
            <w:webHidden/>
          </w:rPr>
          <w:fldChar w:fldCharType="begin"/>
        </w:r>
        <w:r>
          <w:rPr>
            <w:noProof/>
            <w:webHidden/>
          </w:rPr>
          <w:instrText xml:space="preserve"> PAGEREF _Toc287481570 \h </w:instrText>
        </w:r>
        <w:r>
          <w:rPr>
            <w:noProof/>
            <w:webHidden/>
          </w:rPr>
        </w:r>
        <w:r>
          <w:rPr>
            <w:noProof/>
            <w:webHidden/>
          </w:rPr>
          <w:fldChar w:fldCharType="separate"/>
        </w:r>
        <w:r>
          <w:rPr>
            <w:noProof/>
            <w:webHidden/>
          </w:rPr>
          <w:t>9</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1" w:history="1">
        <w:r w:rsidRPr="00DF398E">
          <w:rPr>
            <w:rStyle w:val="Hyperlink"/>
            <w:noProof/>
            <w:lang w:eastAsia="sv-SE"/>
          </w:rPr>
          <w:t>3.7</w:t>
        </w:r>
        <w:r>
          <w:rPr>
            <w:rFonts w:ascii="Calibri" w:hAnsi="Calibri"/>
            <w:bCs w:val="0"/>
            <w:noProof/>
            <w:szCs w:val="22"/>
            <w:lang w:val="sv-SE" w:eastAsia="sv-SE"/>
          </w:rPr>
          <w:tab/>
        </w:r>
        <w:r w:rsidRPr="00DF398E">
          <w:rPr>
            <w:rStyle w:val="Hyperlink"/>
            <w:noProof/>
            <w:lang w:eastAsia="sv-SE"/>
          </w:rPr>
          <w:t>Message markers</w:t>
        </w:r>
        <w:r>
          <w:rPr>
            <w:noProof/>
            <w:webHidden/>
          </w:rPr>
          <w:tab/>
        </w:r>
        <w:r>
          <w:rPr>
            <w:noProof/>
            <w:webHidden/>
          </w:rPr>
          <w:fldChar w:fldCharType="begin"/>
        </w:r>
        <w:r>
          <w:rPr>
            <w:noProof/>
            <w:webHidden/>
          </w:rPr>
          <w:instrText xml:space="preserve"> PAGEREF _Toc287481571 \h </w:instrText>
        </w:r>
        <w:r>
          <w:rPr>
            <w:noProof/>
            <w:webHidden/>
          </w:rPr>
        </w:r>
        <w:r>
          <w:rPr>
            <w:noProof/>
            <w:webHidden/>
          </w:rPr>
          <w:fldChar w:fldCharType="separate"/>
        </w:r>
        <w:r>
          <w:rPr>
            <w:noProof/>
            <w:webHidden/>
          </w:rPr>
          <w:t>9</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72" w:history="1">
        <w:r w:rsidRPr="00DF398E">
          <w:rPr>
            <w:rStyle w:val="Hyperlink"/>
            <w:noProof/>
          </w:rPr>
          <w:t>4</w:t>
        </w:r>
        <w:r>
          <w:rPr>
            <w:rFonts w:ascii="Calibri" w:hAnsi="Calibri" w:cs="Times New Roman"/>
            <w:b w:val="0"/>
            <w:bCs w:val="0"/>
            <w:caps w:val="0"/>
            <w:noProof/>
            <w:szCs w:val="22"/>
            <w:lang w:val="sv-SE" w:eastAsia="sv-SE"/>
          </w:rPr>
          <w:tab/>
        </w:r>
        <w:r w:rsidRPr="00DF398E">
          <w:rPr>
            <w:rStyle w:val="Hyperlink"/>
            <w:noProof/>
          </w:rPr>
          <w:t>Description of information service (INS)</w:t>
        </w:r>
        <w:r>
          <w:rPr>
            <w:noProof/>
            <w:webHidden/>
          </w:rPr>
          <w:tab/>
        </w:r>
        <w:r>
          <w:rPr>
            <w:noProof/>
            <w:webHidden/>
          </w:rPr>
          <w:fldChar w:fldCharType="begin"/>
        </w:r>
        <w:r>
          <w:rPr>
            <w:noProof/>
            <w:webHidden/>
          </w:rPr>
          <w:instrText xml:space="preserve"> PAGEREF _Toc287481572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3" w:history="1">
        <w:r w:rsidRPr="00DF398E">
          <w:rPr>
            <w:rStyle w:val="Hyperlink"/>
            <w:noProof/>
            <w:lang w:eastAsia="sv-SE"/>
          </w:rPr>
          <w:t>4.1</w:t>
        </w:r>
        <w:r>
          <w:rPr>
            <w:rFonts w:ascii="Calibri" w:hAnsi="Calibri"/>
            <w:bCs w:val="0"/>
            <w:noProof/>
            <w:szCs w:val="22"/>
            <w:lang w:val="sv-SE" w:eastAsia="sv-SE"/>
          </w:rPr>
          <w:tab/>
        </w:r>
        <w:r w:rsidRPr="00DF398E">
          <w:rPr>
            <w:rStyle w:val="Hyperlink"/>
            <w:noProof/>
            <w:lang w:eastAsia="sv-SE"/>
          </w:rPr>
          <w:t>General</w:t>
        </w:r>
        <w:r>
          <w:rPr>
            <w:noProof/>
            <w:webHidden/>
          </w:rPr>
          <w:tab/>
        </w:r>
        <w:r>
          <w:rPr>
            <w:noProof/>
            <w:webHidden/>
          </w:rPr>
          <w:fldChar w:fldCharType="begin"/>
        </w:r>
        <w:r>
          <w:rPr>
            <w:noProof/>
            <w:webHidden/>
          </w:rPr>
          <w:instrText xml:space="preserve"> PAGEREF _Toc287481573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4" w:history="1">
        <w:r w:rsidRPr="00DF398E">
          <w:rPr>
            <w:rStyle w:val="Hyperlink"/>
            <w:noProof/>
            <w:lang w:eastAsia="sv-SE"/>
          </w:rPr>
          <w:t>4.2</w:t>
        </w:r>
        <w:r>
          <w:rPr>
            <w:rFonts w:ascii="Calibri" w:hAnsi="Calibri"/>
            <w:bCs w:val="0"/>
            <w:noProof/>
            <w:szCs w:val="22"/>
            <w:lang w:val="sv-SE" w:eastAsia="sv-SE"/>
          </w:rPr>
          <w:tab/>
        </w:r>
        <w:r w:rsidRPr="00DF398E">
          <w:rPr>
            <w:rStyle w:val="Hyperlink"/>
            <w:noProof/>
            <w:lang w:eastAsia="sv-SE"/>
          </w:rPr>
          <w:t>Provision of Information Service</w:t>
        </w:r>
        <w:r>
          <w:rPr>
            <w:noProof/>
            <w:webHidden/>
          </w:rPr>
          <w:tab/>
        </w:r>
        <w:r>
          <w:rPr>
            <w:noProof/>
            <w:webHidden/>
          </w:rPr>
          <w:fldChar w:fldCharType="begin"/>
        </w:r>
        <w:r>
          <w:rPr>
            <w:noProof/>
            <w:webHidden/>
          </w:rPr>
          <w:instrText xml:space="preserve"> PAGEREF _Toc287481574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5" w:history="1">
        <w:r w:rsidRPr="00DF398E">
          <w:rPr>
            <w:rStyle w:val="Hyperlink"/>
            <w:noProof/>
            <w:lang w:eastAsia="sv-SE"/>
          </w:rPr>
          <w:t>4.2.1</w:t>
        </w:r>
        <w:r>
          <w:rPr>
            <w:rFonts w:ascii="Calibri" w:hAnsi="Calibri"/>
            <w:bCs w:val="0"/>
            <w:noProof/>
            <w:szCs w:val="22"/>
            <w:lang w:val="sv-SE" w:eastAsia="sv-SE"/>
          </w:rPr>
          <w:tab/>
        </w:r>
        <w:r w:rsidRPr="00DF398E">
          <w:rPr>
            <w:rStyle w:val="Hyperlink"/>
            <w:noProof/>
            <w:lang w:eastAsia="sv-SE"/>
          </w:rPr>
          <w:t>Who may give Information Service</w:t>
        </w:r>
        <w:r>
          <w:rPr>
            <w:noProof/>
            <w:webHidden/>
          </w:rPr>
          <w:tab/>
        </w:r>
        <w:r>
          <w:rPr>
            <w:noProof/>
            <w:webHidden/>
          </w:rPr>
          <w:fldChar w:fldCharType="begin"/>
        </w:r>
        <w:r>
          <w:rPr>
            <w:noProof/>
            <w:webHidden/>
          </w:rPr>
          <w:instrText xml:space="preserve"> PAGEREF _Toc287481575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6" w:history="1">
        <w:r w:rsidRPr="00DF398E">
          <w:rPr>
            <w:rStyle w:val="Hyperlink"/>
            <w:noProof/>
            <w:lang w:eastAsia="sv-SE"/>
          </w:rPr>
          <w:t>4.2.2</w:t>
        </w:r>
        <w:r>
          <w:rPr>
            <w:rFonts w:ascii="Calibri" w:hAnsi="Calibri"/>
            <w:bCs w:val="0"/>
            <w:noProof/>
            <w:szCs w:val="22"/>
            <w:lang w:val="sv-SE" w:eastAsia="sv-SE"/>
          </w:rPr>
          <w:tab/>
        </w:r>
        <w:r w:rsidRPr="00DF398E">
          <w:rPr>
            <w:rStyle w:val="Hyperlink"/>
            <w:noProof/>
            <w:lang w:eastAsia="sv-SE"/>
          </w:rPr>
          <w:t>When to give Information Service</w:t>
        </w:r>
        <w:r>
          <w:rPr>
            <w:noProof/>
            <w:webHidden/>
          </w:rPr>
          <w:tab/>
        </w:r>
        <w:r>
          <w:rPr>
            <w:noProof/>
            <w:webHidden/>
          </w:rPr>
          <w:fldChar w:fldCharType="begin"/>
        </w:r>
        <w:r>
          <w:rPr>
            <w:noProof/>
            <w:webHidden/>
          </w:rPr>
          <w:instrText xml:space="preserve"> PAGEREF _Toc287481576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7" w:history="1">
        <w:r w:rsidRPr="00DF398E">
          <w:rPr>
            <w:rStyle w:val="Hyperlink"/>
            <w:noProof/>
            <w:lang w:eastAsia="sv-SE"/>
          </w:rPr>
          <w:t>4.2.2.1</w:t>
        </w:r>
        <w:r>
          <w:rPr>
            <w:rFonts w:ascii="Calibri" w:hAnsi="Calibri"/>
            <w:bCs w:val="0"/>
            <w:noProof/>
            <w:szCs w:val="22"/>
            <w:lang w:val="sv-SE" w:eastAsia="sv-SE"/>
          </w:rPr>
          <w:tab/>
        </w:r>
        <w:r w:rsidRPr="00DF398E">
          <w:rPr>
            <w:rStyle w:val="Hyperlink"/>
            <w:noProof/>
            <w:lang w:eastAsia="sv-SE"/>
          </w:rPr>
          <w:t>Broadcasting</w:t>
        </w:r>
        <w:r>
          <w:rPr>
            <w:noProof/>
            <w:webHidden/>
          </w:rPr>
          <w:tab/>
        </w:r>
        <w:r>
          <w:rPr>
            <w:noProof/>
            <w:webHidden/>
          </w:rPr>
          <w:fldChar w:fldCharType="begin"/>
        </w:r>
        <w:r>
          <w:rPr>
            <w:noProof/>
            <w:webHidden/>
          </w:rPr>
          <w:instrText xml:space="preserve"> PAGEREF _Toc287481577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8" w:history="1">
        <w:r w:rsidRPr="00DF398E">
          <w:rPr>
            <w:rStyle w:val="Hyperlink"/>
            <w:noProof/>
            <w:lang w:eastAsia="sv-SE"/>
          </w:rPr>
          <w:t>4.2.2.2</w:t>
        </w:r>
        <w:r>
          <w:rPr>
            <w:rFonts w:ascii="Calibri" w:hAnsi="Calibri"/>
            <w:bCs w:val="0"/>
            <w:noProof/>
            <w:szCs w:val="22"/>
            <w:lang w:val="sv-SE" w:eastAsia="sv-SE"/>
          </w:rPr>
          <w:tab/>
        </w:r>
        <w:r w:rsidRPr="00DF398E">
          <w:rPr>
            <w:rStyle w:val="Hyperlink"/>
            <w:noProof/>
            <w:lang w:eastAsia="sv-SE"/>
          </w:rPr>
          <w:t>Deemed necessary</w:t>
        </w:r>
        <w:r>
          <w:rPr>
            <w:noProof/>
            <w:webHidden/>
          </w:rPr>
          <w:tab/>
        </w:r>
        <w:r>
          <w:rPr>
            <w:noProof/>
            <w:webHidden/>
          </w:rPr>
          <w:fldChar w:fldCharType="begin"/>
        </w:r>
        <w:r>
          <w:rPr>
            <w:noProof/>
            <w:webHidden/>
          </w:rPr>
          <w:instrText xml:space="preserve"> PAGEREF _Toc287481578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79" w:history="1">
        <w:r w:rsidRPr="00DF398E">
          <w:rPr>
            <w:rStyle w:val="Hyperlink"/>
            <w:noProof/>
            <w:lang w:eastAsia="sv-SE"/>
          </w:rPr>
          <w:t>4.2.2.3</w:t>
        </w:r>
        <w:r>
          <w:rPr>
            <w:rFonts w:ascii="Calibri" w:hAnsi="Calibri"/>
            <w:bCs w:val="0"/>
            <w:noProof/>
            <w:szCs w:val="22"/>
            <w:lang w:val="sv-SE" w:eastAsia="sv-SE"/>
          </w:rPr>
          <w:tab/>
        </w:r>
        <w:r w:rsidRPr="00DF398E">
          <w:rPr>
            <w:rStyle w:val="Hyperlink"/>
            <w:noProof/>
            <w:lang w:eastAsia="sv-SE"/>
          </w:rPr>
          <w:t>On request</w:t>
        </w:r>
        <w:r>
          <w:rPr>
            <w:noProof/>
            <w:webHidden/>
          </w:rPr>
          <w:tab/>
        </w:r>
        <w:r>
          <w:rPr>
            <w:noProof/>
            <w:webHidden/>
          </w:rPr>
          <w:fldChar w:fldCharType="begin"/>
        </w:r>
        <w:r>
          <w:rPr>
            <w:noProof/>
            <w:webHidden/>
          </w:rPr>
          <w:instrText xml:space="preserve"> PAGEREF _Toc287481579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0" w:history="1">
        <w:r w:rsidRPr="00DF398E">
          <w:rPr>
            <w:rStyle w:val="Hyperlink"/>
            <w:noProof/>
            <w:lang w:eastAsia="sv-SE"/>
          </w:rPr>
          <w:t>4.2.3</w:t>
        </w:r>
        <w:r>
          <w:rPr>
            <w:rFonts w:ascii="Calibri" w:hAnsi="Calibri"/>
            <w:bCs w:val="0"/>
            <w:noProof/>
            <w:szCs w:val="22"/>
            <w:lang w:val="sv-SE" w:eastAsia="sv-SE"/>
          </w:rPr>
          <w:tab/>
        </w:r>
        <w:r w:rsidRPr="00DF398E">
          <w:rPr>
            <w:rStyle w:val="Hyperlink"/>
            <w:noProof/>
            <w:lang w:eastAsia="sv-SE"/>
          </w:rPr>
          <w:t>What to give in an Information Service</w:t>
        </w:r>
        <w:r>
          <w:rPr>
            <w:noProof/>
            <w:webHidden/>
          </w:rPr>
          <w:tab/>
        </w:r>
        <w:r>
          <w:rPr>
            <w:noProof/>
            <w:webHidden/>
          </w:rPr>
          <w:fldChar w:fldCharType="begin"/>
        </w:r>
        <w:r>
          <w:rPr>
            <w:noProof/>
            <w:webHidden/>
          </w:rPr>
          <w:instrText xml:space="preserve"> PAGEREF _Toc287481580 \h </w:instrText>
        </w:r>
        <w:r>
          <w:rPr>
            <w:noProof/>
            <w:webHidden/>
          </w:rPr>
        </w:r>
        <w:r>
          <w:rPr>
            <w:noProof/>
            <w:webHidden/>
          </w:rPr>
          <w:fldChar w:fldCharType="separate"/>
        </w:r>
        <w:r>
          <w:rPr>
            <w:noProof/>
            <w:webHidden/>
          </w:rPr>
          <w:t>11</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1" w:history="1">
        <w:r w:rsidRPr="00DF398E">
          <w:rPr>
            <w:rStyle w:val="Hyperlink"/>
            <w:noProof/>
            <w:lang w:eastAsia="sv-SE"/>
          </w:rPr>
          <w:t>4.2.3.1</w:t>
        </w:r>
        <w:r>
          <w:rPr>
            <w:rFonts w:ascii="Calibri" w:hAnsi="Calibri"/>
            <w:bCs w:val="0"/>
            <w:noProof/>
            <w:szCs w:val="22"/>
            <w:lang w:val="sv-SE" w:eastAsia="sv-SE"/>
          </w:rPr>
          <w:tab/>
        </w:r>
        <w:r w:rsidRPr="00DF398E">
          <w:rPr>
            <w:rStyle w:val="Hyperlink"/>
            <w:noProof/>
            <w:lang w:eastAsia="sv-SE"/>
          </w:rPr>
          <w:t>Types of information used under an Information Service</w:t>
        </w:r>
        <w:r>
          <w:rPr>
            <w:noProof/>
            <w:webHidden/>
          </w:rPr>
          <w:tab/>
        </w:r>
        <w:r>
          <w:rPr>
            <w:noProof/>
            <w:webHidden/>
          </w:rPr>
          <w:fldChar w:fldCharType="begin"/>
        </w:r>
        <w:r>
          <w:rPr>
            <w:noProof/>
            <w:webHidden/>
          </w:rPr>
          <w:instrText xml:space="preserve"> PAGEREF _Toc287481581 \h </w:instrText>
        </w:r>
        <w:r>
          <w:rPr>
            <w:noProof/>
            <w:webHidden/>
          </w:rPr>
        </w:r>
        <w:r>
          <w:rPr>
            <w:noProof/>
            <w:webHidden/>
          </w:rPr>
          <w:fldChar w:fldCharType="separate"/>
        </w:r>
        <w:r>
          <w:rPr>
            <w:noProof/>
            <w:webHidden/>
          </w:rPr>
          <w:t>12</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2" w:history="1">
        <w:r w:rsidRPr="00DF398E">
          <w:rPr>
            <w:rStyle w:val="Hyperlink"/>
            <w:noProof/>
            <w:lang w:eastAsia="sv-SE"/>
          </w:rPr>
          <w:t>4.2.4</w:t>
        </w:r>
        <w:r>
          <w:rPr>
            <w:rFonts w:ascii="Calibri" w:hAnsi="Calibri"/>
            <w:bCs w:val="0"/>
            <w:noProof/>
            <w:szCs w:val="22"/>
            <w:lang w:val="sv-SE" w:eastAsia="sv-SE"/>
          </w:rPr>
          <w:tab/>
        </w:r>
        <w:r w:rsidRPr="00DF398E">
          <w:rPr>
            <w:rStyle w:val="Hyperlink"/>
            <w:noProof/>
            <w:lang w:eastAsia="sv-SE"/>
          </w:rPr>
          <w:t>Where is the service given</w:t>
        </w:r>
        <w:r>
          <w:rPr>
            <w:noProof/>
            <w:webHidden/>
          </w:rPr>
          <w:tab/>
        </w:r>
        <w:r>
          <w:rPr>
            <w:noProof/>
            <w:webHidden/>
          </w:rPr>
          <w:fldChar w:fldCharType="begin"/>
        </w:r>
        <w:r>
          <w:rPr>
            <w:noProof/>
            <w:webHidden/>
          </w:rPr>
          <w:instrText xml:space="preserve"> PAGEREF _Toc287481582 \h </w:instrText>
        </w:r>
        <w:r>
          <w:rPr>
            <w:noProof/>
            <w:webHidden/>
          </w:rPr>
        </w:r>
        <w:r>
          <w:rPr>
            <w:noProof/>
            <w:webHidden/>
          </w:rPr>
          <w:fldChar w:fldCharType="separate"/>
        </w:r>
        <w:r>
          <w:rPr>
            <w:noProof/>
            <w:webHidden/>
          </w:rPr>
          <w:t>12</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3" w:history="1">
        <w:r w:rsidRPr="00DF398E">
          <w:rPr>
            <w:rStyle w:val="Hyperlink"/>
            <w:noProof/>
            <w:lang w:eastAsia="sv-SE"/>
          </w:rPr>
          <w:t>4.2.5</w:t>
        </w:r>
        <w:r>
          <w:rPr>
            <w:rFonts w:ascii="Calibri" w:hAnsi="Calibri"/>
            <w:bCs w:val="0"/>
            <w:noProof/>
            <w:szCs w:val="22"/>
            <w:lang w:val="sv-SE" w:eastAsia="sv-SE"/>
          </w:rPr>
          <w:tab/>
        </w:r>
        <w:r w:rsidRPr="00DF398E">
          <w:rPr>
            <w:rStyle w:val="Hyperlink"/>
            <w:noProof/>
            <w:lang w:eastAsia="sv-SE"/>
          </w:rPr>
          <w:t>How to give Information Service</w:t>
        </w:r>
        <w:r>
          <w:rPr>
            <w:noProof/>
            <w:webHidden/>
          </w:rPr>
          <w:tab/>
        </w:r>
        <w:r>
          <w:rPr>
            <w:noProof/>
            <w:webHidden/>
          </w:rPr>
          <w:fldChar w:fldCharType="begin"/>
        </w:r>
        <w:r>
          <w:rPr>
            <w:noProof/>
            <w:webHidden/>
          </w:rPr>
          <w:instrText xml:space="preserve"> PAGEREF _Toc287481583 \h </w:instrText>
        </w:r>
        <w:r>
          <w:rPr>
            <w:noProof/>
            <w:webHidden/>
          </w:rPr>
        </w:r>
        <w:r>
          <w:rPr>
            <w:noProof/>
            <w:webHidden/>
          </w:rPr>
          <w:fldChar w:fldCharType="separate"/>
        </w:r>
        <w:r>
          <w:rPr>
            <w:noProof/>
            <w:webHidden/>
          </w:rPr>
          <w:t>12</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4" w:history="1">
        <w:r w:rsidRPr="00DF398E">
          <w:rPr>
            <w:rStyle w:val="Hyperlink"/>
            <w:noProof/>
            <w:lang w:eastAsia="sv-SE"/>
          </w:rPr>
          <w:t>4.2.5.1</w:t>
        </w:r>
        <w:r>
          <w:rPr>
            <w:rFonts w:ascii="Calibri" w:hAnsi="Calibri"/>
            <w:bCs w:val="0"/>
            <w:noProof/>
            <w:szCs w:val="22"/>
            <w:lang w:val="sv-SE" w:eastAsia="sv-SE"/>
          </w:rPr>
          <w:tab/>
        </w:r>
        <w:r w:rsidRPr="00DF398E">
          <w:rPr>
            <w:rStyle w:val="Hyperlink"/>
            <w:noProof/>
            <w:lang w:eastAsia="sv-SE"/>
          </w:rPr>
          <w:t>Message markers used under an Information Service</w:t>
        </w:r>
        <w:r>
          <w:rPr>
            <w:noProof/>
            <w:webHidden/>
          </w:rPr>
          <w:tab/>
        </w:r>
        <w:r>
          <w:rPr>
            <w:noProof/>
            <w:webHidden/>
          </w:rPr>
          <w:fldChar w:fldCharType="begin"/>
        </w:r>
        <w:r>
          <w:rPr>
            <w:noProof/>
            <w:webHidden/>
          </w:rPr>
          <w:instrText xml:space="preserve"> PAGEREF _Toc287481584 \h </w:instrText>
        </w:r>
        <w:r>
          <w:rPr>
            <w:noProof/>
            <w:webHidden/>
          </w:rPr>
        </w:r>
        <w:r>
          <w:rPr>
            <w:noProof/>
            <w:webHidden/>
          </w:rPr>
          <w:fldChar w:fldCharType="separate"/>
        </w:r>
        <w:r>
          <w:rPr>
            <w:noProof/>
            <w:webHidden/>
          </w:rPr>
          <w:t>12</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85" w:history="1">
        <w:r w:rsidRPr="00DF398E">
          <w:rPr>
            <w:rStyle w:val="Hyperlink"/>
            <w:noProof/>
          </w:rPr>
          <w:t>5</w:t>
        </w:r>
        <w:r>
          <w:rPr>
            <w:rFonts w:ascii="Calibri" w:hAnsi="Calibri" w:cs="Times New Roman"/>
            <w:b w:val="0"/>
            <w:bCs w:val="0"/>
            <w:caps w:val="0"/>
            <w:noProof/>
            <w:szCs w:val="22"/>
            <w:lang w:val="sv-SE" w:eastAsia="sv-SE"/>
          </w:rPr>
          <w:tab/>
        </w:r>
        <w:r w:rsidRPr="00DF398E">
          <w:rPr>
            <w:rStyle w:val="Hyperlink"/>
            <w:noProof/>
          </w:rPr>
          <w:t>Description of Navigational assistance service (NaS)</w:t>
        </w:r>
        <w:r>
          <w:rPr>
            <w:noProof/>
            <w:webHidden/>
          </w:rPr>
          <w:tab/>
        </w:r>
        <w:r>
          <w:rPr>
            <w:noProof/>
            <w:webHidden/>
          </w:rPr>
          <w:fldChar w:fldCharType="begin"/>
        </w:r>
        <w:r>
          <w:rPr>
            <w:noProof/>
            <w:webHidden/>
          </w:rPr>
          <w:instrText xml:space="preserve"> PAGEREF _Toc287481585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6" w:history="1">
        <w:r w:rsidRPr="00DF398E">
          <w:rPr>
            <w:rStyle w:val="Hyperlink"/>
            <w:noProof/>
            <w:lang w:eastAsia="sv-SE"/>
          </w:rPr>
          <w:t>5.1</w:t>
        </w:r>
        <w:r>
          <w:rPr>
            <w:rFonts w:ascii="Calibri" w:hAnsi="Calibri"/>
            <w:bCs w:val="0"/>
            <w:noProof/>
            <w:szCs w:val="22"/>
            <w:lang w:val="sv-SE" w:eastAsia="sv-SE"/>
          </w:rPr>
          <w:tab/>
        </w:r>
        <w:r w:rsidRPr="00DF398E">
          <w:rPr>
            <w:rStyle w:val="Hyperlink"/>
            <w:noProof/>
            <w:lang w:eastAsia="sv-SE"/>
          </w:rPr>
          <w:t>General</w:t>
        </w:r>
        <w:r>
          <w:rPr>
            <w:noProof/>
            <w:webHidden/>
          </w:rPr>
          <w:tab/>
        </w:r>
        <w:r>
          <w:rPr>
            <w:noProof/>
            <w:webHidden/>
          </w:rPr>
          <w:fldChar w:fldCharType="begin"/>
        </w:r>
        <w:r>
          <w:rPr>
            <w:noProof/>
            <w:webHidden/>
          </w:rPr>
          <w:instrText xml:space="preserve"> PAGEREF _Toc287481586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7" w:history="1">
        <w:r w:rsidRPr="00DF398E">
          <w:rPr>
            <w:rStyle w:val="Hyperlink"/>
            <w:noProof/>
            <w:lang w:eastAsia="sv-SE"/>
          </w:rPr>
          <w:t>5.2</w:t>
        </w:r>
        <w:r>
          <w:rPr>
            <w:rFonts w:ascii="Calibri" w:hAnsi="Calibri"/>
            <w:bCs w:val="0"/>
            <w:noProof/>
            <w:szCs w:val="22"/>
            <w:lang w:val="sv-SE" w:eastAsia="sv-SE"/>
          </w:rPr>
          <w:tab/>
        </w:r>
        <w:r w:rsidRPr="00DF398E">
          <w:rPr>
            <w:rStyle w:val="Hyperlink"/>
            <w:noProof/>
            <w:lang w:eastAsia="sv-SE"/>
          </w:rPr>
          <w:t>Provision of Navigational Assistance Service</w:t>
        </w:r>
        <w:r>
          <w:rPr>
            <w:noProof/>
            <w:webHidden/>
          </w:rPr>
          <w:tab/>
        </w:r>
        <w:r>
          <w:rPr>
            <w:noProof/>
            <w:webHidden/>
          </w:rPr>
          <w:fldChar w:fldCharType="begin"/>
        </w:r>
        <w:r>
          <w:rPr>
            <w:noProof/>
            <w:webHidden/>
          </w:rPr>
          <w:instrText xml:space="preserve"> PAGEREF _Toc287481587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8" w:history="1">
        <w:r w:rsidRPr="00DF398E">
          <w:rPr>
            <w:rStyle w:val="Hyperlink"/>
            <w:noProof/>
            <w:lang w:eastAsia="sv-SE"/>
          </w:rPr>
          <w:t>5.2.1</w:t>
        </w:r>
        <w:r>
          <w:rPr>
            <w:rFonts w:ascii="Calibri" w:hAnsi="Calibri"/>
            <w:bCs w:val="0"/>
            <w:noProof/>
            <w:szCs w:val="22"/>
            <w:lang w:val="sv-SE" w:eastAsia="sv-SE"/>
          </w:rPr>
          <w:tab/>
        </w:r>
        <w:r w:rsidRPr="00DF398E">
          <w:rPr>
            <w:rStyle w:val="Hyperlink"/>
            <w:noProof/>
            <w:lang w:eastAsia="sv-SE"/>
          </w:rPr>
          <w:t>Who may give Navigational Assistance Service</w:t>
        </w:r>
        <w:r>
          <w:rPr>
            <w:noProof/>
            <w:webHidden/>
          </w:rPr>
          <w:tab/>
        </w:r>
        <w:r>
          <w:rPr>
            <w:noProof/>
            <w:webHidden/>
          </w:rPr>
          <w:fldChar w:fldCharType="begin"/>
        </w:r>
        <w:r>
          <w:rPr>
            <w:noProof/>
            <w:webHidden/>
          </w:rPr>
          <w:instrText xml:space="preserve"> PAGEREF _Toc287481588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89" w:history="1">
        <w:r w:rsidRPr="00DF398E">
          <w:rPr>
            <w:rStyle w:val="Hyperlink"/>
            <w:noProof/>
            <w:lang w:eastAsia="sv-SE"/>
          </w:rPr>
          <w:t>5.2.2</w:t>
        </w:r>
        <w:r>
          <w:rPr>
            <w:rFonts w:ascii="Calibri" w:hAnsi="Calibri"/>
            <w:bCs w:val="0"/>
            <w:noProof/>
            <w:szCs w:val="22"/>
            <w:lang w:val="sv-SE" w:eastAsia="sv-SE"/>
          </w:rPr>
          <w:tab/>
        </w:r>
        <w:r w:rsidRPr="00DF398E">
          <w:rPr>
            <w:rStyle w:val="Hyperlink"/>
            <w:noProof/>
            <w:lang w:eastAsia="sv-SE"/>
          </w:rPr>
          <w:t>When to give Navigational Assistance Service</w:t>
        </w:r>
        <w:r>
          <w:rPr>
            <w:noProof/>
            <w:webHidden/>
          </w:rPr>
          <w:tab/>
        </w:r>
        <w:r>
          <w:rPr>
            <w:noProof/>
            <w:webHidden/>
          </w:rPr>
          <w:fldChar w:fldCharType="begin"/>
        </w:r>
        <w:r>
          <w:rPr>
            <w:noProof/>
            <w:webHidden/>
          </w:rPr>
          <w:instrText xml:space="preserve"> PAGEREF _Toc287481589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0" w:history="1">
        <w:r w:rsidRPr="00DF398E">
          <w:rPr>
            <w:rStyle w:val="Hyperlink"/>
            <w:noProof/>
            <w:lang w:eastAsia="sv-SE"/>
          </w:rPr>
          <w:t>5.2.2.1</w:t>
        </w:r>
        <w:r>
          <w:rPr>
            <w:rFonts w:ascii="Calibri" w:hAnsi="Calibri"/>
            <w:bCs w:val="0"/>
            <w:noProof/>
            <w:szCs w:val="22"/>
            <w:lang w:val="sv-SE" w:eastAsia="sv-SE"/>
          </w:rPr>
          <w:tab/>
        </w:r>
        <w:r w:rsidRPr="00DF398E">
          <w:rPr>
            <w:rStyle w:val="Hyperlink"/>
            <w:noProof/>
            <w:lang w:eastAsia="sv-SE"/>
          </w:rPr>
          <w:t>Deemed necessary</w:t>
        </w:r>
        <w:r>
          <w:rPr>
            <w:noProof/>
            <w:webHidden/>
          </w:rPr>
          <w:tab/>
        </w:r>
        <w:r>
          <w:rPr>
            <w:noProof/>
            <w:webHidden/>
          </w:rPr>
          <w:fldChar w:fldCharType="begin"/>
        </w:r>
        <w:r>
          <w:rPr>
            <w:noProof/>
            <w:webHidden/>
          </w:rPr>
          <w:instrText xml:space="preserve"> PAGEREF _Toc287481590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1" w:history="1">
        <w:r w:rsidRPr="00DF398E">
          <w:rPr>
            <w:rStyle w:val="Hyperlink"/>
            <w:noProof/>
            <w:lang w:eastAsia="sv-SE"/>
          </w:rPr>
          <w:t>5.2.2.2</w:t>
        </w:r>
        <w:r>
          <w:rPr>
            <w:rFonts w:ascii="Calibri" w:hAnsi="Calibri"/>
            <w:bCs w:val="0"/>
            <w:noProof/>
            <w:szCs w:val="22"/>
            <w:lang w:val="sv-SE" w:eastAsia="sv-SE"/>
          </w:rPr>
          <w:tab/>
        </w:r>
        <w:r w:rsidRPr="00DF398E">
          <w:rPr>
            <w:rStyle w:val="Hyperlink"/>
            <w:noProof/>
            <w:lang w:eastAsia="sv-SE"/>
          </w:rPr>
          <w:t>On request</w:t>
        </w:r>
        <w:r>
          <w:rPr>
            <w:noProof/>
            <w:webHidden/>
          </w:rPr>
          <w:tab/>
        </w:r>
        <w:r>
          <w:rPr>
            <w:noProof/>
            <w:webHidden/>
          </w:rPr>
          <w:fldChar w:fldCharType="begin"/>
        </w:r>
        <w:r>
          <w:rPr>
            <w:noProof/>
            <w:webHidden/>
          </w:rPr>
          <w:instrText xml:space="preserve"> PAGEREF _Toc287481591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2" w:history="1">
        <w:r w:rsidRPr="00DF398E">
          <w:rPr>
            <w:rStyle w:val="Hyperlink"/>
            <w:noProof/>
            <w:lang w:eastAsia="sv-SE"/>
          </w:rPr>
          <w:t>5.2.3</w:t>
        </w:r>
        <w:r>
          <w:rPr>
            <w:rFonts w:ascii="Calibri" w:hAnsi="Calibri"/>
            <w:bCs w:val="0"/>
            <w:noProof/>
            <w:szCs w:val="22"/>
            <w:lang w:val="sv-SE" w:eastAsia="sv-SE"/>
          </w:rPr>
          <w:tab/>
        </w:r>
        <w:r w:rsidRPr="00DF398E">
          <w:rPr>
            <w:rStyle w:val="Hyperlink"/>
            <w:noProof/>
            <w:lang w:eastAsia="sv-SE"/>
          </w:rPr>
          <w:t>What to give in a Navigational Assistance Service</w:t>
        </w:r>
        <w:r>
          <w:rPr>
            <w:noProof/>
            <w:webHidden/>
          </w:rPr>
          <w:tab/>
        </w:r>
        <w:r>
          <w:rPr>
            <w:noProof/>
            <w:webHidden/>
          </w:rPr>
          <w:fldChar w:fldCharType="begin"/>
        </w:r>
        <w:r>
          <w:rPr>
            <w:noProof/>
            <w:webHidden/>
          </w:rPr>
          <w:instrText xml:space="preserve"> PAGEREF _Toc287481592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3" w:history="1">
        <w:r w:rsidRPr="00DF398E">
          <w:rPr>
            <w:rStyle w:val="Hyperlink"/>
            <w:noProof/>
            <w:lang w:eastAsia="sv-SE"/>
          </w:rPr>
          <w:t>5.2.3.1</w:t>
        </w:r>
        <w:r>
          <w:rPr>
            <w:rFonts w:ascii="Calibri" w:hAnsi="Calibri"/>
            <w:bCs w:val="0"/>
            <w:noProof/>
            <w:szCs w:val="22"/>
            <w:lang w:val="sv-SE" w:eastAsia="sv-SE"/>
          </w:rPr>
          <w:tab/>
        </w:r>
        <w:r w:rsidRPr="00DF398E">
          <w:rPr>
            <w:rStyle w:val="Hyperlink"/>
            <w:noProof/>
            <w:lang w:eastAsia="sv-SE"/>
          </w:rPr>
          <w:t>Types of information used under a Navigational Assistance Service</w:t>
        </w:r>
        <w:r>
          <w:rPr>
            <w:noProof/>
            <w:webHidden/>
          </w:rPr>
          <w:tab/>
        </w:r>
        <w:r>
          <w:rPr>
            <w:noProof/>
            <w:webHidden/>
          </w:rPr>
          <w:fldChar w:fldCharType="begin"/>
        </w:r>
        <w:r>
          <w:rPr>
            <w:noProof/>
            <w:webHidden/>
          </w:rPr>
          <w:instrText xml:space="preserve"> PAGEREF _Toc287481593 \h </w:instrText>
        </w:r>
        <w:r>
          <w:rPr>
            <w:noProof/>
            <w:webHidden/>
          </w:rPr>
        </w:r>
        <w:r>
          <w:rPr>
            <w:noProof/>
            <w:webHidden/>
          </w:rPr>
          <w:fldChar w:fldCharType="separate"/>
        </w:r>
        <w:r>
          <w:rPr>
            <w:noProof/>
            <w:webHidden/>
          </w:rPr>
          <w:t>14</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4" w:history="1">
        <w:r w:rsidRPr="00DF398E">
          <w:rPr>
            <w:rStyle w:val="Hyperlink"/>
            <w:noProof/>
            <w:lang w:eastAsia="sv-SE"/>
          </w:rPr>
          <w:t>5.2.4</w:t>
        </w:r>
        <w:r>
          <w:rPr>
            <w:rFonts w:ascii="Calibri" w:hAnsi="Calibri"/>
            <w:bCs w:val="0"/>
            <w:noProof/>
            <w:szCs w:val="22"/>
            <w:lang w:val="sv-SE" w:eastAsia="sv-SE"/>
          </w:rPr>
          <w:tab/>
        </w:r>
        <w:r w:rsidRPr="00DF398E">
          <w:rPr>
            <w:rStyle w:val="Hyperlink"/>
            <w:noProof/>
            <w:lang w:eastAsia="sv-SE"/>
          </w:rPr>
          <w:t>Where is the service given</w:t>
        </w:r>
        <w:r>
          <w:rPr>
            <w:noProof/>
            <w:webHidden/>
          </w:rPr>
          <w:tab/>
        </w:r>
        <w:r>
          <w:rPr>
            <w:noProof/>
            <w:webHidden/>
          </w:rPr>
          <w:fldChar w:fldCharType="begin"/>
        </w:r>
        <w:r>
          <w:rPr>
            <w:noProof/>
            <w:webHidden/>
          </w:rPr>
          <w:instrText xml:space="preserve"> PAGEREF _Toc287481594 \h </w:instrText>
        </w:r>
        <w:r>
          <w:rPr>
            <w:noProof/>
            <w:webHidden/>
          </w:rPr>
        </w:r>
        <w:r>
          <w:rPr>
            <w:noProof/>
            <w:webHidden/>
          </w:rPr>
          <w:fldChar w:fldCharType="separate"/>
        </w:r>
        <w:r>
          <w:rPr>
            <w:noProof/>
            <w:webHidden/>
          </w:rPr>
          <w:t>15</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5" w:history="1">
        <w:r w:rsidRPr="00DF398E">
          <w:rPr>
            <w:rStyle w:val="Hyperlink"/>
            <w:noProof/>
            <w:lang w:eastAsia="sv-SE"/>
          </w:rPr>
          <w:t>5.2.5</w:t>
        </w:r>
        <w:r>
          <w:rPr>
            <w:rFonts w:ascii="Calibri" w:hAnsi="Calibri"/>
            <w:bCs w:val="0"/>
            <w:noProof/>
            <w:szCs w:val="22"/>
            <w:lang w:val="sv-SE" w:eastAsia="sv-SE"/>
          </w:rPr>
          <w:tab/>
        </w:r>
        <w:r w:rsidRPr="00DF398E">
          <w:rPr>
            <w:rStyle w:val="Hyperlink"/>
            <w:noProof/>
            <w:lang w:eastAsia="sv-SE"/>
          </w:rPr>
          <w:t>How to give Navigational Assistance Service</w:t>
        </w:r>
        <w:r>
          <w:rPr>
            <w:noProof/>
            <w:webHidden/>
          </w:rPr>
          <w:tab/>
        </w:r>
        <w:r>
          <w:rPr>
            <w:noProof/>
            <w:webHidden/>
          </w:rPr>
          <w:fldChar w:fldCharType="begin"/>
        </w:r>
        <w:r>
          <w:rPr>
            <w:noProof/>
            <w:webHidden/>
          </w:rPr>
          <w:instrText xml:space="preserve"> PAGEREF _Toc287481595 \h </w:instrText>
        </w:r>
        <w:r>
          <w:rPr>
            <w:noProof/>
            <w:webHidden/>
          </w:rPr>
        </w:r>
        <w:r>
          <w:rPr>
            <w:noProof/>
            <w:webHidden/>
          </w:rPr>
          <w:fldChar w:fldCharType="separate"/>
        </w:r>
        <w:r>
          <w:rPr>
            <w:noProof/>
            <w:webHidden/>
          </w:rPr>
          <w:t>15</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6" w:history="1">
        <w:r w:rsidRPr="00DF398E">
          <w:rPr>
            <w:rStyle w:val="Hyperlink"/>
            <w:noProof/>
            <w:lang w:eastAsia="sv-SE"/>
          </w:rPr>
          <w:t>5.2.5.1</w:t>
        </w:r>
        <w:r>
          <w:rPr>
            <w:rFonts w:ascii="Calibri" w:hAnsi="Calibri"/>
            <w:bCs w:val="0"/>
            <w:noProof/>
            <w:szCs w:val="22"/>
            <w:lang w:val="sv-SE" w:eastAsia="sv-SE"/>
          </w:rPr>
          <w:tab/>
        </w:r>
        <w:r w:rsidRPr="00DF398E">
          <w:rPr>
            <w:rStyle w:val="Hyperlink"/>
            <w:noProof/>
            <w:lang w:eastAsia="sv-SE"/>
          </w:rPr>
          <w:t>Message markers used under a Navigational Assistance Service</w:t>
        </w:r>
        <w:r>
          <w:rPr>
            <w:noProof/>
            <w:webHidden/>
          </w:rPr>
          <w:tab/>
        </w:r>
        <w:r>
          <w:rPr>
            <w:noProof/>
            <w:webHidden/>
          </w:rPr>
          <w:fldChar w:fldCharType="begin"/>
        </w:r>
        <w:r>
          <w:rPr>
            <w:noProof/>
            <w:webHidden/>
          </w:rPr>
          <w:instrText xml:space="preserve"> PAGEREF _Toc287481596 \h </w:instrText>
        </w:r>
        <w:r>
          <w:rPr>
            <w:noProof/>
            <w:webHidden/>
          </w:rPr>
        </w:r>
        <w:r>
          <w:rPr>
            <w:noProof/>
            <w:webHidden/>
          </w:rPr>
          <w:fldChar w:fldCharType="separate"/>
        </w:r>
        <w:r>
          <w:rPr>
            <w:noProof/>
            <w:webHidden/>
          </w:rPr>
          <w:t>15</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597" w:history="1">
        <w:r w:rsidRPr="00DF398E">
          <w:rPr>
            <w:rStyle w:val="Hyperlink"/>
            <w:noProof/>
          </w:rPr>
          <w:t>6</w:t>
        </w:r>
        <w:r>
          <w:rPr>
            <w:rFonts w:ascii="Calibri" w:hAnsi="Calibri" w:cs="Times New Roman"/>
            <w:b w:val="0"/>
            <w:bCs w:val="0"/>
            <w:caps w:val="0"/>
            <w:noProof/>
            <w:szCs w:val="22"/>
            <w:lang w:val="sv-SE" w:eastAsia="sv-SE"/>
          </w:rPr>
          <w:tab/>
        </w:r>
        <w:r w:rsidRPr="00DF398E">
          <w:rPr>
            <w:rStyle w:val="Hyperlink"/>
            <w:noProof/>
          </w:rPr>
          <w:t>Description of Traffic organisation service (TOS)</w:t>
        </w:r>
        <w:r>
          <w:rPr>
            <w:noProof/>
            <w:webHidden/>
          </w:rPr>
          <w:tab/>
        </w:r>
        <w:r>
          <w:rPr>
            <w:noProof/>
            <w:webHidden/>
          </w:rPr>
          <w:fldChar w:fldCharType="begin"/>
        </w:r>
        <w:r>
          <w:rPr>
            <w:noProof/>
            <w:webHidden/>
          </w:rPr>
          <w:instrText xml:space="preserve"> PAGEREF _Toc287481597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8" w:history="1">
        <w:r w:rsidRPr="00DF398E">
          <w:rPr>
            <w:rStyle w:val="Hyperlink"/>
            <w:noProof/>
            <w:lang w:eastAsia="sv-SE"/>
          </w:rPr>
          <w:t>6.1</w:t>
        </w:r>
        <w:r>
          <w:rPr>
            <w:rFonts w:ascii="Calibri" w:hAnsi="Calibri"/>
            <w:bCs w:val="0"/>
            <w:noProof/>
            <w:szCs w:val="22"/>
            <w:lang w:val="sv-SE" w:eastAsia="sv-SE"/>
          </w:rPr>
          <w:tab/>
        </w:r>
        <w:r w:rsidRPr="00DF398E">
          <w:rPr>
            <w:rStyle w:val="Hyperlink"/>
            <w:noProof/>
            <w:lang w:eastAsia="sv-SE"/>
          </w:rPr>
          <w:t>General</w:t>
        </w:r>
        <w:r>
          <w:rPr>
            <w:noProof/>
            <w:webHidden/>
          </w:rPr>
          <w:tab/>
        </w:r>
        <w:r>
          <w:rPr>
            <w:noProof/>
            <w:webHidden/>
          </w:rPr>
          <w:fldChar w:fldCharType="begin"/>
        </w:r>
        <w:r>
          <w:rPr>
            <w:noProof/>
            <w:webHidden/>
          </w:rPr>
          <w:instrText xml:space="preserve"> PAGEREF _Toc287481598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599" w:history="1">
        <w:r w:rsidRPr="00DF398E">
          <w:rPr>
            <w:rStyle w:val="Hyperlink"/>
            <w:noProof/>
            <w:lang w:eastAsia="sv-SE"/>
          </w:rPr>
          <w:t>6.2</w:t>
        </w:r>
        <w:r>
          <w:rPr>
            <w:rFonts w:ascii="Calibri" w:hAnsi="Calibri"/>
            <w:bCs w:val="0"/>
            <w:noProof/>
            <w:szCs w:val="22"/>
            <w:lang w:val="sv-SE" w:eastAsia="sv-SE"/>
          </w:rPr>
          <w:tab/>
        </w:r>
        <w:r w:rsidRPr="00DF398E">
          <w:rPr>
            <w:rStyle w:val="Hyperlink"/>
            <w:noProof/>
            <w:lang w:eastAsia="sv-SE"/>
          </w:rPr>
          <w:t>Provision of Traffic Organisation Service</w:t>
        </w:r>
        <w:r>
          <w:rPr>
            <w:noProof/>
            <w:webHidden/>
          </w:rPr>
          <w:tab/>
        </w:r>
        <w:r>
          <w:rPr>
            <w:noProof/>
            <w:webHidden/>
          </w:rPr>
          <w:fldChar w:fldCharType="begin"/>
        </w:r>
        <w:r>
          <w:rPr>
            <w:noProof/>
            <w:webHidden/>
          </w:rPr>
          <w:instrText xml:space="preserve"> PAGEREF _Toc287481599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0" w:history="1">
        <w:r w:rsidRPr="00DF398E">
          <w:rPr>
            <w:rStyle w:val="Hyperlink"/>
            <w:noProof/>
            <w:lang w:eastAsia="sv-SE"/>
          </w:rPr>
          <w:t>6.2.1</w:t>
        </w:r>
        <w:r>
          <w:rPr>
            <w:rFonts w:ascii="Calibri" w:hAnsi="Calibri"/>
            <w:bCs w:val="0"/>
            <w:noProof/>
            <w:szCs w:val="22"/>
            <w:lang w:val="sv-SE" w:eastAsia="sv-SE"/>
          </w:rPr>
          <w:tab/>
        </w:r>
        <w:r w:rsidRPr="00DF398E">
          <w:rPr>
            <w:rStyle w:val="Hyperlink"/>
            <w:noProof/>
            <w:lang w:eastAsia="sv-SE"/>
          </w:rPr>
          <w:t>Who may give Traffic Organisation Service</w:t>
        </w:r>
        <w:r>
          <w:rPr>
            <w:noProof/>
            <w:webHidden/>
          </w:rPr>
          <w:tab/>
        </w:r>
        <w:r>
          <w:rPr>
            <w:noProof/>
            <w:webHidden/>
          </w:rPr>
          <w:fldChar w:fldCharType="begin"/>
        </w:r>
        <w:r>
          <w:rPr>
            <w:noProof/>
            <w:webHidden/>
          </w:rPr>
          <w:instrText xml:space="preserve"> PAGEREF _Toc287481600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1" w:history="1">
        <w:r w:rsidRPr="00DF398E">
          <w:rPr>
            <w:rStyle w:val="Hyperlink"/>
            <w:noProof/>
            <w:lang w:eastAsia="sv-SE"/>
          </w:rPr>
          <w:t>6.2.2</w:t>
        </w:r>
        <w:r>
          <w:rPr>
            <w:rFonts w:ascii="Calibri" w:hAnsi="Calibri"/>
            <w:bCs w:val="0"/>
            <w:noProof/>
            <w:szCs w:val="22"/>
            <w:lang w:val="sv-SE" w:eastAsia="sv-SE"/>
          </w:rPr>
          <w:tab/>
        </w:r>
        <w:r w:rsidRPr="00DF398E">
          <w:rPr>
            <w:rStyle w:val="Hyperlink"/>
            <w:noProof/>
            <w:lang w:eastAsia="sv-SE"/>
          </w:rPr>
          <w:t>When to give Traffic Organisation Service</w:t>
        </w:r>
        <w:r>
          <w:rPr>
            <w:noProof/>
            <w:webHidden/>
          </w:rPr>
          <w:tab/>
        </w:r>
        <w:r>
          <w:rPr>
            <w:noProof/>
            <w:webHidden/>
          </w:rPr>
          <w:fldChar w:fldCharType="begin"/>
        </w:r>
        <w:r>
          <w:rPr>
            <w:noProof/>
            <w:webHidden/>
          </w:rPr>
          <w:instrText xml:space="preserve"> PAGEREF _Toc287481601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2" w:history="1">
        <w:r w:rsidRPr="00DF398E">
          <w:rPr>
            <w:rStyle w:val="Hyperlink"/>
            <w:noProof/>
            <w:lang w:eastAsia="sv-SE"/>
          </w:rPr>
          <w:t>6.2.2.1</w:t>
        </w:r>
        <w:r>
          <w:rPr>
            <w:rFonts w:ascii="Calibri" w:hAnsi="Calibri"/>
            <w:bCs w:val="0"/>
            <w:noProof/>
            <w:szCs w:val="22"/>
            <w:lang w:val="sv-SE" w:eastAsia="sv-SE"/>
          </w:rPr>
          <w:tab/>
        </w:r>
        <w:r w:rsidRPr="00DF398E">
          <w:rPr>
            <w:rStyle w:val="Hyperlink"/>
            <w:noProof/>
            <w:lang w:eastAsia="sv-SE"/>
          </w:rPr>
          <w:t>Forward planning</w:t>
        </w:r>
        <w:r>
          <w:rPr>
            <w:noProof/>
            <w:webHidden/>
          </w:rPr>
          <w:tab/>
        </w:r>
        <w:r>
          <w:rPr>
            <w:noProof/>
            <w:webHidden/>
          </w:rPr>
          <w:fldChar w:fldCharType="begin"/>
        </w:r>
        <w:r>
          <w:rPr>
            <w:noProof/>
            <w:webHidden/>
          </w:rPr>
          <w:instrText xml:space="preserve"> PAGEREF _Toc287481602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3" w:history="1">
        <w:r w:rsidRPr="00DF398E">
          <w:rPr>
            <w:rStyle w:val="Hyperlink"/>
            <w:noProof/>
            <w:lang w:eastAsia="sv-SE"/>
          </w:rPr>
          <w:t>6.2.2.2</w:t>
        </w:r>
        <w:r>
          <w:rPr>
            <w:rFonts w:ascii="Calibri" w:hAnsi="Calibri"/>
            <w:bCs w:val="0"/>
            <w:noProof/>
            <w:szCs w:val="22"/>
            <w:lang w:val="sv-SE" w:eastAsia="sv-SE"/>
          </w:rPr>
          <w:tab/>
        </w:r>
        <w:r w:rsidRPr="00DF398E">
          <w:rPr>
            <w:rStyle w:val="Hyperlink"/>
            <w:noProof/>
            <w:lang w:eastAsia="sv-SE"/>
          </w:rPr>
          <w:t>Organisation of special transports</w:t>
        </w:r>
        <w:r>
          <w:rPr>
            <w:noProof/>
            <w:webHidden/>
          </w:rPr>
          <w:tab/>
        </w:r>
        <w:r>
          <w:rPr>
            <w:noProof/>
            <w:webHidden/>
          </w:rPr>
          <w:fldChar w:fldCharType="begin"/>
        </w:r>
        <w:r>
          <w:rPr>
            <w:noProof/>
            <w:webHidden/>
          </w:rPr>
          <w:instrText xml:space="preserve"> PAGEREF _Toc287481603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4" w:history="1">
        <w:r w:rsidRPr="00DF398E">
          <w:rPr>
            <w:rStyle w:val="Hyperlink"/>
            <w:noProof/>
            <w:lang w:eastAsia="sv-SE"/>
          </w:rPr>
          <w:t>6.2.2.3</w:t>
        </w:r>
        <w:r>
          <w:rPr>
            <w:rFonts w:ascii="Calibri" w:hAnsi="Calibri"/>
            <w:bCs w:val="0"/>
            <w:noProof/>
            <w:szCs w:val="22"/>
            <w:lang w:val="sv-SE" w:eastAsia="sv-SE"/>
          </w:rPr>
          <w:tab/>
        </w:r>
        <w:r w:rsidRPr="00DF398E">
          <w:rPr>
            <w:rStyle w:val="Hyperlink"/>
            <w:noProof/>
            <w:lang w:eastAsia="sv-SE"/>
          </w:rPr>
          <w:t>Deemed necessary</w:t>
        </w:r>
        <w:r>
          <w:rPr>
            <w:noProof/>
            <w:webHidden/>
          </w:rPr>
          <w:tab/>
        </w:r>
        <w:r>
          <w:rPr>
            <w:noProof/>
            <w:webHidden/>
          </w:rPr>
          <w:fldChar w:fldCharType="begin"/>
        </w:r>
        <w:r>
          <w:rPr>
            <w:noProof/>
            <w:webHidden/>
          </w:rPr>
          <w:instrText xml:space="preserve"> PAGEREF _Toc287481604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5" w:history="1">
        <w:r w:rsidRPr="00DF398E">
          <w:rPr>
            <w:rStyle w:val="Hyperlink"/>
            <w:noProof/>
            <w:lang w:eastAsia="sv-SE"/>
          </w:rPr>
          <w:t>6.2.3</w:t>
        </w:r>
        <w:r>
          <w:rPr>
            <w:rFonts w:ascii="Calibri" w:hAnsi="Calibri"/>
            <w:bCs w:val="0"/>
            <w:noProof/>
            <w:szCs w:val="22"/>
            <w:lang w:val="sv-SE" w:eastAsia="sv-SE"/>
          </w:rPr>
          <w:tab/>
        </w:r>
        <w:r w:rsidRPr="00DF398E">
          <w:rPr>
            <w:rStyle w:val="Hyperlink"/>
            <w:noProof/>
            <w:lang w:eastAsia="sv-SE"/>
          </w:rPr>
          <w:t>What to give in a Traffic Organisation Service</w:t>
        </w:r>
        <w:r>
          <w:rPr>
            <w:noProof/>
            <w:webHidden/>
          </w:rPr>
          <w:tab/>
        </w:r>
        <w:r>
          <w:rPr>
            <w:noProof/>
            <w:webHidden/>
          </w:rPr>
          <w:fldChar w:fldCharType="begin"/>
        </w:r>
        <w:r>
          <w:rPr>
            <w:noProof/>
            <w:webHidden/>
          </w:rPr>
          <w:instrText xml:space="preserve"> PAGEREF _Toc287481605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6" w:history="1">
        <w:r w:rsidRPr="00DF398E">
          <w:rPr>
            <w:rStyle w:val="Hyperlink"/>
            <w:noProof/>
            <w:lang w:eastAsia="sv-SE"/>
          </w:rPr>
          <w:t>6.2.3.1</w:t>
        </w:r>
        <w:r>
          <w:rPr>
            <w:rFonts w:ascii="Calibri" w:hAnsi="Calibri"/>
            <w:bCs w:val="0"/>
            <w:noProof/>
            <w:szCs w:val="22"/>
            <w:lang w:val="sv-SE" w:eastAsia="sv-SE"/>
          </w:rPr>
          <w:tab/>
        </w:r>
        <w:r w:rsidRPr="00DF398E">
          <w:rPr>
            <w:rStyle w:val="Hyperlink"/>
            <w:noProof/>
            <w:lang w:eastAsia="sv-SE"/>
          </w:rPr>
          <w:t>Types of information used under a Traffic Organisation Service</w:t>
        </w:r>
        <w:r>
          <w:rPr>
            <w:noProof/>
            <w:webHidden/>
          </w:rPr>
          <w:tab/>
        </w:r>
        <w:r>
          <w:rPr>
            <w:noProof/>
            <w:webHidden/>
          </w:rPr>
          <w:fldChar w:fldCharType="begin"/>
        </w:r>
        <w:r>
          <w:rPr>
            <w:noProof/>
            <w:webHidden/>
          </w:rPr>
          <w:instrText xml:space="preserve"> PAGEREF _Toc287481606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7" w:history="1">
        <w:r w:rsidRPr="00DF398E">
          <w:rPr>
            <w:rStyle w:val="Hyperlink"/>
            <w:noProof/>
            <w:lang w:eastAsia="sv-SE"/>
          </w:rPr>
          <w:t>6.2.4</w:t>
        </w:r>
        <w:r>
          <w:rPr>
            <w:rFonts w:ascii="Calibri" w:hAnsi="Calibri"/>
            <w:bCs w:val="0"/>
            <w:noProof/>
            <w:szCs w:val="22"/>
            <w:lang w:val="sv-SE" w:eastAsia="sv-SE"/>
          </w:rPr>
          <w:tab/>
        </w:r>
        <w:r w:rsidRPr="00DF398E">
          <w:rPr>
            <w:rStyle w:val="Hyperlink"/>
            <w:noProof/>
            <w:lang w:eastAsia="sv-SE"/>
          </w:rPr>
          <w:t>Where is Traffic Organisation Service given</w:t>
        </w:r>
        <w:r>
          <w:rPr>
            <w:noProof/>
            <w:webHidden/>
          </w:rPr>
          <w:tab/>
        </w:r>
        <w:r>
          <w:rPr>
            <w:noProof/>
            <w:webHidden/>
          </w:rPr>
          <w:fldChar w:fldCharType="begin"/>
        </w:r>
        <w:r>
          <w:rPr>
            <w:noProof/>
            <w:webHidden/>
          </w:rPr>
          <w:instrText xml:space="preserve"> PAGEREF _Toc287481607 \h </w:instrText>
        </w:r>
        <w:r>
          <w:rPr>
            <w:noProof/>
            <w:webHidden/>
          </w:rPr>
        </w:r>
        <w:r>
          <w:rPr>
            <w:noProof/>
            <w:webHidden/>
          </w:rPr>
          <w:fldChar w:fldCharType="separate"/>
        </w:r>
        <w:r>
          <w:rPr>
            <w:noProof/>
            <w:webHidden/>
          </w:rPr>
          <w:t>16</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8" w:history="1">
        <w:r w:rsidRPr="00DF398E">
          <w:rPr>
            <w:rStyle w:val="Hyperlink"/>
            <w:noProof/>
            <w:lang w:eastAsia="sv-SE"/>
          </w:rPr>
          <w:t>6.2.5</w:t>
        </w:r>
        <w:r>
          <w:rPr>
            <w:rFonts w:ascii="Calibri" w:hAnsi="Calibri"/>
            <w:bCs w:val="0"/>
            <w:noProof/>
            <w:szCs w:val="22"/>
            <w:lang w:val="sv-SE" w:eastAsia="sv-SE"/>
          </w:rPr>
          <w:tab/>
        </w:r>
        <w:r w:rsidRPr="00DF398E">
          <w:rPr>
            <w:rStyle w:val="Hyperlink"/>
            <w:noProof/>
            <w:lang w:eastAsia="sv-SE"/>
          </w:rPr>
          <w:t>How to give Traffic Organisation Service</w:t>
        </w:r>
        <w:r>
          <w:rPr>
            <w:noProof/>
            <w:webHidden/>
          </w:rPr>
          <w:tab/>
        </w:r>
        <w:r>
          <w:rPr>
            <w:noProof/>
            <w:webHidden/>
          </w:rPr>
          <w:fldChar w:fldCharType="begin"/>
        </w:r>
        <w:r>
          <w:rPr>
            <w:noProof/>
            <w:webHidden/>
          </w:rPr>
          <w:instrText xml:space="preserve"> PAGEREF _Toc287481608 \h </w:instrText>
        </w:r>
        <w:r>
          <w:rPr>
            <w:noProof/>
            <w:webHidden/>
          </w:rPr>
        </w:r>
        <w:r>
          <w:rPr>
            <w:noProof/>
            <w:webHidden/>
          </w:rPr>
          <w:fldChar w:fldCharType="separate"/>
        </w:r>
        <w:r>
          <w:rPr>
            <w:noProof/>
            <w:webHidden/>
          </w:rPr>
          <w:t>17</w:t>
        </w:r>
        <w:r>
          <w:rPr>
            <w:noProof/>
            <w:webHidden/>
          </w:rPr>
          <w:fldChar w:fldCharType="end"/>
        </w:r>
      </w:hyperlink>
    </w:p>
    <w:p w:rsidR="008D48B6" w:rsidRDefault="008D48B6">
      <w:pPr>
        <w:pStyle w:val="TOC2"/>
        <w:rPr>
          <w:rFonts w:ascii="Calibri" w:hAnsi="Calibri"/>
          <w:bCs w:val="0"/>
          <w:noProof/>
          <w:szCs w:val="22"/>
          <w:lang w:val="sv-SE" w:eastAsia="sv-SE"/>
        </w:rPr>
      </w:pPr>
      <w:hyperlink w:anchor="_Toc287481609" w:history="1">
        <w:r w:rsidRPr="00DF398E">
          <w:rPr>
            <w:rStyle w:val="Hyperlink"/>
            <w:noProof/>
            <w:lang w:eastAsia="sv-SE"/>
          </w:rPr>
          <w:t>6.2.5.1</w:t>
        </w:r>
        <w:r>
          <w:rPr>
            <w:rFonts w:ascii="Calibri" w:hAnsi="Calibri"/>
            <w:bCs w:val="0"/>
            <w:noProof/>
            <w:szCs w:val="22"/>
            <w:lang w:val="sv-SE" w:eastAsia="sv-SE"/>
          </w:rPr>
          <w:tab/>
        </w:r>
        <w:r w:rsidRPr="00DF398E">
          <w:rPr>
            <w:rStyle w:val="Hyperlink"/>
            <w:noProof/>
            <w:lang w:eastAsia="sv-SE"/>
          </w:rPr>
          <w:t>Message markers used under a Traffic Organisation Service</w:t>
        </w:r>
        <w:r>
          <w:rPr>
            <w:noProof/>
            <w:webHidden/>
          </w:rPr>
          <w:tab/>
        </w:r>
        <w:r>
          <w:rPr>
            <w:noProof/>
            <w:webHidden/>
          </w:rPr>
          <w:fldChar w:fldCharType="begin"/>
        </w:r>
        <w:r>
          <w:rPr>
            <w:noProof/>
            <w:webHidden/>
          </w:rPr>
          <w:instrText xml:space="preserve"> PAGEREF _Toc287481609 \h </w:instrText>
        </w:r>
        <w:r>
          <w:rPr>
            <w:noProof/>
            <w:webHidden/>
          </w:rPr>
        </w:r>
        <w:r>
          <w:rPr>
            <w:noProof/>
            <w:webHidden/>
          </w:rPr>
          <w:fldChar w:fldCharType="separate"/>
        </w:r>
        <w:r>
          <w:rPr>
            <w:noProof/>
            <w:webHidden/>
          </w:rPr>
          <w:t>17</w:t>
        </w:r>
        <w:r>
          <w:rPr>
            <w:noProof/>
            <w:webHidden/>
          </w:rPr>
          <w:fldChar w:fldCharType="end"/>
        </w:r>
      </w:hyperlink>
    </w:p>
    <w:p w:rsidR="008D48B6" w:rsidRDefault="008D48B6">
      <w:pPr>
        <w:pStyle w:val="TOC1"/>
        <w:rPr>
          <w:rFonts w:ascii="Calibri" w:hAnsi="Calibri" w:cs="Times New Roman"/>
          <w:b w:val="0"/>
          <w:bCs w:val="0"/>
          <w:caps w:val="0"/>
          <w:noProof/>
          <w:szCs w:val="22"/>
          <w:lang w:val="sv-SE" w:eastAsia="sv-SE"/>
        </w:rPr>
      </w:pPr>
      <w:hyperlink w:anchor="_Toc287481610" w:history="1">
        <w:r w:rsidRPr="00DF398E">
          <w:rPr>
            <w:rStyle w:val="Hyperlink"/>
            <w:noProof/>
          </w:rPr>
          <w:t>7</w:t>
        </w:r>
        <w:r>
          <w:rPr>
            <w:rFonts w:ascii="Calibri" w:hAnsi="Calibri" w:cs="Times New Roman"/>
            <w:b w:val="0"/>
            <w:bCs w:val="0"/>
            <w:caps w:val="0"/>
            <w:noProof/>
            <w:szCs w:val="22"/>
            <w:lang w:val="sv-SE" w:eastAsia="sv-SE"/>
          </w:rPr>
          <w:tab/>
        </w:r>
        <w:r w:rsidRPr="00DF398E">
          <w:rPr>
            <w:rStyle w:val="Hyperlink"/>
            <w:noProof/>
          </w:rPr>
          <w:t>REFERENCES</w:t>
        </w:r>
        <w:r>
          <w:rPr>
            <w:noProof/>
            <w:webHidden/>
          </w:rPr>
          <w:tab/>
        </w:r>
        <w:r>
          <w:rPr>
            <w:noProof/>
            <w:webHidden/>
          </w:rPr>
          <w:fldChar w:fldCharType="begin"/>
        </w:r>
        <w:r>
          <w:rPr>
            <w:noProof/>
            <w:webHidden/>
          </w:rPr>
          <w:instrText xml:space="preserve"> PAGEREF _Toc287481610 \h </w:instrText>
        </w:r>
        <w:r>
          <w:rPr>
            <w:noProof/>
            <w:webHidden/>
          </w:rPr>
        </w:r>
        <w:r>
          <w:rPr>
            <w:noProof/>
            <w:webHidden/>
          </w:rPr>
          <w:fldChar w:fldCharType="separate"/>
        </w:r>
        <w:r>
          <w:rPr>
            <w:noProof/>
            <w:webHidden/>
          </w:rPr>
          <w:t>18</w:t>
        </w:r>
        <w:r>
          <w:rPr>
            <w:noProof/>
            <w:webHidden/>
          </w:rPr>
          <w:fldChar w:fldCharType="end"/>
        </w:r>
      </w:hyperlink>
    </w:p>
    <w:p w:rsidR="008D48B6" w:rsidRPr="00FB3C2B" w:rsidRDefault="008D48B6" w:rsidP="00380C7B">
      <w:pPr>
        <w:rPr>
          <w:lang w:val="sv-SE"/>
        </w:rPr>
      </w:pPr>
      <w:r>
        <w:rPr>
          <w:lang w:val="sv-SE"/>
        </w:rPr>
        <w:fldChar w:fldCharType="end"/>
      </w:r>
    </w:p>
    <w:p w:rsidR="008D48B6" w:rsidRDefault="008D48B6" w:rsidP="00986D5A">
      <w:pPr>
        <w:pStyle w:val="Title"/>
      </w:pPr>
      <w:bookmarkStart w:id="7" w:name="_Toc287481559"/>
      <w:r>
        <w:t>Index of Tables</w:t>
      </w:r>
      <w:bookmarkEnd w:id="7"/>
    </w:p>
    <w:p w:rsidR="008D48B6" w:rsidRDefault="008D48B6">
      <w:pPr>
        <w:pStyle w:val="TableofFigures"/>
        <w:rPr>
          <w:rFonts w:ascii="Calibri" w:hAnsi="Calibri"/>
          <w:noProof/>
          <w:szCs w:val="22"/>
          <w:lang w:val="sv-SE" w:eastAsia="sv-SE"/>
        </w:rPr>
      </w:pPr>
      <w:r>
        <w:rPr>
          <w:rFonts w:cs="Arial"/>
        </w:rPr>
        <w:fldChar w:fldCharType="begin"/>
      </w:r>
      <w:r>
        <w:rPr>
          <w:rFonts w:cs="Arial"/>
        </w:rPr>
        <w:instrText xml:space="preserve"> TOC \h \z \t "Table_#" \c </w:instrText>
      </w:r>
      <w:r>
        <w:rPr>
          <w:rFonts w:cs="Arial"/>
        </w:rPr>
        <w:fldChar w:fldCharType="separate"/>
      </w:r>
      <w:hyperlink w:anchor="_Toc272359280" w:history="1">
        <w:r w:rsidRPr="001D709A">
          <w:rPr>
            <w:rStyle w:val="Hyperlink"/>
            <w:noProof/>
          </w:rPr>
          <w:t>Table 1</w:t>
        </w:r>
        <w:r>
          <w:rPr>
            <w:rFonts w:ascii="Calibri" w:hAnsi="Calibri"/>
            <w:noProof/>
            <w:szCs w:val="22"/>
            <w:lang w:val="sv-SE" w:eastAsia="sv-SE"/>
          </w:rPr>
          <w:tab/>
        </w:r>
        <w:r w:rsidRPr="001D709A">
          <w:rPr>
            <w:rStyle w:val="Hyperlink"/>
            <w:noProof/>
          </w:rPr>
          <w:t xml:space="preserve">Message markers </w:t>
        </w:r>
        <w:r>
          <w:rPr>
            <w:noProof/>
            <w:webHidden/>
          </w:rPr>
          <w:tab/>
        </w:r>
        <w:r>
          <w:rPr>
            <w:noProof/>
            <w:webHidden/>
          </w:rPr>
          <w:fldChar w:fldCharType="begin"/>
        </w:r>
        <w:r>
          <w:rPr>
            <w:noProof/>
            <w:webHidden/>
          </w:rPr>
          <w:instrText xml:space="preserve"> PAGEREF _Toc272359280 \h </w:instrText>
        </w:r>
        <w:r>
          <w:rPr>
            <w:noProof/>
            <w:webHidden/>
          </w:rPr>
        </w:r>
        <w:r>
          <w:rPr>
            <w:noProof/>
            <w:webHidden/>
          </w:rPr>
          <w:fldChar w:fldCharType="separate"/>
        </w:r>
        <w:r>
          <w:rPr>
            <w:noProof/>
            <w:webHidden/>
          </w:rPr>
          <w:t>9</w:t>
        </w:r>
        <w:r>
          <w:rPr>
            <w:noProof/>
            <w:webHidden/>
          </w:rPr>
          <w:fldChar w:fldCharType="end"/>
        </w:r>
      </w:hyperlink>
    </w:p>
    <w:p w:rsidR="008D48B6" w:rsidRDefault="008D48B6" w:rsidP="00380C7B">
      <w:pPr>
        <w:rPr>
          <w:rFonts w:cs="Arial"/>
        </w:rPr>
      </w:pPr>
      <w:r>
        <w:rPr>
          <w:rFonts w:cs="Arial"/>
        </w:rPr>
        <w:fldChar w:fldCharType="end"/>
      </w:r>
    </w:p>
    <w:p w:rsidR="008D48B6" w:rsidRDefault="008D48B6" w:rsidP="00986D5A">
      <w:pPr>
        <w:pStyle w:val="Title"/>
      </w:pPr>
      <w:bookmarkStart w:id="8" w:name="_Toc287481560"/>
      <w:r>
        <w:t>Index of Figures</w:t>
      </w:r>
      <w:bookmarkEnd w:id="8"/>
    </w:p>
    <w:p w:rsidR="008D48B6" w:rsidRDefault="008D48B6">
      <w:pPr>
        <w:pStyle w:val="TableofFigures"/>
        <w:rPr>
          <w:rFonts w:ascii="Calibri" w:hAnsi="Calibri"/>
          <w:noProof/>
          <w:szCs w:val="22"/>
          <w:lang w:eastAsia="en-GB"/>
        </w:rPr>
      </w:pPr>
      <w:r>
        <w:fldChar w:fldCharType="begin"/>
      </w:r>
      <w:r>
        <w:instrText xml:space="preserve"> TOC \h \z \t "Figure_#" \c </w:instrText>
      </w:r>
      <w:r>
        <w:fldChar w:fldCharType="separate"/>
      </w:r>
      <w:hyperlink w:anchor="_Toc216488874" w:history="1">
        <w:r w:rsidRPr="00B00354">
          <w:rPr>
            <w:rStyle w:val="Hyperlink"/>
            <w:noProof/>
          </w:rPr>
          <w:t>Figure 1</w:t>
        </w:r>
        <w:r>
          <w:rPr>
            <w:rFonts w:ascii="Calibri" w:hAnsi="Calibri"/>
            <w:noProof/>
            <w:szCs w:val="22"/>
            <w:lang w:eastAsia="en-GB"/>
          </w:rPr>
          <w:tab/>
        </w:r>
        <w:r w:rsidRPr="00B00354">
          <w:rPr>
            <w:rStyle w:val="Hyperlink"/>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9</w:t>
        </w:r>
        <w:r>
          <w:rPr>
            <w:noProof/>
            <w:webHidden/>
          </w:rPr>
          <w:fldChar w:fldCharType="end"/>
        </w:r>
      </w:hyperlink>
    </w:p>
    <w:p w:rsidR="008D48B6" w:rsidRPr="00371BEF" w:rsidRDefault="008D48B6" w:rsidP="00380C7B">
      <w:r>
        <w:fldChar w:fldCharType="end"/>
      </w:r>
    </w:p>
    <w:p w:rsidR="008D48B6" w:rsidRPr="00371BEF" w:rsidRDefault="008D48B6" w:rsidP="00371BEF">
      <w:pPr>
        <w:pStyle w:val="Title"/>
      </w:pPr>
      <w:r w:rsidRPr="00371BEF">
        <w:br w:type="page"/>
      </w:r>
    </w:p>
    <w:p w:rsidR="008D48B6" w:rsidRPr="005B0539" w:rsidRDefault="008D48B6" w:rsidP="0095501F">
      <w:pPr>
        <w:pStyle w:val="Heading1"/>
        <w:numPr>
          <w:ilvl w:val="0"/>
          <w:numId w:val="19"/>
        </w:numPr>
      </w:pPr>
      <w:bookmarkStart w:id="9" w:name="_Toc287481561"/>
      <w:r>
        <w:t>introduction</w:t>
      </w:r>
      <w:bookmarkEnd w:id="9"/>
    </w:p>
    <w:p w:rsidR="008D48B6" w:rsidRDefault="008D48B6" w:rsidP="001B7986">
      <w:pPr>
        <w:rPr>
          <w:lang w:eastAsia="de-DE"/>
        </w:rPr>
      </w:pPr>
      <w:r w:rsidRPr="001B7986">
        <w:rPr>
          <w:lang w:eastAsia="de-DE"/>
        </w:rPr>
        <w:t xml:space="preserve">The purpose of Vessel Traffic Services (VTS) is to improve the safety and efficiency of navigation, safety of life at sea and the protection of the marine environment and/or the adjacent shore area, worksites and offshore installations from possible adverse effects of maritime traffic. </w:t>
      </w:r>
    </w:p>
    <w:p w:rsidR="008D48B6" w:rsidRPr="001B7986" w:rsidRDefault="008D48B6" w:rsidP="001B7986">
      <w:pPr>
        <w:rPr>
          <w:lang w:eastAsia="de-DE"/>
        </w:rPr>
      </w:pPr>
    </w:p>
    <w:p w:rsidR="008D48B6" w:rsidRPr="001B7986" w:rsidRDefault="008D48B6" w:rsidP="00445B60">
      <w:pPr>
        <w:rPr>
          <w:lang w:eastAsia="de-DE"/>
        </w:rPr>
      </w:pPr>
      <w:r w:rsidRPr="001B7986">
        <w:rPr>
          <w:lang w:eastAsia="de-DE"/>
        </w:rPr>
        <w:t xml:space="preserve">Chapter V “Safety of Navigation” of the SOLAS 1974 Convention, Regulation V-12 “Vessel Traffic Services”, states, amongst other things, that: </w:t>
      </w:r>
    </w:p>
    <w:p w:rsidR="008D48B6" w:rsidRDefault="008D48B6" w:rsidP="001574DC">
      <w:pPr>
        <w:ind w:left="720"/>
        <w:rPr>
          <w:i/>
        </w:rPr>
      </w:pPr>
      <w:r w:rsidRPr="00785FAC">
        <w:rPr>
          <w:i/>
        </w:rPr>
        <w:t xml:space="preserve">“Vessel traffic services contribute to safety of life at sea, safety and efficiency of navigation and protection of the marine environment, adjacent shore areas, work sites and offshore installations from possible adverse effects of maritime traffic.” </w:t>
      </w:r>
    </w:p>
    <w:p w:rsidR="008D48B6" w:rsidRDefault="008D48B6" w:rsidP="001574DC">
      <w:pPr>
        <w:tabs>
          <w:tab w:val="num" w:pos="567"/>
        </w:tabs>
        <w:ind w:left="720"/>
        <w:rPr>
          <w:i/>
        </w:rPr>
      </w:pPr>
    </w:p>
    <w:p w:rsidR="008D48B6" w:rsidRPr="00785FAC" w:rsidRDefault="008D48B6" w:rsidP="001574DC">
      <w:pPr>
        <w:tabs>
          <w:tab w:val="num" w:pos="567"/>
        </w:tabs>
        <w:ind w:left="720"/>
        <w:rPr>
          <w:i/>
        </w:rPr>
      </w:pPr>
      <w:r w:rsidRPr="00785FAC">
        <w:rPr>
          <w:i/>
        </w:rPr>
        <w:t xml:space="preserve"> “Contracting Governments planning and implementing VTS shall, wherever possible, follow the guidelines developed by the Organization.” </w:t>
      </w:r>
    </w:p>
    <w:p w:rsidR="008D48B6" w:rsidRPr="001B7986" w:rsidRDefault="008D48B6" w:rsidP="00445B60">
      <w:pPr>
        <w:rPr>
          <w:lang w:eastAsia="de-DE"/>
        </w:rPr>
      </w:pPr>
    </w:p>
    <w:p w:rsidR="008D48B6" w:rsidRPr="001B7986" w:rsidRDefault="008D48B6" w:rsidP="00445B60">
      <w:pPr>
        <w:rPr>
          <w:lang w:eastAsia="de-DE"/>
        </w:rPr>
      </w:pPr>
      <w:r w:rsidRPr="001B7986">
        <w:rPr>
          <w:lang w:eastAsia="de-DE"/>
        </w:rPr>
        <w:t xml:space="preserve">IMO Resolution A.857(20) </w:t>
      </w:r>
      <w:r w:rsidRPr="001B7986">
        <w:rPr>
          <w:i/>
          <w:iCs/>
          <w:lang w:eastAsia="de-DE"/>
        </w:rPr>
        <w:t xml:space="preserve">Guidelines for Vessel Traffic Services </w:t>
      </w:r>
      <w:r w:rsidRPr="001B7986">
        <w:rPr>
          <w:lang w:eastAsia="de-DE"/>
        </w:rPr>
        <w:t xml:space="preserve">define a Vessel Traffic Service (VTS) as a: </w:t>
      </w:r>
    </w:p>
    <w:p w:rsidR="008D48B6" w:rsidRDefault="008D48B6" w:rsidP="00445B60">
      <w:pPr>
        <w:ind w:left="720"/>
        <w:rPr>
          <w:i/>
          <w:iCs/>
          <w:lang w:eastAsia="de-DE"/>
        </w:rPr>
      </w:pPr>
      <w:r w:rsidRPr="001B7986">
        <w:rPr>
          <w:lang w:eastAsia="de-DE"/>
        </w:rPr>
        <w:t>“S</w:t>
      </w:r>
      <w:r w:rsidRPr="001B7986">
        <w:rPr>
          <w:i/>
          <w:iCs/>
          <w:lang w:eastAsia="de-DE"/>
        </w:rPr>
        <w:t>ervice implemented by a Competent Authority, designed to improve the safety and efficiency of vessel traffic and to protect the environment</w:t>
      </w:r>
      <w:r w:rsidRPr="001B7986">
        <w:rPr>
          <w:lang w:eastAsia="de-DE"/>
        </w:rPr>
        <w:t xml:space="preserve">. </w:t>
      </w:r>
      <w:r w:rsidRPr="001B7986">
        <w:rPr>
          <w:i/>
          <w:iCs/>
          <w:lang w:eastAsia="de-DE"/>
        </w:rPr>
        <w:t xml:space="preserve">The service should have the capability to interact with the traffic and to respond to traffic situations developing in the VTS area.” </w:t>
      </w:r>
    </w:p>
    <w:p w:rsidR="008D48B6" w:rsidRPr="001B7986" w:rsidRDefault="008D48B6" w:rsidP="00445B60">
      <w:pPr>
        <w:ind w:left="720"/>
        <w:rPr>
          <w:lang w:eastAsia="de-DE"/>
        </w:rPr>
      </w:pPr>
    </w:p>
    <w:p w:rsidR="008D48B6" w:rsidRDefault="008D48B6" w:rsidP="00445B60">
      <w:pPr>
        <w:rPr>
          <w:lang w:eastAsia="de-DE"/>
        </w:rPr>
      </w:pPr>
      <w:r w:rsidRPr="001B7986">
        <w:rPr>
          <w:lang w:eastAsia="de-DE"/>
        </w:rPr>
        <w:t xml:space="preserve">In providing definitions and clarifications with regards to VTS services, IMO Resolution A.857(20) </w:t>
      </w:r>
      <w:r w:rsidRPr="00E42CF6">
        <w:rPr>
          <w:highlight w:val="cyan"/>
          <w:lang w:eastAsia="de-DE"/>
        </w:rPr>
        <w:t>also</w:t>
      </w:r>
      <w:r w:rsidRPr="001B7986">
        <w:rPr>
          <w:lang w:eastAsia="de-DE"/>
        </w:rPr>
        <w:t xml:space="preserve"> states that: </w:t>
      </w:r>
    </w:p>
    <w:p w:rsidR="008D48B6" w:rsidRDefault="008D48B6" w:rsidP="00445B60">
      <w:pPr>
        <w:rPr>
          <w:lang w:eastAsia="de-DE"/>
        </w:rPr>
      </w:pPr>
    </w:p>
    <w:p w:rsidR="008D48B6" w:rsidRDefault="008D48B6" w:rsidP="00445B60">
      <w:pPr>
        <w:ind w:left="720"/>
        <w:rPr>
          <w:lang w:eastAsia="de-DE"/>
        </w:rPr>
      </w:pPr>
      <w:r w:rsidRPr="001B7986">
        <w:rPr>
          <w:lang w:eastAsia="de-DE"/>
        </w:rPr>
        <w:t xml:space="preserve"> “</w:t>
      </w:r>
      <w:r w:rsidRPr="001B7986">
        <w:rPr>
          <w:i/>
          <w:iCs/>
          <w:lang w:eastAsia="de-DE"/>
        </w:rPr>
        <w:t>VTS should comprise at least an Information Service and may also include others, such as a Navigational Assistance Service or a Traffic Organi</w:t>
      </w:r>
      <w:r>
        <w:rPr>
          <w:i/>
          <w:iCs/>
          <w:lang w:eastAsia="de-DE"/>
        </w:rPr>
        <w:t>z</w:t>
      </w:r>
      <w:r w:rsidRPr="001B7986">
        <w:rPr>
          <w:i/>
          <w:iCs/>
          <w:lang w:eastAsia="de-DE"/>
        </w:rPr>
        <w:t>ation Service, or both.</w:t>
      </w:r>
      <w:r w:rsidRPr="001B7986">
        <w:rPr>
          <w:lang w:eastAsia="de-DE"/>
        </w:rPr>
        <w:t>”</w:t>
      </w:r>
    </w:p>
    <w:p w:rsidR="008D48B6" w:rsidRDefault="008D48B6" w:rsidP="00445B60">
      <w:pPr>
        <w:rPr>
          <w:lang w:eastAsia="de-DE"/>
        </w:rPr>
      </w:pPr>
    </w:p>
    <w:p w:rsidR="008D48B6" w:rsidRDefault="008D48B6" w:rsidP="001B7986">
      <w:pPr>
        <w:rPr>
          <w:lang w:eastAsia="de-DE"/>
        </w:rPr>
      </w:pPr>
      <w:r w:rsidRPr="001B7986">
        <w:rPr>
          <w:lang w:eastAsia="de-DE"/>
        </w:rPr>
        <w:t xml:space="preserve">The principles of vessel traffic services are governed by a hierarchy of regulatory requirements and guidelines. Key requirements and guidelines include: </w:t>
      </w:r>
    </w:p>
    <w:p w:rsidR="008D48B6" w:rsidRPr="001B7986" w:rsidRDefault="008D48B6" w:rsidP="001B7986">
      <w:pPr>
        <w:rPr>
          <w:lang w:eastAsia="de-DE"/>
        </w:rPr>
      </w:pPr>
    </w:p>
    <w:p w:rsidR="008D48B6" w:rsidRPr="001B7986" w:rsidRDefault="008D48B6" w:rsidP="00A44757">
      <w:pPr>
        <w:pStyle w:val="List1"/>
      </w:pPr>
      <w:r w:rsidRPr="001B7986">
        <w:t>SOLAS Regulation V-12 “</w:t>
      </w:r>
      <w:r w:rsidRPr="00A44757">
        <w:t>Vessel Traffic Services</w:t>
      </w:r>
      <w:r w:rsidRPr="001B7986">
        <w:t xml:space="preserve">” </w:t>
      </w:r>
    </w:p>
    <w:p w:rsidR="008D48B6" w:rsidRPr="001B7986" w:rsidRDefault="008D48B6" w:rsidP="00A44757">
      <w:pPr>
        <w:pStyle w:val="List1"/>
      </w:pPr>
      <w:r w:rsidRPr="001B7986">
        <w:t xml:space="preserve">IMO Resolution A.857(20) </w:t>
      </w:r>
      <w:r w:rsidRPr="00A44757">
        <w:t xml:space="preserve">Guidelines for Vessel Traffic Services </w:t>
      </w:r>
    </w:p>
    <w:p w:rsidR="008D48B6" w:rsidRPr="00264724" w:rsidRDefault="008D48B6" w:rsidP="00A44757">
      <w:pPr>
        <w:pStyle w:val="List1"/>
        <w:rPr>
          <w:strike/>
        </w:rPr>
      </w:pPr>
      <w:r w:rsidRPr="00264724">
        <w:rPr>
          <w:strike/>
        </w:rPr>
        <w:t xml:space="preserve">IMO Resolution A.851(20) General Principles for Ship Reporting Systems and Ship Reporting Requirements </w:t>
      </w:r>
    </w:p>
    <w:p w:rsidR="008D48B6" w:rsidRPr="00264724" w:rsidRDefault="008D48B6" w:rsidP="00A44757">
      <w:pPr>
        <w:pStyle w:val="List1"/>
        <w:rPr>
          <w:strike/>
        </w:rPr>
      </w:pPr>
      <w:r w:rsidRPr="00264724">
        <w:rPr>
          <w:strike/>
        </w:rPr>
        <w:t xml:space="preserve">Resolution MSC.43(64) Guidelines and Criteria for Ship Reporting Systems </w:t>
      </w:r>
    </w:p>
    <w:p w:rsidR="008D48B6" w:rsidRPr="001B7986" w:rsidRDefault="008D48B6" w:rsidP="00A44757">
      <w:pPr>
        <w:pStyle w:val="List1"/>
      </w:pPr>
      <w:r w:rsidRPr="001B7986">
        <w:t xml:space="preserve">IMO Resolution A918(22) </w:t>
      </w:r>
      <w:r w:rsidRPr="00A44757">
        <w:t xml:space="preserve">IMO Standard Marine Communication Phrases </w:t>
      </w:r>
    </w:p>
    <w:p w:rsidR="008D48B6" w:rsidRPr="001B7986" w:rsidRDefault="008D48B6" w:rsidP="00A44757">
      <w:pPr>
        <w:pStyle w:val="List1"/>
      </w:pPr>
      <w:r w:rsidRPr="001B7986">
        <w:t xml:space="preserve">IALA </w:t>
      </w:r>
      <w:r w:rsidRPr="00A44757">
        <w:t xml:space="preserve">Vessel Traffic Services Manual (2008) </w:t>
      </w:r>
    </w:p>
    <w:p w:rsidR="008D48B6" w:rsidRPr="001B7986" w:rsidRDefault="008D48B6" w:rsidP="001B7986">
      <w:pPr>
        <w:rPr>
          <w:lang w:eastAsia="de-DE"/>
        </w:rPr>
      </w:pPr>
    </w:p>
    <w:p w:rsidR="008D48B6" w:rsidRPr="00CB59B3" w:rsidDel="001574DC" w:rsidRDefault="008D48B6" w:rsidP="001B7986">
      <w:pPr>
        <w:rPr>
          <w:del w:id="10" w:author="mosu01" w:date="2011-03-09T23:52:00Z"/>
          <w:szCs w:val="22"/>
          <w:highlight w:val="magenta"/>
        </w:rPr>
      </w:pPr>
      <w:del w:id="11" w:author="mosu01" w:date="2011-03-09T23:52:00Z">
        <w:r w:rsidRPr="00CB59B3" w:rsidDel="001574DC">
          <w:rPr>
            <w:szCs w:val="22"/>
            <w:highlight w:val="magenta"/>
          </w:rPr>
          <w:delText>The IMO Resolution also states that:</w:delText>
        </w:r>
      </w:del>
    </w:p>
    <w:p w:rsidR="008D48B6" w:rsidRPr="00CB59B3" w:rsidDel="001574DC" w:rsidRDefault="008D48B6" w:rsidP="001B7986">
      <w:pPr>
        <w:rPr>
          <w:del w:id="12" w:author="mosu01" w:date="2011-03-09T23:52:00Z"/>
          <w:szCs w:val="22"/>
          <w:highlight w:val="magenta"/>
        </w:rPr>
      </w:pPr>
    </w:p>
    <w:p w:rsidR="008D48B6" w:rsidDel="001574DC" w:rsidRDefault="008D48B6" w:rsidP="00B43874">
      <w:pPr>
        <w:ind w:left="720"/>
        <w:rPr>
          <w:del w:id="13" w:author="mosu01" w:date="2011-03-09T23:52:00Z"/>
          <w:i/>
          <w:lang w:val="en-US"/>
        </w:rPr>
      </w:pPr>
      <w:del w:id="14" w:author="mosu01" w:date="2011-03-09T23:52:00Z">
        <w:r w:rsidRPr="00CB59B3" w:rsidDel="001574DC">
          <w:rPr>
            <w:b/>
            <w:i/>
            <w:highlight w:val="magenta"/>
            <w:lang w:val="en-US"/>
          </w:rPr>
          <w:delText>“An Information Service</w:delText>
        </w:r>
        <w:r w:rsidRPr="00CB59B3" w:rsidDel="001574DC">
          <w:rPr>
            <w:i/>
            <w:highlight w:val="magenta"/>
            <w:lang w:val="en-US"/>
          </w:rPr>
          <w:delText xml:space="preserve"> provides essential and timely information to assist the on-board decision-making process.”</w:delText>
        </w:r>
      </w:del>
    </w:p>
    <w:p w:rsidR="008D48B6" w:rsidRDefault="008D48B6" w:rsidP="00B43874">
      <w:pPr>
        <w:rPr>
          <w:lang w:val="en-US"/>
        </w:rPr>
      </w:pPr>
    </w:p>
    <w:p w:rsidR="008D48B6" w:rsidRPr="00163F61" w:rsidRDefault="008D48B6" w:rsidP="00F40CDE">
      <w:pPr>
        <w:pStyle w:val="Default"/>
        <w:rPr>
          <w:sz w:val="22"/>
          <w:szCs w:val="22"/>
          <w:lang w:val="en-GB"/>
        </w:rPr>
      </w:pPr>
      <w:r w:rsidRPr="00163F61">
        <w:rPr>
          <w:sz w:val="22"/>
          <w:szCs w:val="22"/>
          <w:lang w:val="en-GB"/>
        </w:rPr>
        <w:t xml:space="preserve">Previous IALA Guideline 1068 on </w:t>
      </w:r>
      <w:r w:rsidRPr="00163F61">
        <w:rPr>
          <w:bCs/>
          <w:i/>
          <w:sz w:val="22"/>
          <w:szCs w:val="22"/>
          <w:lang w:val="en-GB"/>
        </w:rPr>
        <w:t>Provision of a Navigational Assistance Service by Vessel Traffic Service</w:t>
      </w:r>
      <w:r w:rsidRPr="00163F61">
        <w:rPr>
          <w:sz w:val="22"/>
          <w:szCs w:val="22"/>
          <w:lang w:val="en-GB"/>
        </w:rPr>
        <w:t xml:space="preserve"> ha</w:t>
      </w:r>
      <w:r>
        <w:rPr>
          <w:sz w:val="22"/>
          <w:szCs w:val="22"/>
          <w:lang w:val="en-GB"/>
        </w:rPr>
        <w:t>s</w:t>
      </w:r>
      <w:r w:rsidRPr="00163F61">
        <w:rPr>
          <w:sz w:val="22"/>
          <w:szCs w:val="22"/>
          <w:lang w:val="en-GB"/>
        </w:rPr>
        <w:t xml:space="preserve"> been superseded by this </w:t>
      </w:r>
      <w:r>
        <w:rPr>
          <w:sz w:val="22"/>
          <w:szCs w:val="22"/>
          <w:lang w:val="en-GB"/>
        </w:rPr>
        <w:t>guideline.</w:t>
      </w:r>
      <w:r w:rsidRPr="00163F61">
        <w:rPr>
          <w:sz w:val="22"/>
          <w:szCs w:val="22"/>
          <w:lang w:val="en-GB"/>
        </w:rPr>
        <w:t xml:space="preserve"> </w:t>
      </w:r>
    </w:p>
    <w:p w:rsidR="008D48B6" w:rsidRPr="00B43874" w:rsidRDefault="008D48B6" w:rsidP="00F40CDE">
      <w:pPr>
        <w:rPr>
          <w:lang w:val="en-US"/>
        </w:rPr>
      </w:pPr>
    </w:p>
    <w:p w:rsidR="008D48B6" w:rsidRPr="00371BEF" w:rsidRDefault="008D48B6" w:rsidP="00E37F22">
      <w:pPr>
        <w:pStyle w:val="Heading2"/>
        <w:numPr>
          <w:ilvl w:val="1"/>
          <w:numId w:val="17"/>
        </w:numPr>
        <w:rPr>
          <w:lang w:eastAsia="sv-SE"/>
        </w:rPr>
      </w:pPr>
      <w:bookmarkStart w:id="15" w:name="_Toc287481562"/>
      <w:r>
        <w:rPr>
          <w:lang w:eastAsia="sv-SE"/>
        </w:rPr>
        <w:t>Objective</w:t>
      </w:r>
      <w:bookmarkEnd w:id="15"/>
    </w:p>
    <w:p w:rsidR="008D48B6" w:rsidRDefault="008D48B6" w:rsidP="00371BEF">
      <w:pPr>
        <w:pStyle w:val="BodyText"/>
        <w:rPr>
          <w:lang w:eastAsia="de-DE"/>
        </w:rPr>
      </w:pPr>
      <w:r>
        <w:rPr>
          <w:lang w:eastAsia="de-DE"/>
        </w:rPr>
        <w:t xml:space="preserve">The aim of this document is to provide guidance on the delivery of the different types of services </w:t>
      </w:r>
      <w:ins w:id="16" w:author="mosu01" w:date="2011-03-09T23:53:00Z">
        <w:r>
          <w:rPr>
            <w:lang w:eastAsia="de-DE"/>
          </w:rPr>
          <w:t xml:space="preserve">given by a VTS </w:t>
        </w:r>
      </w:ins>
      <w:r>
        <w:rPr>
          <w:lang w:eastAsia="de-DE"/>
        </w:rPr>
        <w:t>such as Information Service, Navigational Assistance Service and Traffic Organization Service</w:t>
      </w:r>
      <w:ins w:id="17" w:author="mosu01" w:date="2011-03-09T23:54:00Z">
        <w:r>
          <w:rPr>
            <w:lang w:eastAsia="de-DE"/>
          </w:rPr>
          <w:t>.</w:t>
        </w:r>
      </w:ins>
      <w:del w:id="18" w:author="mosu01" w:date="2011-03-09T23:54:00Z">
        <w:r w:rsidDel="00853C9F">
          <w:rPr>
            <w:lang w:eastAsia="de-DE"/>
          </w:rPr>
          <w:delText xml:space="preserve"> </w:delText>
        </w:r>
        <w:r w:rsidDel="001574DC">
          <w:rPr>
            <w:lang w:eastAsia="de-DE"/>
          </w:rPr>
          <w:delText xml:space="preserve">by a VTS </w:delText>
        </w:r>
      </w:del>
      <w:ins w:id="19" w:author="mosu01" w:date="2011-03-09T23:54:00Z">
        <w:r>
          <w:rPr>
            <w:lang w:eastAsia="de-DE"/>
          </w:rPr>
          <w:t xml:space="preserve"> The guidelines also aims </w:t>
        </w:r>
      </w:ins>
      <w:r>
        <w:rPr>
          <w:lang w:eastAsia="de-DE"/>
        </w:rPr>
        <w:t>[</w:t>
      </w:r>
      <w:r w:rsidRPr="00976F9D">
        <w:rPr>
          <w:highlight w:val="cyan"/>
          <w:lang w:eastAsia="de-DE"/>
        </w:rPr>
        <w:t xml:space="preserve">to ensure </w:t>
      </w:r>
      <w:ins w:id="20" w:author="mosu01" w:date="2011-03-09T23:54:00Z">
        <w:r>
          <w:rPr>
            <w:highlight w:val="cyan"/>
            <w:lang w:eastAsia="de-DE"/>
          </w:rPr>
          <w:t xml:space="preserve">consistency in the </w:t>
        </w:r>
      </w:ins>
      <w:del w:id="21" w:author="mosu01" w:date="2011-03-09T23:55:00Z">
        <w:r w:rsidRPr="00976F9D" w:rsidDel="00853C9F">
          <w:rPr>
            <w:highlight w:val="cyan"/>
            <w:lang w:eastAsia="de-DE"/>
          </w:rPr>
          <w:delText xml:space="preserve">that </w:delText>
        </w:r>
      </w:del>
      <w:ins w:id="22" w:author="mosu01" w:date="2011-03-09T23:55:00Z">
        <w:r>
          <w:rPr>
            <w:highlight w:val="cyan"/>
            <w:lang w:eastAsia="de-DE"/>
          </w:rPr>
          <w:t xml:space="preserve">provision of </w:t>
        </w:r>
      </w:ins>
      <w:r w:rsidRPr="00976F9D">
        <w:rPr>
          <w:highlight w:val="cyan"/>
          <w:lang w:eastAsia="de-DE"/>
        </w:rPr>
        <w:t xml:space="preserve">the service </w:t>
      </w:r>
      <w:del w:id="23" w:author="mosu01" w:date="2011-03-09T23:55:00Z">
        <w:r w:rsidRPr="00976F9D" w:rsidDel="00853C9F">
          <w:rPr>
            <w:highlight w:val="cyan"/>
            <w:lang w:eastAsia="de-DE"/>
          </w:rPr>
          <w:delText xml:space="preserve">provided is consistent </w:delText>
        </w:r>
      </w:del>
      <w:r w:rsidRPr="00976F9D">
        <w:rPr>
          <w:highlight w:val="cyan"/>
          <w:lang w:eastAsia="de-DE"/>
        </w:rPr>
        <w:t>worldwide</w:t>
      </w:r>
      <w:ins w:id="24" w:author="mosu01" w:date="2011-03-09T23:55:00Z">
        <w:r>
          <w:rPr>
            <w:lang w:eastAsia="de-DE"/>
          </w:rPr>
          <w:t xml:space="preserve"> in order to </w:t>
        </w:r>
        <w:r w:rsidRPr="001B7986">
          <w:rPr>
            <w:lang w:eastAsia="de-DE"/>
          </w:rPr>
          <w:t>avoid confusion for the mariner trading between various jurisdictions about the delivery of VTS services</w:t>
        </w:r>
      </w:ins>
      <w:r>
        <w:rPr>
          <w:lang w:eastAsia="de-DE"/>
        </w:rPr>
        <w:t xml:space="preserve">]. </w:t>
      </w:r>
    </w:p>
    <w:p w:rsidR="008D48B6" w:rsidDel="00853C9F" w:rsidRDefault="008D48B6" w:rsidP="00CB59B3">
      <w:pPr>
        <w:rPr>
          <w:del w:id="25" w:author="mosu01" w:date="2011-03-09T23:57:00Z"/>
          <w:lang w:eastAsia="de-DE"/>
        </w:rPr>
      </w:pPr>
      <w:del w:id="26" w:author="mosu01" w:date="2011-03-09T23:57:00Z">
        <w:r w:rsidRPr="001B7986" w:rsidDel="00853C9F">
          <w:rPr>
            <w:lang w:eastAsia="de-DE"/>
          </w:rPr>
          <w:delText xml:space="preserve">Implicit in the statement that contracting governments, wherever possible, shall follow the VTS guidelines developed by the Organisation, is the need to ensure consistency in the approach taken to the delivery of VTS and to avoid confusion for the mariner trading between various jurisdictions about the delivery of VTS services. </w:delText>
        </w:r>
      </w:del>
    </w:p>
    <w:p w:rsidR="008D48B6" w:rsidRDefault="008D48B6" w:rsidP="00371BEF">
      <w:pPr>
        <w:pStyle w:val="BodyText"/>
        <w:rPr>
          <w:lang w:eastAsia="de-DE"/>
        </w:rPr>
      </w:pPr>
    </w:p>
    <w:p w:rsidR="008D48B6" w:rsidRPr="00371BEF" w:rsidRDefault="008D48B6" w:rsidP="0095501F">
      <w:pPr>
        <w:pStyle w:val="Heading1"/>
        <w:numPr>
          <w:ilvl w:val="0"/>
          <w:numId w:val="19"/>
        </w:numPr>
      </w:pPr>
      <w:bookmarkStart w:id="27" w:name="_Toc287481563"/>
      <w:r>
        <w:t>Acronyms and Definitions</w:t>
      </w:r>
      <w:bookmarkEnd w:id="27"/>
    </w:p>
    <w:p w:rsidR="008D48B6" w:rsidRPr="001477C1" w:rsidRDefault="008D48B6" w:rsidP="00FB3C2B">
      <w:pPr>
        <w:pStyle w:val="BodyText"/>
      </w:pPr>
      <w:r w:rsidRPr="001477C1">
        <w:t xml:space="preserve">To assist in the use of these Guidelines, the following </w:t>
      </w:r>
      <w:r>
        <w:t xml:space="preserve">acronyms and definitions </w:t>
      </w:r>
      <w:ins w:id="28" w:author="mosu01" w:date="2011-03-09T23:57:00Z">
        <w:r>
          <w:t xml:space="preserve">mainly </w:t>
        </w:r>
      </w:ins>
      <w:r w:rsidRPr="00774E1F">
        <w:rPr>
          <w:highlight w:val="yellow"/>
        </w:rPr>
        <w:t>based on IMO resolutions</w:t>
      </w:r>
      <w:r>
        <w:t xml:space="preserve"> have been used:</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
        <w:gridCol w:w="1620"/>
        <w:gridCol w:w="6254"/>
      </w:tblGrid>
      <w:tr w:rsidR="008D48B6" w:rsidRPr="003946EE">
        <w:tc>
          <w:tcPr>
            <w:tcW w:w="8234" w:type="dxa"/>
            <w:gridSpan w:val="3"/>
          </w:tcPr>
          <w:p w:rsidR="008D48B6" w:rsidRDefault="008D48B6" w:rsidP="0095501F">
            <w:pPr>
              <w:spacing w:before="120" w:after="120"/>
              <w:rPr>
                <w:b/>
                <w:i/>
              </w:rPr>
            </w:pPr>
            <w:r>
              <w:rPr>
                <w:b/>
                <w:i/>
                <w:szCs w:val="22"/>
              </w:rPr>
              <w:t>Acronyms</w:t>
            </w:r>
          </w:p>
        </w:tc>
      </w:tr>
      <w:tr w:rsidR="008D48B6" w:rsidRPr="003946EE">
        <w:tc>
          <w:tcPr>
            <w:tcW w:w="1980" w:type="dxa"/>
            <w:gridSpan w:val="2"/>
          </w:tcPr>
          <w:p w:rsidR="008D48B6" w:rsidRPr="0036734B" w:rsidRDefault="008D48B6" w:rsidP="0095501F">
            <w:pPr>
              <w:spacing w:before="40"/>
              <w:rPr>
                <w:i/>
              </w:rPr>
            </w:pPr>
            <w:r>
              <w:rPr>
                <w:i/>
                <w:szCs w:val="22"/>
              </w:rPr>
              <w:t>COG</w:t>
            </w:r>
          </w:p>
        </w:tc>
        <w:tc>
          <w:tcPr>
            <w:tcW w:w="6254" w:type="dxa"/>
          </w:tcPr>
          <w:p w:rsidR="008D48B6" w:rsidRPr="0036734B" w:rsidRDefault="008D48B6" w:rsidP="0095501F">
            <w:pPr>
              <w:spacing w:before="40"/>
            </w:pPr>
            <w:r w:rsidRPr="0036734B">
              <w:rPr>
                <w:szCs w:val="22"/>
              </w:rPr>
              <w:t>Course over Ground</w:t>
            </w:r>
          </w:p>
        </w:tc>
      </w:tr>
      <w:tr w:rsidR="008D48B6" w:rsidRPr="003946EE">
        <w:tc>
          <w:tcPr>
            <w:tcW w:w="1980" w:type="dxa"/>
            <w:gridSpan w:val="2"/>
          </w:tcPr>
          <w:p w:rsidR="008D48B6" w:rsidRPr="003946EE" w:rsidRDefault="008D48B6" w:rsidP="0095501F">
            <w:pPr>
              <w:spacing w:before="40"/>
              <w:rPr>
                <w:i/>
              </w:rPr>
            </w:pPr>
            <w:r w:rsidRPr="0036734B">
              <w:rPr>
                <w:i/>
                <w:szCs w:val="22"/>
              </w:rPr>
              <w:t xml:space="preserve">IALA </w:t>
            </w:r>
          </w:p>
        </w:tc>
        <w:tc>
          <w:tcPr>
            <w:tcW w:w="6254" w:type="dxa"/>
          </w:tcPr>
          <w:p w:rsidR="008D48B6" w:rsidRPr="0036734B" w:rsidRDefault="008D48B6" w:rsidP="0095501F">
            <w:pPr>
              <w:spacing w:before="40"/>
            </w:pPr>
            <w:r w:rsidRPr="0036734B">
              <w:rPr>
                <w:szCs w:val="22"/>
              </w:rPr>
              <w:t>International Association for Marine Aids to Navigation and Lighthouse Authorities</w:t>
            </w:r>
          </w:p>
        </w:tc>
      </w:tr>
      <w:tr w:rsidR="008D48B6" w:rsidRPr="003946EE">
        <w:tc>
          <w:tcPr>
            <w:tcW w:w="1980" w:type="dxa"/>
            <w:gridSpan w:val="2"/>
          </w:tcPr>
          <w:p w:rsidR="008D48B6" w:rsidRPr="0036734B" w:rsidRDefault="008D48B6" w:rsidP="0095501F">
            <w:pPr>
              <w:spacing w:before="40"/>
              <w:rPr>
                <w:i/>
              </w:rPr>
            </w:pPr>
            <w:r>
              <w:rPr>
                <w:i/>
                <w:szCs w:val="22"/>
              </w:rPr>
              <w:t>IMO</w:t>
            </w:r>
          </w:p>
        </w:tc>
        <w:tc>
          <w:tcPr>
            <w:tcW w:w="6254" w:type="dxa"/>
          </w:tcPr>
          <w:p w:rsidR="008D48B6" w:rsidRPr="0036734B" w:rsidRDefault="008D48B6" w:rsidP="0095501F">
            <w:pPr>
              <w:spacing w:before="40"/>
            </w:pPr>
            <w:r w:rsidRPr="0036734B">
              <w:rPr>
                <w:szCs w:val="22"/>
              </w:rPr>
              <w:t>International Maritime Organization</w:t>
            </w:r>
          </w:p>
        </w:tc>
      </w:tr>
      <w:tr w:rsidR="008D48B6" w:rsidRPr="003946EE">
        <w:tc>
          <w:tcPr>
            <w:tcW w:w="1980" w:type="dxa"/>
            <w:gridSpan w:val="2"/>
          </w:tcPr>
          <w:p w:rsidR="008D48B6" w:rsidRDefault="008D48B6" w:rsidP="0095501F">
            <w:pPr>
              <w:spacing w:before="40"/>
              <w:rPr>
                <w:i/>
              </w:rPr>
            </w:pPr>
            <w:r>
              <w:rPr>
                <w:i/>
                <w:szCs w:val="22"/>
              </w:rPr>
              <w:t>ISPS</w:t>
            </w:r>
          </w:p>
        </w:tc>
        <w:tc>
          <w:tcPr>
            <w:tcW w:w="6254" w:type="dxa"/>
          </w:tcPr>
          <w:p w:rsidR="008D48B6" w:rsidRPr="0036734B" w:rsidRDefault="008D48B6" w:rsidP="0095501F">
            <w:pPr>
              <w:spacing w:before="40"/>
            </w:pPr>
            <w:r>
              <w:rPr>
                <w:szCs w:val="22"/>
              </w:rPr>
              <w:t xml:space="preserve">International Ship and Port </w:t>
            </w:r>
            <w:ins w:id="29" w:author="mosu01" w:date="2011-03-09T23:58:00Z">
              <w:r>
                <w:rPr>
                  <w:szCs w:val="22"/>
                </w:rPr>
                <w:t xml:space="preserve">Facility </w:t>
              </w:r>
            </w:ins>
            <w:r>
              <w:rPr>
                <w:szCs w:val="22"/>
              </w:rPr>
              <w:t xml:space="preserve">Security </w:t>
            </w:r>
            <w:ins w:id="30" w:author="mosu01" w:date="2011-03-09T23:59:00Z">
              <w:r>
                <w:rPr>
                  <w:szCs w:val="22"/>
                </w:rPr>
                <w:t>(</w:t>
              </w:r>
            </w:ins>
            <w:r>
              <w:rPr>
                <w:szCs w:val="22"/>
              </w:rPr>
              <w:t>Code</w:t>
            </w:r>
            <w:ins w:id="31" w:author="mosu01" w:date="2011-03-09T23:59:00Z">
              <w:r>
                <w:rPr>
                  <w:szCs w:val="22"/>
                </w:rPr>
                <w:t>)</w:t>
              </w:r>
            </w:ins>
          </w:p>
        </w:tc>
      </w:tr>
      <w:tr w:rsidR="008D48B6" w:rsidRPr="003946EE">
        <w:tc>
          <w:tcPr>
            <w:tcW w:w="1980" w:type="dxa"/>
            <w:gridSpan w:val="2"/>
          </w:tcPr>
          <w:p w:rsidR="008D48B6" w:rsidRPr="0036734B" w:rsidRDefault="008D48B6" w:rsidP="0095501F">
            <w:pPr>
              <w:spacing w:before="40"/>
              <w:rPr>
                <w:i/>
              </w:rPr>
            </w:pPr>
            <w:r>
              <w:rPr>
                <w:i/>
                <w:szCs w:val="22"/>
              </w:rPr>
              <w:t>MSC</w:t>
            </w:r>
          </w:p>
        </w:tc>
        <w:tc>
          <w:tcPr>
            <w:tcW w:w="6254" w:type="dxa"/>
          </w:tcPr>
          <w:p w:rsidR="008D48B6" w:rsidRPr="0036734B" w:rsidRDefault="008D48B6" w:rsidP="0095501F">
            <w:pPr>
              <w:spacing w:before="40"/>
            </w:pPr>
            <w:r w:rsidRPr="0036734B">
              <w:rPr>
                <w:szCs w:val="22"/>
              </w:rPr>
              <w:t>Maritime Safety Committee (Standing Committee of IMO)</w:t>
            </w:r>
          </w:p>
        </w:tc>
      </w:tr>
      <w:tr w:rsidR="008D48B6" w:rsidRPr="003946EE">
        <w:tc>
          <w:tcPr>
            <w:tcW w:w="1980" w:type="dxa"/>
            <w:gridSpan w:val="2"/>
          </w:tcPr>
          <w:p w:rsidR="008D48B6" w:rsidRPr="0036734B" w:rsidRDefault="008D48B6" w:rsidP="0095501F">
            <w:pPr>
              <w:spacing w:before="40"/>
              <w:rPr>
                <w:i/>
              </w:rPr>
            </w:pPr>
            <w:r>
              <w:rPr>
                <w:i/>
                <w:szCs w:val="22"/>
              </w:rPr>
              <w:t>OOW</w:t>
            </w:r>
          </w:p>
        </w:tc>
        <w:tc>
          <w:tcPr>
            <w:tcW w:w="6254" w:type="dxa"/>
          </w:tcPr>
          <w:p w:rsidR="008D48B6" w:rsidRPr="0036734B" w:rsidRDefault="008D48B6" w:rsidP="0095501F">
            <w:pPr>
              <w:spacing w:before="40"/>
            </w:pPr>
            <w:r w:rsidRPr="0036734B">
              <w:rPr>
                <w:szCs w:val="22"/>
              </w:rPr>
              <w:t xml:space="preserve">Officer of the Watch </w:t>
            </w:r>
          </w:p>
        </w:tc>
      </w:tr>
      <w:tr w:rsidR="008D48B6" w:rsidRPr="003946EE">
        <w:tc>
          <w:tcPr>
            <w:tcW w:w="1980" w:type="dxa"/>
            <w:gridSpan w:val="2"/>
          </w:tcPr>
          <w:p w:rsidR="008D48B6" w:rsidRDefault="008D48B6" w:rsidP="0095501F">
            <w:pPr>
              <w:spacing w:before="40"/>
              <w:rPr>
                <w:i/>
              </w:rPr>
            </w:pPr>
            <w:r>
              <w:rPr>
                <w:i/>
                <w:szCs w:val="22"/>
              </w:rPr>
              <w:t>PSC</w:t>
            </w:r>
          </w:p>
        </w:tc>
        <w:tc>
          <w:tcPr>
            <w:tcW w:w="6254" w:type="dxa"/>
          </w:tcPr>
          <w:p w:rsidR="008D48B6" w:rsidRPr="001B7986" w:rsidRDefault="008D48B6" w:rsidP="0095501F">
            <w:pPr>
              <w:spacing w:before="40"/>
            </w:pPr>
            <w:r>
              <w:t>Port State Control</w:t>
            </w:r>
          </w:p>
        </w:tc>
      </w:tr>
      <w:tr w:rsidR="008D48B6" w:rsidRPr="003946EE">
        <w:tc>
          <w:tcPr>
            <w:tcW w:w="1980" w:type="dxa"/>
            <w:gridSpan w:val="2"/>
          </w:tcPr>
          <w:p w:rsidR="008D48B6" w:rsidRPr="0036734B" w:rsidRDefault="008D48B6" w:rsidP="0095501F">
            <w:pPr>
              <w:spacing w:before="40"/>
              <w:rPr>
                <w:i/>
              </w:rPr>
            </w:pPr>
            <w:r>
              <w:rPr>
                <w:i/>
                <w:szCs w:val="22"/>
              </w:rPr>
              <w:t>SMCP</w:t>
            </w:r>
          </w:p>
        </w:tc>
        <w:tc>
          <w:tcPr>
            <w:tcW w:w="6254" w:type="dxa"/>
          </w:tcPr>
          <w:p w:rsidR="008D48B6" w:rsidRPr="0036734B" w:rsidRDefault="008D48B6" w:rsidP="0095501F">
            <w:pPr>
              <w:spacing w:before="40"/>
            </w:pPr>
            <w:r w:rsidRPr="001B7986">
              <w:t>IMO Resolution A</w:t>
            </w:r>
            <w:r>
              <w:t>.</w:t>
            </w:r>
            <w:r w:rsidRPr="001B7986">
              <w:t xml:space="preserve">918(22) </w:t>
            </w:r>
            <w:r w:rsidRPr="00A44757">
              <w:t>IMO Standard Marine Communication Phrases</w:t>
            </w:r>
            <w:r w:rsidRPr="0036734B">
              <w:rPr>
                <w:szCs w:val="22"/>
              </w:rPr>
              <w:t xml:space="preserve"> </w:t>
            </w:r>
          </w:p>
        </w:tc>
      </w:tr>
      <w:tr w:rsidR="008D48B6" w:rsidRPr="003946EE">
        <w:tc>
          <w:tcPr>
            <w:tcW w:w="1980" w:type="dxa"/>
            <w:gridSpan w:val="2"/>
          </w:tcPr>
          <w:p w:rsidR="008D48B6" w:rsidRPr="0036734B" w:rsidRDefault="008D48B6" w:rsidP="0095501F">
            <w:pPr>
              <w:spacing w:before="40"/>
              <w:rPr>
                <w:i/>
              </w:rPr>
            </w:pPr>
            <w:r w:rsidRPr="00E2706B">
              <w:rPr>
                <w:i/>
                <w:szCs w:val="22"/>
              </w:rPr>
              <w:t>SOG</w:t>
            </w:r>
          </w:p>
        </w:tc>
        <w:tc>
          <w:tcPr>
            <w:tcW w:w="6254" w:type="dxa"/>
          </w:tcPr>
          <w:p w:rsidR="008D48B6" w:rsidRPr="0036734B" w:rsidRDefault="008D48B6" w:rsidP="0095501F">
            <w:pPr>
              <w:spacing w:before="40"/>
            </w:pPr>
            <w:r w:rsidRPr="0036734B">
              <w:rPr>
                <w:szCs w:val="22"/>
              </w:rPr>
              <w:t>Speed over Ground</w:t>
            </w:r>
          </w:p>
        </w:tc>
      </w:tr>
      <w:tr w:rsidR="008D48B6" w:rsidRPr="003946EE">
        <w:tc>
          <w:tcPr>
            <w:tcW w:w="1980" w:type="dxa"/>
            <w:gridSpan w:val="2"/>
          </w:tcPr>
          <w:p w:rsidR="008D48B6" w:rsidRPr="0036734B" w:rsidRDefault="008D48B6" w:rsidP="0095501F">
            <w:pPr>
              <w:spacing w:before="40"/>
              <w:rPr>
                <w:i/>
              </w:rPr>
            </w:pPr>
            <w:r w:rsidRPr="0036734B">
              <w:rPr>
                <w:i/>
                <w:szCs w:val="22"/>
              </w:rPr>
              <w:t>SOLAS</w:t>
            </w:r>
          </w:p>
        </w:tc>
        <w:tc>
          <w:tcPr>
            <w:tcW w:w="6254" w:type="dxa"/>
          </w:tcPr>
          <w:p w:rsidR="008D48B6" w:rsidRPr="0036734B" w:rsidRDefault="008D48B6" w:rsidP="00853C9F">
            <w:pPr>
              <w:spacing w:before="40"/>
            </w:pPr>
            <w:del w:id="32" w:author="mosu01" w:date="2011-03-10T00:03:00Z">
              <w:r w:rsidRPr="0036734B" w:rsidDel="00853C9F">
                <w:rPr>
                  <w:szCs w:val="22"/>
                </w:rPr>
                <w:delText>United Nations</w:delText>
              </w:r>
            </w:del>
            <w:ins w:id="33" w:author="mosu01" w:date="2011-03-10T00:03:00Z">
              <w:r>
                <w:rPr>
                  <w:szCs w:val="22"/>
                </w:rPr>
                <w:t>International</w:t>
              </w:r>
            </w:ins>
            <w:r w:rsidRPr="0036734B">
              <w:rPr>
                <w:szCs w:val="22"/>
              </w:rPr>
              <w:t xml:space="preserve"> Convention </w:t>
            </w:r>
            <w:del w:id="34" w:author="mosu01" w:date="2011-03-10T00:03:00Z">
              <w:r w:rsidRPr="0036734B" w:rsidDel="00853C9F">
                <w:rPr>
                  <w:szCs w:val="22"/>
                </w:rPr>
                <w:delText xml:space="preserve">on </w:delText>
              </w:r>
            </w:del>
            <w:ins w:id="35" w:author="mosu01" w:date="2011-03-10T00:03:00Z">
              <w:r>
                <w:rPr>
                  <w:szCs w:val="22"/>
                </w:rPr>
                <w:t>for</w:t>
              </w:r>
              <w:r w:rsidRPr="0036734B">
                <w:rPr>
                  <w:szCs w:val="22"/>
                </w:rPr>
                <w:t xml:space="preserve"> </w:t>
              </w:r>
            </w:ins>
            <w:r w:rsidRPr="0036734B">
              <w:rPr>
                <w:szCs w:val="22"/>
              </w:rPr>
              <w:t>the Safety of Life at Sea</w:t>
            </w:r>
          </w:p>
        </w:tc>
      </w:tr>
      <w:tr w:rsidR="008D48B6" w:rsidRPr="003946EE">
        <w:tc>
          <w:tcPr>
            <w:tcW w:w="1980" w:type="dxa"/>
            <w:gridSpan w:val="2"/>
          </w:tcPr>
          <w:p w:rsidR="008D48B6" w:rsidRPr="0036734B" w:rsidRDefault="008D48B6" w:rsidP="0095501F">
            <w:pPr>
              <w:spacing w:before="40"/>
              <w:rPr>
                <w:i/>
              </w:rPr>
            </w:pPr>
            <w:r>
              <w:rPr>
                <w:i/>
                <w:szCs w:val="22"/>
              </w:rPr>
              <w:t>VTS</w:t>
            </w:r>
          </w:p>
        </w:tc>
        <w:tc>
          <w:tcPr>
            <w:tcW w:w="6254" w:type="dxa"/>
          </w:tcPr>
          <w:p w:rsidR="008D48B6" w:rsidRPr="0036734B" w:rsidRDefault="008D48B6" w:rsidP="0095501F">
            <w:pPr>
              <w:spacing w:before="40"/>
            </w:pPr>
            <w:r w:rsidRPr="0036734B">
              <w:rPr>
                <w:szCs w:val="22"/>
              </w:rPr>
              <w:t>Vessel Traffic Services</w:t>
            </w:r>
          </w:p>
        </w:tc>
      </w:tr>
      <w:tr w:rsidR="008D48B6" w:rsidRPr="003946EE">
        <w:tc>
          <w:tcPr>
            <w:tcW w:w="1980" w:type="dxa"/>
            <w:gridSpan w:val="2"/>
          </w:tcPr>
          <w:p w:rsidR="008D48B6" w:rsidRPr="0036734B" w:rsidRDefault="008D48B6" w:rsidP="0095501F">
            <w:pPr>
              <w:spacing w:before="40"/>
              <w:rPr>
                <w:i/>
              </w:rPr>
            </w:pPr>
            <w:r>
              <w:rPr>
                <w:i/>
                <w:szCs w:val="22"/>
              </w:rPr>
              <w:t>VTSO</w:t>
            </w:r>
          </w:p>
        </w:tc>
        <w:tc>
          <w:tcPr>
            <w:tcW w:w="6254" w:type="dxa"/>
          </w:tcPr>
          <w:p w:rsidR="008D48B6" w:rsidRPr="0036734B" w:rsidRDefault="008D48B6" w:rsidP="0095501F">
            <w:pPr>
              <w:spacing w:before="40"/>
            </w:pPr>
            <w:r w:rsidRPr="0036734B">
              <w:rPr>
                <w:szCs w:val="22"/>
              </w:rPr>
              <w:t>Vessel Traffic Services Operator</w:t>
            </w:r>
          </w:p>
        </w:tc>
      </w:tr>
      <w:tr w:rsidR="008D48B6" w:rsidRPr="003946EE">
        <w:tc>
          <w:tcPr>
            <w:tcW w:w="8234" w:type="dxa"/>
            <w:gridSpan w:val="3"/>
            <w:tcBorders>
              <w:left w:val="nil"/>
              <w:right w:val="nil"/>
            </w:tcBorders>
          </w:tcPr>
          <w:p w:rsidR="008D48B6" w:rsidRDefault="008D48B6" w:rsidP="00D705B1">
            <w:pPr>
              <w:rPr>
                <w:b/>
                <w:i/>
              </w:rPr>
            </w:pPr>
          </w:p>
          <w:p w:rsidR="008D48B6" w:rsidRDefault="008D48B6" w:rsidP="00D705B1">
            <w:pPr>
              <w:rPr>
                <w:b/>
                <w:i/>
              </w:rPr>
            </w:pPr>
          </w:p>
        </w:tc>
      </w:tr>
      <w:tr w:rsidR="008D48B6" w:rsidRPr="0095501F">
        <w:tc>
          <w:tcPr>
            <w:tcW w:w="8234" w:type="dxa"/>
            <w:gridSpan w:val="3"/>
          </w:tcPr>
          <w:p w:rsidR="008D48B6" w:rsidRPr="007B0713" w:rsidRDefault="008D48B6" w:rsidP="0095501F">
            <w:pPr>
              <w:spacing w:before="120" w:after="120"/>
              <w:rPr>
                <w:b/>
                <w:i/>
              </w:rPr>
            </w:pPr>
            <w:r>
              <w:rPr>
                <w:b/>
                <w:i/>
                <w:szCs w:val="22"/>
              </w:rPr>
              <w:t>General Definitions</w:t>
            </w:r>
          </w:p>
        </w:tc>
      </w:tr>
      <w:tr w:rsidR="008D48B6" w:rsidRPr="003946EE">
        <w:tc>
          <w:tcPr>
            <w:tcW w:w="1980" w:type="dxa"/>
            <w:gridSpan w:val="2"/>
          </w:tcPr>
          <w:p w:rsidR="008D48B6" w:rsidRPr="003946EE" w:rsidRDefault="008D48B6" w:rsidP="0095501F">
            <w:pPr>
              <w:spacing w:before="40"/>
              <w:rPr>
                <w:i/>
              </w:rPr>
            </w:pPr>
            <w:r w:rsidRPr="003946EE">
              <w:rPr>
                <w:i/>
                <w:szCs w:val="22"/>
              </w:rPr>
              <w:t>Competent Authority</w:t>
            </w:r>
          </w:p>
        </w:tc>
        <w:tc>
          <w:tcPr>
            <w:tcW w:w="6254" w:type="dxa"/>
          </w:tcPr>
          <w:p w:rsidR="008D48B6" w:rsidRPr="003946EE" w:rsidRDefault="008D48B6" w:rsidP="0095501F">
            <w:pPr>
              <w:spacing w:before="40"/>
            </w:pPr>
            <w:r w:rsidRPr="003946EE">
              <w:rPr>
                <w:szCs w:val="22"/>
              </w:rPr>
              <w:t>The authority made responsible, in whole or in part, by the Government for safety, including environmental safety, and efficiency of vessel traffic and the protection of the environment.</w:t>
            </w:r>
            <w:r w:rsidRPr="003946EE">
              <w:rPr>
                <w:b/>
                <w:szCs w:val="22"/>
                <w:vertAlign w:val="superscript"/>
              </w:rPr>
              <w:t>1</w:t>
            </w:r>
          </w:p>
        </w:tc>
      </w:tr>
      <w:tr w:rsidR="008D48B6" w:rsidRPr="003946EE">
        <w:tc>
          <w:tcPr>
            <w:tcW w:w="1980" w:type="dxa"/>
            <w:gridSpan w:val="2"/>
          </w:tcPr>
          <w:p w:rsidR="008D48B6" w:rsidRPr="0083396C" w:rsidRDefault="008D48B6" w:rsidP="0095501F">
            <w:pPr>
              <w:spacing w:before="40"/>
              <w:rPr>
                <w:i/>
              </w:rPr>
            </w:pPr>
            <w:r w:rsidRPr="0083396C">
              <w:rPr>
                <w:i/>
                <w:szCs w:val="22"/>
              </w:rPr>
              <w:t>Information Service</w:t>
            </w:r>
            <w:r>
              <w:rPr>
                <w:i/>
                <w:szCs w:val="22"/>
              </w:rPr>
              <w:t xml:space="preserve"> (INS)</w:t>
            </w:r>
          </w:p>
        </w:tc>
        <w:tc>
          <w:tcPr>
            <w:tcW w:w="6254" w:type="dxa"/>
          </w:tcPr>
          <w:p w:rsidR="008D48B6" w:rsidRPr="0083396C" w:rsidRDefault="008D48B6" w:rsidP="0095501F">
            <w:pPr>
              <w:spacing w:before="40"/>
            </w:pPr>
            <w:r w:rsidRPr="0083396C">
              <w:t>A service to ensure that essential information becomes available in time for on-board navigational decision-making.</w:t>
            </w:r>
            <w:r w:rsidRPr="005114BB">
              <w:rPr>
                <w:b/>
                <w:szCs w:val="22"/>
                <w:vertAlign w:val="superscript"/>
              </w:rPr>
              <w:t>1</w:t>
            </w:r>
          </w:p>
        </w:tc>
      </w:tr>
      <w:tr w:rsidR="008D48B6" w:rsidRPr="003946EE">
        <w:tc>
          <w:tcPr>
            <w:tcW w:w="1980" w:type="dxa"/>
            <w:gridSpan w:val="2"/>
          </w:tcPr>
          <w:p w:rsidR="008D48B6" w:rsidRDefault="008D48B6" w:rsidP="0095501F">
            <w:pPr>
              <w:spacing w:before="40"/>
              <w:rPr>
                <w:i/>
              </w:rPr>
            </w:pPr>
            <w:r>
              <w:rPr>
                <w:i/>
                <w:szCs w:val="22"/>
              </w:rPr>
              <w:t>Navigational Assistance Service (NAS)</w:t>
            </w:r>
          </w:p>
        </w:tc>
        <w:tc>
          <w:tcPr>
            <w:tcW w:w="6254" w:type="dxa"/>
          </w:tcPr>
          <w:p w:rsidR="008D48B6" w:rsidRPr="00D127D1" w:rsidRDefault="008D48B6" w:rsidP="008D169A">
            <w:pPr>
              <w:spacing w:before="40"/>
            </w:pPr>
            <w:r w:rsidRPr="008D169A">
              <w:rPr>
                <w:szCs w:val="22"/>
              </w:rPr>
              <w:t>A service to assist on-board navigational decision making and to monitor its effects.</w:t>
            </w:r>
            <w:r w:rsidRPr="008D169A">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Pr>
                <w:i/>
                <w:szCs w:val="22"/>
              </w:rPr>
              <w:t>Participating Vessel</w:t>
            </w:r>
          </w:p>
        </w:tc>
        <w:tc>
          <w:tcPr>
            <w:tcW w:w="6254" w:type="dxa"/>
          </w:tcPr>
          <w:p w:rsidR="008D48B6" w:rsidRPr="00C95D0A" w:rsidRDefault="008D48B6" w:rsidP="0095501F">
            <w:pPr>
              <w:spacing w:before="40"/>
            </w:pPr>
            <w:r w:rsidRPr="00D127D1">
              <w:rPr>
                <w:szCs w:val="22"/>
              </w:rPr>
              <w:t xml:space="preserve">Vessels navigating in an area where vessel traffic services are provided should make use of these services. </w:t>
            </w:r>
            <w:r>
              <w:rPr>
                <w:szCs w:val="22"/>
              </w:rPr>
              <w:t xml:space="preserve"> </w:t>
            </w:r>
            <w:r w:rsidRPr="00D127D1">
              <w:rPr>
                <w:szCs w:val="22"/>
              </w:rPr>
              <w:t xml:space="preserve">Depending upon governing rules and regulations, participation in a VTS may be either voluntary or mandatory. </w:t>
            </w:r>
            <w:r>
              <w:rPr>
                <w:szCs w:val="22"/>
              </w:rPr>
              <w:t xml:space="preserve"> </w:t>
            </w:r>
            <w:r w:rsidRPr="00D127D1">
              <w:rPr>
                <w:szCs w:val="22"/>
              </w:rPr>
              <w:t>Vessels should be allowed to use a VTS where mandatory participation is not required.</w:t>
            </w:r>
            <w:r w:rsidRPr="003946EE">
              <w:rPr>
                <w:b/>
                <w:szCs w:val="22"/>
                <w:vertAlign w:val="superscript"/>
              </w:rPr>
              <w:t>1</w:t>
            </w:r>
          </w:p>
        </w:tc>
      </w:tr>
      <w:tr w:rsidR="008D48B6" w:rsidRPr="003946EE">
        <w:tc>
          <w:tcPr>
            <w:tcW w:w="1980" w:type="dxa"/>
            <w:gridSpan w:val="2"/>
          </w:tcPr>
          <w:p w:rsidR="008D48B6" w:rsidRDefault="008D48B6" w:rsidP="0095501F">
            <w:pPr>
              <w:spacing w:before="40"/>
              <w:rPr>
                <w:i/>
              </w:rPr>
            </w:pPr>
            <w:r>
              <w:rPr>
                <w:i/>
                <w:szCs w:val="22"/>
              </w:rPr>
              <w:t>Traffic Organisation Service (TOS)</w:t>
            </w:r>
          </w:p>
        </w:tc>
        <w:tc>
          <w:tcPr>
            <w:tcW w:w="6254" w:type="dxa"/>
          </w:tcPr>
          <w:p w:rsidR="008D48B6" w:rsidRPr="008D169A" w:rsidRDefault="008D48B6" w:rsidP="00970B19">
            <w:pPr>
              <w:spacing w:before="40"/>
            </w:pPr>
            <w:r w:rsidRPr="008D169A">
              <w:rPr>
                <w:szCs w:val="22"/>
              </w:rPr>
              <w:t>A traffic organization service is a service to prevent the development of dangerous</w:t>
            </w:r>
            <w:r>
              <w:rPr>
                <w:szCs w:val="22"/>
              </w:rPr>
              <w:t xml:space="preserve"> </w:t>
            </w:r>
            <w:r w:rsidRPr="008D169A">
              <w:rPr>
                <w:szCs w:val="22"/>
              </w:rPr>
              <w:t>maritime traffic situations and to provide for the safe and efficient movement of vessel</w:t>
            </w:r>
            <w:r>
              <w:rPr>
                <w:szCs w:val="22"/>
              </w:rPr>
              <w:t xml:space="preserve"> </w:t>
            </w:r>
            <w:r w:rsidRPr="008D169A">
              <w:rPr>
                <w:szCs w:val="22"/>
              </w:rPr>
              <w:t>traffic within the VTS area.</w:t>
            </w:r>
            <w:r w:rsidRPr="005114BB">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sidRPr="003946EE">
              <w:rPr>
                <w:i/>
                <w:szCs w:val="22"/>
              </w:rPr>
              <w:t>Vessel Traffic Services (VTS)</w:t>
            </w:r>
          </w:p>
        </w:tc>
        <w:tc>
          <w:tcPr>
            <w:tcW w:w="6254" w:type="dxa"/>
          </w:tcPr>
          <w:p w:rsidR="008D48B6" w:rsidRPr="003946EE" w:rsidDel="001574DC" w:rsidRDefault="008D48B6" w:rsidP="0095501F">
            <w:pPr>
              <w:spacing w:before="40"/>
              <w:rPr>
                <w:del w:id="36" w:author="mosu01" w:date="2011-03-09T23:52:00Z"/>
                <w:b/>
                <w:vertAlign w:val="superscript"/>
              </w:rPr>
            </w:pPr>
            <w:r>
              <w:rPr>
                <w:szCs w:val="22"/>
              </w:rPr>
              <w:t>A</w:t>
            </w:r>
            <w:r w:rsidRPr="00C95D0A">
              <w:rPr>
                <w:szCs w:val="22"/>
              </w:rPr>
              <w:t xml:space="preserve"> service implemented by a Competent Authority, designed</w:t>
            </w:r>
            <w:r>
              <w:rPr>
                <w:szCs w:val="22"/>
              </w:rPr>
              <w:t xml:space="preserve"> </w:t>
            </w:r>
            <w:r w:rsidRPr="00C95D0A">
              <w:rPr>
                <w:szCs w:val="22"/>
              </w:rPr>
              <w:t>to improve the safety and efficiency of vessel traffic and to protect the environment.</w:t>
            </w:r>
            <w:r>
              <w:rPr>
                <w:szCs w:val="22"/>
              </w:rPr>
              <w:t xml:space="preserve"> </w:t>
            </w:r>
            <w:r w:rsidRPr="00C95D0A">
              <w:rPr>
                <w:szCs w:val="22"/>
              </w:rPr>
              <w:t xml:space="preserve"> The</w:t>
            </w:r>
            <w:r>
              <w:rPr>
                <w:szCs w:val="22"/>
              </w:rPr>
              <w:t xml:space="preserve"> </w:t>
            </w:r>
            <w:r w:rsidRPr="00C95D0A">
              <w:rPr>
                <w:szCs w:val="22"/>
              </w:rPr>
              <w:t>service should have the capability to interact with the traffic and to respond to traffic</w:t>
            </w:r>
            <w:r>
              <w:rPr>
                <w:szCs w:val="22"/>
              </w:rPr>
              <w:t xml:space="preserve"> </w:t>
            </w:r>
            <w:r w:rsidRPr="00C95D0A">
              <w:rPr>
                <w:szCs w:val="22"/>
              </w:rPr>
              <w:t>situations developing in the VTS area</w:t>
            </w:r>
            <w:r>
              <w:rPr>
                <w:szCs w:val="22"/>
              </w:rPr>
              <w:t>.</w:t>
            </w:r>
            <w:r w:rsidRPr="00C95D0A">
              <w:rPr>
                <w:b/>
                <w:szCs w:val="22"/>
                <w:vertAlign w:val="superscript"/>
              </w:rPr>
              <w:t>1</w:t>
            </w:r>
          </w:p>
          <w:p w:rsidR="008D48B6" w:rsidRPr="003946EE" w:rsidRDefault="008D48B6" w:rsidP="0095501F">
            <w:pPr>
              <w:spacing w:before="40"/>
            </w:pPr>
            <w:del w:id="37" w:author="mosu01" w:date="2011-03-09T23:52:00Z">
              <w:r w:rsidRPr="003946EE" w:rsidDel="001574DC">
                <w:rPr>
                  <w:szCs w:val="22"/>
                </w:rPr>
                <w:delText>VTS should comprise at least an information service and may also include others, such as a navigational assistance service or a traffic organization service, or both</w:delText>
              </w:r>
              <w:r w:rsidRPr="005114BB" w:rsidDel="001574DC">
                <w:rPr>
                  <w:szCs w:val="22"/>
                </w:rPr>
                <w:delText>.</w:delText>
              </w:r>
              <w:r w:rsidRPr="005114BB" w:rsidDel="001574DC">
                <w:rPr>
                  <w:b/>
                  <w:szCs w:val="22"/>
                  <w:vertAlign w:val="superscript"/>
                </w:rPr>
                <w:delText>1</w:delText>
              </w:r>
            </w:del>
          </w:p>
        </w:tc>
      </w:tr>
      <w:tr w:rsidR="008D48B6" w:rsidRPr="003946EE">
        <w:tc>
          <w:tcPr>
            <w:tcW w:w="1980" w:type="dxa"/>
            <w:gridSpan w:val="2"/>
          </w:tcPr>
          <w:p w:rsidR="008D48B6" w:rsidRPr="003946EE" w:rsidRDefault="008D48B6" w:rsidP="0095501F">
            <w:pPr>
              <w:spacing w:before="40"/>
              <w:rPr>
                <w:i/>
              </w:rPr>
            </w:pPr>
            <w:bookmarkStart w:id="38" w:name="_Hlk201624387"/>
            <w:r w:rsidRPr="003946EE">
              <w:rPr>
                <w:i/>
                <w:szCs w:val="22"/>
              </w:rPr>
              <w:t>VTS Authority</w:t>
            </w:r>
          </w:p>
        </w:tc>
        <w:tc>
          <w:tcPr>
            <w:tcW w:w="6254" w:type="dxa"/>
          </w:tcPr>
          <w:p w:rsidR="008D48B6" w:rsidRPr="003946EE" w:rsidRDefault="008D48B6" w:rsidP="0095501F">
            <w:pPr>
              <w:spacing w:before="40"/>
            </w:pPr>
            <w:r w:rsidRPr="003946EE">
              <w:rPr>
                <w:szCs w:val="22"/>
              </w:rPr>
              <w:t>The authority with responsibility for the management, operation and coordination of the VTS, interaction with participating vessels and the safe and effective provision of the service.</w:t>
            </w:r>
            <w:r w:rsidRPr="005114BB">
              <w:rPr>
                <w:b/>
                <w:szCs w:val="22"/>
                <w:vertAlign w:val="superscript"/>
              </w:rPr>
              <w:t>1</w:t>
            </w:r>
          </w:p>
        </w:tc>
      </w:tr>
      <w:bookmarkEnd w:id="38"/>
      <w:tr w:rsidR="008D48B6" w:rsidRPr="003946EE">
        <w:tc>
          <w:tcPr>
            <w:tcW w:w="1980" w:type="dxa"/>
            <w:gridSpan w:val="2"/>
          </w:tcPr>
          <w:p w:rsidR="008D48B6" w:rsidRPr="003946EE" w:rsidRDefault="008D48B6" w:rsidP="0095501F">
            <w:pPr>
              <w:spacing w:before="40"/>
              <w:rPr>
                <w:i/>
              </w:rPr>
            </w:pPr>
            <w:r w:rsidRPr="003946EE">
              <w:rPr>
                <w:i/>
                <w:szCs w:val="22"/>
              </w:rPr>
              <w:t>VTS Centre</w:t>
            </w:r>
          </w:p>
        </w:tc>
        <w:tc>
          <w:tcPr>
            <w:tcW w:w="6254" w:type="dxa"/>
          </w:tcPr>
          <w:p w:rsidR="008D48B6" w:rsidRPr="003946EE" w:rsidRDefault="008D48B6" w:rsidP="0095501F">
            <w:pPr>
              <w:spacing w:before="40"/>
            </w:pPr>
            <w:r w:rsidRPr="003946EE">
              <w:rPr>
                <w:szCs w:val="22"/>
              </w:rPr>
              <w:t>The centre from which the VTS is operated.</w:t>
            </w:r>
            <w:r w:rsidRPr="003946EE">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sidRPr="003946EE">
              <w:rPr>
                <w:i/>
                <w:szCs w:val="22"/>
              </w:rPr>
              <w:t>VTS Operator</w:t>
            </w:r>
          </w:p>
        </w:tc>
        <w:tc>
          <w:tcPr>
            <w:tcW w:w="6254" w:type="dxa"/>
          </w:tcPr>
          <w:p w:rsidR="008D48B6" w:rsidRPr="003946EE" w:rsidRDefault="008D48B6" w:rsidP="0095501F">
            <w:pPr>
              <w:spacing w:before="40"/>
            </w:pPr>
            <w:r w:rsidRPr="003946EE">
              <w:rPr>
                <w:szCs w:val="22"/>
              </w:rPr>
              <w:t>An appropriately qualified person performing one or more tasks contributing to the services of the VTS.</w:t>
            </w:r>
            <w:r w:rsidRPr="005114BB">
              <w:rPr>
                <w:b/>
                <w:szCs w:val="22"/>
                <w:vertAlign w:val="superscript"/>
              </w:rPr>
              <w:t>1</w:t>
            </w:r>
          </w:p>
        </w:tc>
      </w:tr>
      <w:tr w:rsidR="008D48B6" w:rsidRPr="003946EE">
        <w:tc>
          <w:tcPr>
            <w:tcW w:w="1980" w:type="dxa"/>
            <w:gridSpan w:val="2"/>
          </w:tcPr>
          <w:p w:rsidR="008D48B6" w:rsidRPr="003946EE" w:rsidRDefault="008D48B6" w:rsidP="0095501F">
            <w:pPr>
              <w:spacing w:before="40"/>
              <w:rPr>
                <w:i/>
              </w:rPr>
            </w:pPr>
            <w:r w:rsidRPr="003946EE">
              <w:rPr>
                <w:i/>
                <w:szCs w:val="22"/>
              </w:rPr>
              <w:t xml:space="preserve">VTS </w:t>
            </w:r>
            <w:r>
              <w:rPr>
                <w:i/>
                <w:szCs w:val="22"/>
              </w:rPr>
              <w:t>T</w:t>
            </w:r>
            <w:r w:rsidRPr="003946EE">
              <w:rPr>
                <w:i/>
                <w:szCs w:val="22"/>
              </w:rPr>
              <w:t xml:space="preserve">raffic </w:t>
            </w:r>
            <w:r>
              <w:rPr>
                <w:i/>
                <w:szCs w:val="22"/>
              </w:rPr>
              <w:t>I</w:t>
            </w:r>
            <w:r w:rsidRPr="003946EE">
              <w:rPr>
                <w:i/>
                <w:szCs w:val="22"/>
              </w:rPr>
              <w:t>mage</w:t>
            </w:r>
          </w:p>
        </w:tc>
        <w:tc>
          <w:tcPr>
            <w:tcW w:w="6254" w:type="dxa"/>
          </w:tcPr>
          <w:p w:rsidR="008D48B6" w:rsidRPr="003946EE" w:rsidRDefault="008D48B6" w:rsidP="0095501F">
            <w:pPr>
              <w:spacing w:before="40"/>
            </w:pPr>
            <w:r w:rsidRPr="003946EE">
              <w:rPr>
                <w:szCs w:val="22"/>
              </w:rPr>
              <w:t>The surface picture of vessels and their movements in a VTS area.</w:t>
            </w:r>
            <w:r w:rsidRPr="005114BB">
              <w:rPr>
                <w:b/>
                <w:szCs w:val="22"/>
                <w:vertAlign w:val="superscript"/>
              </w:rPr>
              <w:t>1</w:t>
            </w:r>
          </w:p>
        </w:tc>
      </w:tr>
      <w:tr w:rsidR="008D48B6" w:rsidRPr="00071644">
        <w:tc>
          <w:tcPr>
            <w:tcW w:w="1980" w:type="dxa"/>
            <w:gridSpan w:val="2"/>
          </w:tcPr>
          <w:p w:rsidR="008D48B6" w:rsidRPr="00071644" w:rsidRDefault="008D48B6" w:rsidP="0095501F">
            <w:pPr>
              <w:spacing w:before="40"/>
              <w:rPr>
                <w:i/>
              </w:rPr>
            </w:pPr>
          </w:p>
        </w:tc>
        <w:tc>
          <w:tcPr>
            <w:tcW w:w="6254" w:type="dxa"/>
          </w:tcPr>
          <w:p w:rsidR="008D48B6" w:rsidRPr="00071644" w:rsidRDefault="008D48B6" w:rsidP="0095501F">
            <w:pPr>
              <w:spacing w:before="40"/>
            </w:pPr>
          </w:p>
        </w:tc>
      </w:tr>
      <w:tr w:rsidR="008D48B6" w:rsidRPr="00071644">
        <w:tc>
          <w:tcPr>
            <w:tcW w:w="1980" w:type="dxa"/>
            <w:gridSpan w:val="2"/>
            <w:tcBorders>
              <w:left w:val="nil"/>
              <w:bottom w:val="nil"/>
              <w:right w:val="nil"/>
            </w:tcBorders>
          </w:tcPr>
          <w:p w:rsidR="008D48B6" w:rsidRPr="00071644" w:rsidRDefault="008D48B6" w:rsidP="0095501F">
            <w:pPr>
              <w:spacing w:before="40"/>
              <w:rPr>
                <w:i/>
              </w:rPr>
            </w:pPr>
          </w:p>
        </w:tc>
        <w:tc>
          <w:tcPr>
            <w:tcW w:w="6254" w:type="dxa"/>
            <w:tcBorders>
              <w:left w:val="nil"/>
              <w:bottom w:val="nil"/>
              <w:right w:val="nil"/>
            </w:tcBorders>
          </w:tcPr>
          <w:p w:rsidR="008D48B6" w:rsidRPr="00071644" w:rsidRDefault="008D48B6" w:rsidP="0095501F">
            <w:pPr>
              <w:spacing w:before="40"/>
            </w:pPr>
          </w:p>
        </w:tc>
      </w:tr>
      <w:tr w:rsidR="008D48B6" w:rsidRPr="00071644">
        <w:tc>
          <w:tcPr>
            <w:tcW w:w="1980" w:type="dxa"/>
            <w:gridSpan w:val="2"/>
            <w:tcBorders>
              <w:top w:val="nil"/>
              <w:left w:val="nil"/>
              <w:right w:val="nil"/>
            </w:tcBorders>
          </w:tcPr>
          <w:p w:rsidR="008D48B6" w:rsidRPr="00071644" w:rsidRDefault="008D48B6" w:rsidP="00A44757">
            <w:pPr>
              <w:rPr>
                <w:i/>
              </w:rPr>
            </w:pPr>
          </w:p>
        </w:tc>
        <w:tc>
          <w:tcPr>
            <w:tcW w:w="6254" w:type="dxa"/>
            <w:tcBorders>
              <w:top w:val="nil"/>
              <w:left w:val="nil"/>
              <w:right w:val="nil"/>
            </w:tcBorders>
          </w:tcPr>
          <w:p w:rsidR="008D48B6" w:rsidRPr="00071644" w:rsidRDefault="008D48B6" w:rsidP="00A44757"/>
        </w:tc>
      </w:tr>
      <w:tr w:rsidR="008D48B6" w:rsidRPr="0095501F">
        <w:tc>
          <w:tcPr>
            <w:tcW w:w="8234" w:type="dxa"/>
            <w:gridSpan w:val="3"/>
          </w:tcPr>
          <w:p w:rsidR="008D48B6" w:rsidRPr="0095501F" w:rsidRDefault="008D48B6" w:rsidP="0095501F">
            <w:pPr>
              <w:spacing w:before="120" w:after="120"/>
              <w:rPr>
                <w:b/>
                <w:i/>
              </w:rPr>
            </w:pPr>
            <w:r w:rsidRPr="0095501F">
              <w:rPr>
                <w:b/>
                <w:i/>
                <w:szCs w:val="22"/>
              </w:rPr>
              <w:t>Course, Track and Heading Definitions</w:t>
            </w:r>
          </w:p>
        </w:tc>
      </w:tr>
      <w:tr w:rsidR="008D48B6" w:rsidRPr="00071644">
        <w:tc>
          <w:tcPr>
            <w:tcW w:w="1980" w:type="dxa"/>
            <w:gridSpan w:val="2"/>
          </w:tcPr>
          <w:p w:rsidR="008D48B6" w:rsidRPr="00071644" w:rsidRDefault="008D48B6" w:rsidP="0095501F">
            <w:pPr>
              <w:spacing w:before="40"/>
              <w:rPr>
                <w:rFonts w:cs="Arial"/>
                <w:i/>
                <w:highlight w:val="cyan"/>
              </w:rPr>
            </w:pPr>
            <w:r w:rsidRPr="00071644">
              <w:rPr>
                <w:rFonts w:cs="Arial"/>
                <w:i/>
                <w:szCs w:val="22"/>
                <w:highlight w:val="cyan"/>
                <w:lang w:eastAsia="sv-SE"/>
              </w:rPr>
              <w:t>Course</w:t>
            </w:r>
          </w:p>
        </w:tc>
        <w:tc>
          <w:tcPr>
            <w:tcW w:w="6254" w:type="dxa"/>
          </w:tcPr>
          <w:p w:rsidR="008D48B6" w:rsidRPr="00071644" w:rsidRDefault="008D48B6" w:rsidP="0095501F">
            <w:pPr>
              <w:spacing w:before="40"/>
              <w:rPr>
                <w:rFonts w:cs="Arial"/>
                <w:highlight w:val="cyan"/>
              </w:rPr>
            </w:pPr>
            <w:r w:rsidRPr="00071644">
              <w:rPr>
                <w:rFonts w:cs="Arial"/>
                <w:szCs w:val="22"/>
                <w:highlight w:val="cyan"/>
                <w:lang w:eastAsia="sv-SE"/>
              </w:rPr>
              <w:t>The intended direction of movement of a vessel through the water.</w:t>
            </w:r>
            <w:r w:rsidRPr="00071644">
              <w:rPr>
                <w:b/>
                <w:szCs w:val="22"/>
                <w:highlight w:val="cyan"/>
                <w:vertAlign w:val="superscript"/>
              </w:rPr>
              <w:t>2</w:t>
            </w:r>
          </w:p>
        </w:tc>
      </w:tr>
      <w:tr w:rsidR="008D48B6" w:rsidRPr="00071644">
        <w:tc>
          <w:tcPr>
            <w:tcW w:w="1980" w:type="dxa"/>
            <w:gridSpan w:val="2"/>
          </w:tcPr>
          <w:p w:rsidR="008D48B6" w:rsidRPr="00071644" w:rsidRDefault="008D48B6" w:rsidP="0095501F">
            <w:pPr>
              <w:spacing w:before="40"/>
              <w:rPr>
                <w:rFonts w:cs="Arial"/>
                <w:i/>
                <w:highlight w:val="cyan"/>
              </w:rPr>
            </w:pPr>
            <w:r w:rsidRPr="00071644">
              <w:rPr>
                <w:rFonts w:cs="Arial"/>
                <w:i/>
                <w:szCs w:val="22"/>
                <w:highlight w:val="cyan"/>
                <w:lang w:eastAsia="sv-SE"/>
              </w:rPr>
              <w:t>Course Made Good</w:t>
            </w:r>
          </w:p>
        </w:tc>
        <w:tc>
          <w:tcPr>
            <w:tcW w:w="6254" w:type="dxa"/>
          </w:tcPr>
          <w:p w:rsidR="008D48B6" w:rsidRPr="00071644" w:rsidRDefault="008D48B6" w:rsidP="0095501F">
            <w:pPr>
              <w:tabs>
                <w:tab w:val="left" w:pos="1980"/>
              </w:tabs>
              <w:autoSpaceDE w:val="0"/>
              <w:autoSpaceDN w:val="0"/>
              <w:adjustRightInd w:val="0"/>
              <w:spacing w:before="40"/>
              <w:rPr>
                <w:rFonts w:cs="Arial"/>
                <w:highlight w:val="cyan"/>
                <w:lang w:eastAsia="sv-SE"/>
              </w:rPr>
            </w:pPr>
            <w:r w:rsidRPr="00071644">
              <w:rPr>
                <w:rFonts w:cs="Arial"/>
                <w:szCs w:val="22"/>
                <w:highlight w:val="cyan"/>
                <w:lang w:eastAsia="sv-SE"/>
              </w:rPr>
              <w:t>That course which a vessel makes good over ground, as a result of the effect of currents, tidal streams, and leeway caused by wind and sea.</w:t>
            </w:r>
          </w:p>
        </w:tc>
      </w:tr>
      <w:tr w:rsidR="008D48B6" w:rsidRPr="00071644">
        <w:tc>
          <w:tcPr>
            <w:tcW w:w="1980" w:type="dxa"/>
            <w:gridSpan w:val="2"/>
          </w:tcPr>
          <w:p w:rsidR="008D48B6" w:rsidRPr="00071644" w:rsidRDefault="008D48B6" w:rsidP="0095501F">
            <w:pPr>
              <w:spacing w:before="40"/>
              <w:rPr>
                <w:rFonts w:cs="Arial"/>
                <w:i/>
                <w:highlight w:val="cyan"/>
                <w:lang w:eastAsia="sv-SE"/>
              </w:rPr>
            </w:pPr>
            <w:commentRangeStart w:id="39"/>
            <w:r w:rsidRPr="00071644">
              <w:rPr>
                <w:rFonts w:cs="Arial"/>
                <w:i/>
                <w:szCs w:val="22"/>
                <w:highlight w:val="cyan"/>
                <w:lang w:eastAsia="sv-SE"/>
              </w:rPr>
              <w:t>Course to Make Good</w:t>
            </w:r>
            <w:commentRangeEnd w:id="39"/>
            <w:r>
              <w:rPr>
                <w:rStyle w:val="CommentReference"/>
                <w:lang w:eastAsia="de-DE"/>
              </w:rPr>
              <w:commentReference w:id="39"/>
            </w:r>
          </w:p>
        </w:tc>
        <w:tc>
          <w:tcPr>
            <w:tcW w:w="6254" w:type="dxa"/>
          </w:tcPr>
          <w:p w:rsidR="008D48B6" w:rsidRPr="00071644" w:rsidRDefault="008D48B6" w:rsidP="0095501F">
            <w:pPr>
              <w:spacing w:before="40"/>
              <w:rPr>
                <w:rFonts w:cs="Arial"/>
                <w:highlight w:val="cyan"/>
                <w:lang w:eastAsia="sv-SE"/>
              </w:rPr>
            </w:pPr>
            <w:r w:rsidRPr="00071644">
              <w:rPr>
                <w:rFonts w:cs="Arial"/>
                <w:szCs w:val="22"/>
                <w:highlight w:val="cyan"/>
                <w:lang w:eastAsia="sv-SE"/>
              </w:rPr>
              <w:t xml:space="preserve">That course which a vessel intends to make good over ground, after allowing for the effect of currents, tidal streams, and leeway caused by wind and sea. </w:t>
            </w:r>
            <w:r w:rsidRPr="00071644">
              <w:rPr>
                <w:szCs w:val="22"/>
                <w:highlight w:val="cyan"/>
              </w:rPr>
              <w:t xml:space="preserve"> (Be aware that this term does not equate to Course to Steer).</w:t>
            </w:r>
          </w:p>
        </w:tc>
      </w:tr>
      <w:tr w:rsidR="008D48B6" w:rsidRPr="00071644">
        <w:tc>
          <w:tcPr>
            <w:tcW w:w="1980" w:type="dxa"/>
            <w:gridSpan w:val="2"/>
          </w:tcPr>
          <w:p w:rsidR="008D48B6" w:rsidRPr="00071644" w:rsidRDefault="008D48B6" w:rsidP="0095501F">
            <w:pPr>
              <w:spacing w:before="40"/>
              <w:rPr>
                <w:i/>
                <w:highlight w:val="cyan"/>
              </w:rPr>
            </w:pPr>
            <w:r w:rsidRPr="00071644">
              <w:rPr>
                <w:rFonts w:cs="Arial"/>
                <w:i/>
                <w:szCs w:val="22"/>
                <w:highlight w:val="cyan"/>
                <w:lang w:eastAsia="sv-SE"/>
              </w:rPr>
              <w:t>Track</w:t>
            </w:r>
          </w:p>
        </w:tc>
        <w:tc>
          <w:tcPr>
            <w:tcW w:w="6254" w:type="dxa"/>
          </w:tcPr>
          <w:p w:rsidR="008D48B6" w:rsidRPr="00071644" w:rsidRDefault="008D48B6" w:rsidP="0095501F">
            <w:pPr>
              <w:spacing w:before="40"/>
              <w:rPr>
                <w:rFonts w:cs="Arial"/>
                <w:highlight w:val="cyan"/>
              </w:rPr>
            </w:pPr>
            <w:r w:rsidRPr="00071644">
              <w:rPr>
                <w:rFonts w:cs="Arial"/>
                <w:szCs w:val="22"/>
                <w:highlight w:val="cyan"/>
                <w:lang w:eastAsia="sv-SE"/>
              </w:rPr>
              <w:t>The path followed, or to be followed, between one position and another.</w:t>
            </w:r>
            <w:r w:rsidRPr="00071644">
              <w:rPr>
                <w:b/>
                <w:szCs w:val="22"/>
                <w:highlight w:val="cyan"/>
                <w:vertAlign w:val="superscript"/>
              </w:rPr>
              <w:t xml:space="preserve"> 2</w:t>
            </w:r>
          </w:p>
        </w:tc>
      </w:tr>
      <w:tr w:rsidR="008D48B6" w:rsidRPr="003946EE">
        <w:tc>
          <w:tcPr>
            <w:tcW w:w="1980" w:type="dxa"/>
            <w:gridSpan w:val="2"/>
          </w:tcPr>
          <w:p w:rsidR="008D48B6" w:rsidRPr="00071644" w:rsidRDefault="008D48B6" w:rsidP="0095501F">
            <w:pPr>
              <w:spacing w:before="40"/>
              <w:rPr>
                <w:i/>
                <w:highlight w:val="cyan"/>
              </w:rPr>
            </w:pPr>
            <w:r w:rsidRPr="00071644">
              <w:rPr>
                <w:rFonts w:cs="Arial"/>
                <w:i/>
                <w:szCs w:val="22"/>
                <w:highlight w:val="cyan"/>
                <w:lang w:eastAsia="sv-SE"/>
              </w:rPr>
              <w:t>Heading</w:t>
            </w:r>
          </w:p>
        </w:tc>
        <w:tc>
          <w:tcPr>
            <w:tcW w:w="6254" w:type="dxa"/>
          </w:tcPr>
          <w:p w:rsidR="008D48B6" w:rsidRPr="00757D6C" w:rsidRDefault="008D48B6" w:rsidP="0095501F">
            <w:pPr>
              <w:tabs>
                <w:tab w:val="left" w:pos="1980"/>
              </w:tabs>
              <w:autoSpaceDE w:val="0"/>
              <w:autoSpaceDN w:val="0"/>
              <w:adjustRightInd w:val="0"/>
              <w:spacing w:before="40"/>
              <w:rPr>
                <w:rFonts w:cs="Arial"/>
                <w:lang w:eastAsia="sv-SE"/>
              </w:rPr>
            </w:pPr>
            <w:r w:rsidRPr="00071644">
              <w:rPr>
                <w:rFonts w:cs="Arial"/>
                <w:szCs w:val="22"/>
                <w:highlight w:val="cyan"/>
                <w:lang w:eastAsia="sv-SE"/>
              </w:rPr>
              <w:t>The horizontal direction of the vessel's bows at a given moment measured in degrees clockwise from north.</w:t>
            </w:r>
            <w:r w:rsidRPr="00071644">
              <w:rPr>
                <w:b/>
                <w:szCs w:val="22"/>
                <w:highlight w:val="cyan"/>
                <w:vertAlign w:val="superscript"/>
              </w:rPr>
              <w:t xml:space="preserve"> 2</w:t>
            </w:r>
          </w:p>
        </w:tc>
      </w:tr>
      <w:tr w:rsidR="008D48B6" w:rsidRPr="003946EE">
        <w:tc>
          <w:tcPr>
            <w:tcW w:w="1980" w:type="dxa"/>
            <w:gridSpan w:val="2"/>
          </w:tcPr>
          <w:p w:rsidR="008D48B6" w:rsidRPr="00071644" w:rsidRDefault="008D48B6" w:rsidP="00A44757">
            <w:pPr>
              <w:rPr>
                <w:rFonts w:cs="Arial"/>
                <w:i/>
                <w:highlight w:val="cyan"/>
                <w:lang w:eastAsia="sv-SE"/>
              </w:rPr>
            </w:pPr>
          </w:p>
        </w:tc>
        <w:tc>
          <w:tcPr>
            <w:tcW w:w="6254" w:type="dxa"/>
          </w:tcPr>
          <w:p w:rsidR="008D48B6" w:rsidRPr="00071644" w:rsidRDefault="008D48B6" w:rsidP="00A44757">
            <w:pPr>
              <w:tabs>
                <w:tab w:val="left" w:pos="1980"/>
              </w:tabs>
              <w:autoSpaceDE w:val="0"/>
              <w:autoSpaceDN w:val="0"/>
              <w:adjustRightInd w:val="0"/>
              <w:rPr>
                <w:rFonts w:cs="Arial"/>
                <w:highlight w:val="cyan"/>
                <w:lang w:eastAsia="sv-SE"/>
              </w:rPr>
            </w:pPr>
          </w:p>
        </w:tc>
      </w:tr>
      <w:tr w:rsidR="008D48B6" w:rsidRPr="003946EE">
        <w:tc>
          <w:tcPr>
            <w:tcW w:w="1980" w:type="dxa"/>
            <w:gridSpan w:val="2"/>
            <w:tcBorders>
              <w:left w:val="nil"/>
              <w:bottom w:val="nil"/>
              <w:right w:val="nil"/>
            </w:tcBorders>
          </w:tcPr>
          <w:p w:rsidR="008D48B6" w:rsidRPr="003946EE" w:rsidRDefault="008D48B6" w:rsidP="00A44757">
            <w:pPr>
              <w:rPr>
                <w:i/>
              </w:rPr>
            </w:pPr>
          </w:p>
        </w:tc>
        <w:tc>
          <w:tcPr>
            <w:tcW w:w="6254" w:type="dxa"/>
            <w:tcBorders>
              <w:left w:val="nil"/>
              <w:bottom w:val="nil"/>
              <w:right w:val="nil"/>
            </w:tcBorders>
          </w:tcPr>
          <w:p w:rsidR="008D48B6" w:rsidRPr="003946EE" w:rsidRDefault="008D48B6" w:rsidP="00A44757"/>
        </w:tc>
      </w:tr>
      <w:tr w:rsidR="008D48B6" w:rsidRPr="003946EE">
        <w:tc>
          <w:tcPr>
            <w:tcW w:w="360" w:type="dxa"/>
            <w:tcBorders>
              <w:top w:val="nil"/>
              <w:left w:val="nil"/>
              <w:bottom w:val="nil"/>
              <w:right w:val="nil"/>
            </w:tcBorders>
          </w:tcPr>
          <w:p w:rsidR="008D48B6" w:rsidRPr="003946EE" w:rsidRDefault="008D48B6" w:rsidP="00A44757">
            <w:r w:rsidRPr="003946EE">
              <w:rPr>
                <w:b/>
                <w:szCs w:val="22"/>
                <w:vertAlign w:val="superscript"/>
              </w:rPr>
              <w:t>1</w:t>
            </w:r>
          </w:p>
        </w:tc>
        <w:tc>
          <w:tcPr>
            <w:tcW w:w="7874" w:type="dxa"/>
            <w:gridSpan w:val="2"/>
            <w:tcBorders>
              <w:top w:val="nil"/>
              <w:left w:val="nil"/>
              <w:bottom w:val="nil"/>
              <w:right w:val="nil"/>
            </w:tcBorders>
          </w:tcPr>
          <w:p w:rsidR="008D48B6" w:rsidRPr="003946EE" w:rsidRDefault="008D48B6" w:rsidP="00A44757">
            <w:r w:rsidRPr="003946EE">
              <w:rPr>
                <w:szCs w:val="22"/>
              </w:rPr>
              <w:t>IMO Resolution A.857(20) Guidelines For Vessel Traffic Services</w:t>
            </w:r>
          </w:p>
        </w:tc>
      </w:tr>
      <w:tr w:rsidR="008D48B6" w:rsidRPr="003946EE">
        <w:tc>
          <w:tcPr>
            <w:tcW w:w="360" w:type="dxa"/>
            <w:tcBorders>
              <w:top w:val="nil"/>
              <w:left w:val="nil"/>
              <w:bottom w:val="nil"/>
              <w:right w:val="nil"/>
            </w:tcBorders>
          </w:tcPr>
          <w:p w:rsidR="008D48B6" w:rsidRPr="003946EE" w:rsidRDefault="008D48B6" w:rsidP="00A44757">
            <w:pPr>
              <w:rPr>
                <w:b/>
                <w:vertAlign w:val="superscript"/>
              </w:rPr>
            </w:pPr>
            <w:r w:rsidRPr="003946EE">
              <w:rPr>
                <w:b/>
                <w:szCs w:val="22"/>
                <w:vertAlign w:val="superscript"/>
              </w:rPr>
              <w:t>2</w:t>
            </w:r>
          </w:p>
        </w:tc>
        <w:tc>
          <w:tcPr>
            <w:tcW w:w="7874" w:type="dxa"/>
            <w:gridSpan w:val="2"/>
            <w:tcBorders>
              <w:top w:val="nil"/>
              <w:left w:val="nil"/>
              <w:bottom w:val="nil"/>
              <w:right w:val="nil"/>
            </w:tcBorders>
          </w:tcPr>
          <w:p w:rsidR="008D48B6" w:rsidRPr="003946EE" w:rsidRDefault="008D48B6" w:rsidP="00A44757">
            <w:r w:rsidRPr="003946EE">
              <w:rPr>
                <w:szCs w:val="22"/>
              </w:rPr>
              <w:t>IMO Resolution A.918(22) IMO Standard Marine Communication Phrases</w:t>
            </w:r>
          </w:p>
        </w:tc>
      </w:tr>
    </w:tbl>
    <w:p w:rsidR="008D48B6" w:rsidRDefault="008D48B6" w:rsidP="004A3893">
      <w:pPr>
        <w:pStyle w:val="BodyText"/>
        <w:rPr>
          <w:lang w:eastAsia="de-DE"/>
        </w:rPr>
      </w:pPr>
    </w:p>
    <w:p w:rsidR="008D48B6" w:rsidRDefault="008D48B6">
      <w:pPr>
        <w:rPr>
          <w:b/>
          <w:caps/>
          <w:kern w:val="28"/>
          <w:sz w:val="24"/>
          <w:szCs w:val="20"/>
          <w:lang w:eastAsia="de-DE"/>
        </w:rPr>
      </w:pPr>
      <w:r>
        <w:br w:type="page"/>
      </w:r>
    </w:p>
    <w:p w:rsidR="008D48B6" w:rsidRDefault="008D48B6" w:rsidP="00E37F22">
      <w:pPr>
        <w:pStyle w:val="Heading1"/>
        <w:numPr>
          <w:ilvl w:val="0"/>
          <w:numId w:val="19"/>
        </w:numPr>
      </w:pPr>
      <w:bookmarkStart w:id="40" w:name="_Toc287481564"/>
      <w:r>
        <w:t>GENERAL PROVISIONS</w:t>
      </w:r>
      <w:bookmarkEnd w:id="40"/>
    </w:p>
    <w:p w:rsidR="008D48B6" w:rsidRPr="00E37F22" w:rsidRDefault="008D48B6" w:rsidP="00E37F22">
      <w:pPr>
        <w:pStyle w:val="Heading2"/>
        <w:numPr>
          <w:ilvl w:val="1"/>
          <w:numId w:val="17"/>
        </w:numPr>
        <w:rPr>
          <w:lang w:eastAsia="sv-SE"/>
        </w:rPr>
      </w:pPr>
      <w:bookmarkStart w:id="41" w:name="_Toc287481565"/>
      <w:r w:rsidRPr="00E37F22">
        <w:rPr>
          <w:lang w:eastAsia="sv-SE"/>
        </w:rPr>
        <w:t>Responding to traffic situations developing in the VTS area</w:t>
      </w:r>
      <w:bookmarkEnd w:id="41"/>
    </w:p>
    <w:p w:rsidR="008D48B6" w:rsidRDefault="008D48B6" w:rsidP="00EC3208">
      <w:pPr>
        <w:pStyle w:val="Default"/>
        <w:rPr>
          <w:sz w:val="22"/>
          <w:szCs w:val="22"/>
          <w:lang w:val="en-GB"/>
        </w:rPr>
      </w:pPr>
      <w:r w:rsidRPr="00962D02">
        <w:rPr>
          <w:sz w:val="22"/>
          <w:szCs w:val="22"/>
          <w:lang w:val="en-GB"/>
        </w:rPr>
        <w:t xml:space="preserve">IMO Resolution A.857(20) states that: </w:t>
      </w:r>
    </w:p>
    <w:p w:rsidR="008D48B6" w:rsidRPr="00962D02" w:rsidRDefault="008D48B6" w:rsidP="00EC3208">
      <w:pPr>
        <w:pStyle w:val="Default"/>
        <w:rPr>
          <w:sz w:val="22"/>
          <w:szCs w:val="22"/>
          <w:lang w:val="en-GB"/>
        </w:rPr>
      </w:pPr>
    </w:p>
    <w:p w:rsidR="008D48B6" w:rsidRDefault="008D48B6" w:rsidP="00EC3208">
      <w:pPr>
        <w:pStyle w:val="Default"/>
        <w:ind w:left="720"/>
        <w:rPr>
          <w:i/>
          <w:iCs/>
          <w:sz w:val="22"/>
          <w:szCs w:val="22"/>
          <w:lang w:val="en-GB"/>
        </w:rPr>
      </w:pPr>
      <w:r w:rsidRPr="00962D02">
        <w:rPr>
          <w:i/>
          <w:iCs/>
          <w:sz w:val="22"/>
          <w:szCs w:val="22"/>
          <w:lang w:val="en-GB"/>
        </w:rPr>
        <w:t xml:space="preserve">“A VTS should at all times be capable of generating a comprehensive overview of the traffic in its service area combined with all traffic influencing factors.” </w:t>
      </w:r>
    </w:p>
    <w:p w:rsidR="008D48B6" w:rsidRPr="00962D02" w:rsidRDefault="008D48B6" w:rsidP="00EC3208">
      <w:pPr>
        <w:pStyle w:val="Default"/>
        <w:ind w:left="720"/>
        <w:rPr>
          <w:sz w:val="22"/>
          <w:szCs w:val="22"/>
          <w:lang w:val="en-GB"/>
        </w:rPr>
      </w:pPr>
    </w:p>
    <w:p w:rsidR="008D48B6" w:rsidRDefault="008D48B6" w:rsidP="00EC3208">
      <w:pPr>
        <w:pStyle w:val="Default"/>
        <w:rPr>
          <w:sz w:val="22"/>
          <w:szCs w:val="22"/>
          <w:lang w:val="en-GB"/>
        </w:rPr>
      </w:pPr>
      <w:r w:rsidRPr="00962D02">
        <w:rPr>
          <w:sz w:val="22"/>
          <w:szCs w:val="22"/>
          <w:lang w:val="en-GB"/>
        </w:rPr>
        <w:t xml:space="preserve">The VTS should be able to compile a traffic image, which is the basis for its capability to respond to traffic situations developing in its service area. The VTS traffic image allows the VTS operator to evaluate situations and make decisions accordingly. </w:t>
      </w:r>
    </w:p>
    <w:p w:rsidR="008D48B6" w:rsidRPr="00962D02" w:rsidRDefault="008D48B6" w:rsidP="00EC3208">
      <w:pPr>
        <w:pStyle w:val="Default"/>
        <w:rPr>
          <w:sz w:val="22"/>
          <w:szCs w:val="22"/>
          <w:lang w:val="en-GB"/>
        </w:rPr>
      </w:pPr>
    </w:p>
    <w:p w:rsidR="008D48B6" w:rsidRDefault="008D48B6" w:rsidP="00EC3208">
      <w:pPr>
        <w:pStyle w:val="Default"/>
        <w:rPr>
          <w:ins w:id="42" w:author="VTS WG" w:date="2011-03-30T09:39:00Z"/>
          <w:sz w:val="22"/>
          <w:szCs w:val="22"/>
          <w:lang w:val="en-GB"/>
        </w:rPr>
      </w:pPr>
      <w:r w:rsidRPr="00962D02">
        <w:rPr>
          <w:sz w:val="22"/>
          <w:szCs w:val="22"/>
          <w:lang w:val="en-GB"/>
        </w:rPr>
        <w:t>To respond to traffic situations developing in the VTS area and to decide upon appropriate actions the acquired data should be processed and evaluated. Conclusions from the evaluation need to be communicated to participating vessels</w:t>
      </w:r>
      <w:r>
        <w:rPr>
          <w:sz w:val="22"/>
          <w:szCs w:val="22"/>
          <w:lang w:val="en-GB"/>
        </w:rPr>
        <w:t xml:space="preserve"> by giving relevant information and in regard to the provided service type</w:t>
      </w:r>
      <w:ins w:id="43" w:author="VTS WG" w:date="2011-03-30T09:39:00Z">
        <w:r>
          <w:rPr>
            <w:sz w:val="22"/>
            <w:szCs w:val="22"/>
            <w:lang w:val="en-GB"/>
          </w:rPr>
          <w:t>.</w:t>
        </w:r>
      </w:ins>
    </w:p>
    <w:p w:rsidR="008D48B6" w:rsidRDefault="008D48B6" w:rsidP="00EC3208">
      <w:pPr>
        <w:pStyle w:val="Default"/>
        <w:rPr>
          <w:sz w:val="22"/>
          <w:szCs w:val="22"/>
          <w:lang w:val="en-GB"/>
        </w:rPr>
      </w:pPr>
      <w:ins w:id="44" w:author="VTS WG" w:date="2011-03-30T09:39:00Z">
        <w:r>
          <w:rPr>
            <w:sz w:val="22"/>
            <w:szCs w:val="22"/>
            <w:lang w:val="en-GB"/>
          </w:rPr>
          <w:t>Where able</w:t>
        </w:r>
      </w:ins>
      <w:ins w:id="45" w:author="Kerrie Abercrombie" w:date="2011-03-30T11:07:00Z">
        <w:r>
          <w:rPr>
            <w:sz w:val="22"/>
            <w:szCs w:val="22"/>
            <w:lang w:val="en-GB"/>
          </w:rPr>
          <w:t>,</w:t>
        </w:r>
      </w:ins>
      <w:ins w:id="46" w:author="VTS WG" w:date="2011-03-30T09:39:00Z">
        <w:r>
          <w:rPr>
            <w:sz w:val="22"/>
            <w:szCs w:val="22"/>
            <w:lang w:val="en-GB"/>
          </w:rPr>
          <w:t xml:space="preserve"> VTS may provide communications to ships beyond its promulgated VTS  area</w:t>
        </w:r>
      </w:ins>
      <w:ins w:id="47" w:author="VTS WG" w:date="2011-03-30T09:40:00Z">
        <w:r>
          <w:rPr>
            <w:sz w:val="22"/>
            <w:szCs w:val="22"/>
            <w:lang w:val="en-GB"/>
          </w:rPr>
          <w:t xml:space="preserve"> in areas immediately adjacent to the VTS  area</w:t>
        </w:r>
      </w:ins>
      <w:r w:rsidRPr="00962D02">
        <w:rPr>
          <w:sz w:val="22"/>
          <w:szCs w:val="22"/>
          <w:lang w:val="en-GB"/>
        </w:rPr>
        <w:t xml:space="preserve">. </w:t>
      </w:r>
    </w:p>
    <w:p w:rsidR="008D48B6" w:rsidRPr="00BD11A2" w:rsidRDefault="008D48B6" w:rsidP="00BD11A2">
      <w:pPr>
        <w:pStyle w:val="Default"/>
        <w:spacing w:after="120"/>
        <w:jc w:val="both"/>
        <w:rPr>
          <w:sz w:val="22"/>
          <w:szCs w:val="22"/>
          <w:lang w:val="en-GB"/>
        </w:rPr>
      </w:pPr>
    </w:p>
    <w:p w:rsidR="008D48B6" w:rsidRPr="00BD11A2" w:rsidRDefault="008D48B6" w:rsidP="00E37F22">
      <w:pPr>
        <w:pStyle w:val="Heading2"/>
        <w:numPr>
          <w:ilvl w:val="1"/>
          <w:numId w:val="17"/>
        </w:numPr>
        <w:rPr>
          <w:lang w:eastAsia="sv-SE"/>
        </w:rPr>
      </w:pPr>
      <w:bookmarkStart w:id="48" w:name="_Toc287481566"/>
      <w:r w:rsidRPr="00BD11A2">
        <w:rPr>
          <w:lang w:eastAsia="sv-SE"/>
        </w:rPr>
        <w:t xml:space="preserve">Equipment </w:t>
      </w:r>
      <w:r>
        <w:rPr>
          <w:lang w:eastAsia="sv-SE"/>
        </w:rPr>
        <w:t>c</w:t>
      </w:r>
      <w:r w:rsidRPr="00BD11A2">
        <w:rPr>
          <w:lang w:eastAsia="sv-SE"/>
        </w:rPr>
        <w:t>apabilities</w:t>
      </w:r>
      <w:bookmarkEnd w:id="48"/>
      <w:r w:rsidRPr="00BD11A2">
        <w:rPr>
          <w:lang w:eastAsia="sv-SE"/>
        </w:rPr>
        <w:t xml:space="preserve"> </w:t>
      </w:r>
    </w:p>
    <w:p w:rsidR="008D48B6" w:rsidRDefault="008D48B6" w:rsidP="00BD11A2">
      <w:pPr>
        <w:pStyle w:val="Default"/>
        <w:spacing w:before="120" w:after="120"/>
        <w:ind w:hanging="1"/>
        <w:rPr>
          <w:sz w:val="22"/>
          <w:szCs w:val="22"/>
          <w:lang w:val="en-GB"/>
        </w:rPr>
      </w:pPr>
      <w:r w:rsidRPr="00BD11A2">
        <w:rPr>
          <w:sz w:val="22"/>
          <w:szCs w:val="22"/>
          <w:lang w:val="en-GB"/>
        </w:rPr>
        <w:t xml:space="preserve">Consideration should be given to the quality of the traffic image available, the communications capability and the equipment availability in determining to provide the specific service type. For further information refer to IALA Recommendation V-128 – </w:t>
      </w:r>
      <w:r w:rsidRPr="00BD11A2">
        <w:rPr>
          <w:i/>
          <w:iCs/>
          <w:sz w:val="22"/>
          <w:szCs w:val="22"/>
          <w:lang w:val="en-GB"/>
        </w:rPr>
        <w:t>Operational and Technical Performance Requirements for VTS Equipment</w:t>
      </w:r>
      <w:r w:rsidRPr="00BD11A2">
        <w:rPr>
          <w:sz w:val="22"/>
          <w:szCs w:val="22"/>
          <w:lang w:val="en-GB"/>
        </w:rPr>
        <w:t xml:space="preserve">. </w:t>
      </w:r>
    </w:p>
    <w:p w:rsidR="008D48B6" w:rsidRPr="00BD11A2" w:rsidRDefault="008D48B6" w:rsidP="00BD11A2">
      <w:pPr>
        <w:pStyle w:val="Default"/>
        <w:spacing w:before="120" w:after="120"/>
        <w:ind w:hanging="1"/>
        <w:rPr>
          <w:sz w:val="22"/>
          <w:szCs w:val="22"/>
          <w:lang w:val="en-GB"/>
        </w:rPr>
      </w:pPr>
    </w:p>
    <w:p w:rsidR="008D48B6" w:rsidRPr="00BD11A2" w:rsidRDefault="008D48B6" w:rsidP="00E37F22">
      <w:pPr>
        <w:pStyle w:val="Heading2"/>
        <w:numPr>
          <w:ilvl w:val="1"/>
          <w:numId w:val="17"/>
        </w:numPr>
        <w:rPr>
          <w:lang w:eastAsia="sv-SE"/>
        </w:rPr>
      </w:pPr>
      <w:bookmarkStart w:id="49" w:name="_Toc287481567"/>
      <w:r>
        <w:rPr>
          <w:lang w:eastAsia="sv-SE"/>
        </w:rPr>
        <w:t>Staffing and t</w:t>
      </w:r>
      <w:r w:rsidRPr="00BD11A2">
        <w:rPr>
          <w:lang w:eastAsia="sv-SE"/>
        </w:rPr>
        <w:t>raining</w:t>
      </w:r>
      <w:bookmarkEnd w:id="49"/>
      <w:r w:rsidRPr="00BD11A2">
        <w:rPr>
          <w:lang w:eastAsia="sv-SE"/>
        </w:rPr>
        <w:t xml:space="preserve"> </w:t>
      </w:r>
    </w:p>
    <w:p w:rsidR="008D48B6" w:rsidRPr="00BD11A2" w:rsidRDefault="008D48B6" w:rsidP="00BD11A2">
      <w:pPr>
        <w:pStyle w:val="Default"/>
        <w:spacing w:before="60" w:after="60"/>
        <w:jc w:val="both"/>
        <w:rPr>
          <w:sz w:val="22"/>
          <w:szCs w:val="22"/>
          <w:lang w:val="en-GB"/>
        </w:rPr>
      </w:pPr>
      <w:r w:rsidRPr="00BD11A2">
        <w:rPr>
          <w:sz w:val="22"/>
          <w:szCs w:val="22"/>
          <w:lang w:val="en-GB"/>
        </w:rPr>
        <w:t xml:space="preserve">It is important that VTS personnel should be trained and practiced in the delivery of the service type provided. In determining to provide VTS service types, the VTS/Competent Authorities should give careful consideration to: </w:t>
      </w:r>
    </w:p>
    <w:p w:rsidR="008D48B6" w:rsidRPr="00BD11A2" w:rsidRDefault="008D48B6" w:rsidP="00E37F22">
      <w:pPr>
        <w:pStyle w:val="Default"/>
        <w:numPr>
          <w:ilvl w:val="0"/>
          <w:numId w:val="18"/>
        </w:numPr>
        <w:spacing w:before="60" w:after="60"/>
        <w:jc w:val="both"/>
        <w:rPr>
          <w:sz w:val="22"/>
          <w:szCs w:val="22"/>
          <w:lang w:val="en-GB"/>
        </w:rPr>
      </w:pPr>
      <w:r w:rsidRPr="00BD11A2">
        <w:rPr>
          <w:sz w:val="22"/>
          <w:szCs w:val="22"/>
          <w:lang w:val="en-GB"/>
        </w:rPr>
        <w:t xml:space="preserve">VTS staffing levels; </w:t>
      </w:r>
    </w:p>
    <w:p w:rsidR="008D48B6" w:rsidRPr="00BD11A2" w:rsidRDefault="008D48B6" w:rsidP="00E37F22">
      <w:pPr>
        <w:pStyle w:val="Default"/>
        <w:numPr>
          <w:ilvl w:val="0"/>
          <w:numId w:val="18"/>
        </w:numPr>
        <w:spacing w:before="60" w:after="60"/>
        <w:rPr>
          <w:sz w:val="22"/>
          <w:szCs w:val="22"/>
          <w:lang w:val="en-GB"/>
        </w:rPr>
      </w:pPr>
      <w:r w:rsidRPr="00BD11A2">
        <w:rPr>
          <w:sz w:val="22"/>
          <w:szCs w:val="22"/>
          <w:lang w:val="en-GB"/>
        </w:rPr>
        <w:t>The qualifications of VTS personnel and appropriate delegations/authorisations regarding the type of service they may provide</w:t>
      </w:r>
      <w:r>
        <w:rPr>
          <w:sz w:val="22"/>
          <w:szCs w:val="22"/>
          <w:lang w:val="en-GB"/>
        </w:rPr>
        <w:t>.</w:t>
      </w:r>
    </w:p>
    <w:p w:rsidR="008D48B6" w:rsidRPr="00BD11A2" w:rsidRDefault="008D48B6" w:rsidP="00BD11A2">
      <w:pPr>
        <w:pStyle w:val="Default"/>
        <w:spacing w:before="60" w:after="60"/>
        <w:ind w:left="1133" w:hanging="568"/>
        <w:jc w:val="both"/>
        <w:rPr>
          <w:sz w:val="22"/>
          <w:szCs w:val="22"/>
          <w:lang w:val="en-GB"/>
        </w:rPr>
      </w:pPr>
    </w:p>
    <w:p w:rsidR="008D48B6" w:rsidRDefault="008D48B6" w:rsidP="00BD11A2">
      <w:pPr>
        <w:pStyle w:val="Default"/>
        <w:spacing w:before="60" w:after="60"/>
        <w:jc w:val="both"/>
        <w:rPr>
          <w:i/>
          <w:sz w:val="22"/>
          <w:szCs w:val="22"/>
          <w:lang w:val="en-GB"/>
        </w:rPr>
      </w:pPr>
      <w:r w:rsidRPr="00F47083">
        <w:rPr>
          <w:sz w:val="22"/>
          <w:szCs w:val="22"/>
          <w:lang w:val="en-GB"/>
        </w:rPr>
        <w:t xml:space="preserve">For further information refer to IALA Recommendation V-103 - </w:t>
      </w:r>
      <w:r>
        <w:rPr>
          <w:i/>
          <w:sz w:val="22"/>
          <w:szCs w:val="22"/>
          <w:lang w:val="en-GB"/>
        </w:rPr>
        <w:t>VTS Operator T</w:t>
      </w:r>
      <w:r w:rsidRPr="000908D6">
        <w:rPr>
          <w:i/>
          <w:sz w:val="22"/>
          <w:szCs w:val="22"/>
          <w:lang w:val="en-GB"/>
        </w:rPr>
        <w:t>raining</w:t>
      </w:r>
      <w:r w:rsidRPr="00F47083">
        <w:rPr>
          <w:sz w:val="22"/>
          <w:szCs w:val="22"/>
          <w:lang w:val="en-GB"/>
        </w:rPr>
        <w:t xml:space="preserve"> </w:t>
      </w:r>
      <w:r>
        <w:rPr>
          <w:sz w:val="22"/>
          <w:szCs w:val="22"/>
          <w:lang w:val="en-GB"/>
        </w:rPr>
        <w:t xml:space="preserve">and </w:t>
      </w:r>
      <w:r w:rsidRPr="00F47083">
        <w:rPr>
          <w:sz w:val="22"/>
          <w:szCs w:val="22"/>
          <w:lang w:val="en-GB"/>
        </w:rPr>
        <w:t xml:space="preserve">IALA Guidelines 1045 </w:t>
      </w:r>
      <w:r w:rsidRPr="000908D6">
        <w:rPr>
          <w:i/>
          <w:sz w:val="22"/>
          <w:szCs w:val="22"/>
          <w:lang w:val="en-GB"/>
        </w:rPr>
        <w:t>on Staffing Levels at VTS Centres</w:t>
      </w:r>
      <w:r>
        <w:rPr>
          <w:i/>
          <w:sz w:val="22"/>
          <w:szCs w:val="22"/>
          <w:lang w:val="en-GB"/>
        </w:rPr>
        <w:t>.</w:t>
      </w:r>
    </w:p>
    <w:p w:rsidR="008D48B6" w:rsidRDefault="008D48B6" w:rsidP="00BD11A2">
      <w:pPr>
        <w:pStyle w:val="Default"/>
        <w:spacing w:before="60" w:after="60"/>
        <w:jc w:val="both"/>
        <w:rPr>
          <w:sz w:val="22"/>
          <w:szCs w:val="22"/>
          <w:lang w:val="en-GB"/>
        </w:rPr>
      </w:pPr>
    </w:p>
    <w:p w:rsidR="008D48B6" w:rsidRPr="009354A6" w:rsidRDefault="008D48B6" w:rsidP="00E37F22">
      <w:pPr>
        <w:pStyle w:val="Heading2"/>
        <w:numPr>
          <w:ilvl w:val="1"/>
          <w:numId w:val="17"/>
        </w:numPr>
        <w:rPr>
          <w:lang w:eastAsia="sv-SE"/>
        </w:rPr>
      </w:pPr>
      <w:bookmarkStart w:id="50" w:name="_Toc287481568"/>
      <w:r w:rsidRPr="009354A6">
        <w:rPr>
          <w:lang w:eastAsia="sv-SE"/>
        </w:rPr>
        <w:t>Legal</w:t>
      </w:r>
      <w:bookmarkEnd w:id="50"/>
      <w:r w:rsidRPr="009354A6">
        <w:rPr>
          <w:lang w:eastAsia="sv-SE"/>
        </w:rPr>
        <w:t xml:space="preserve"> </w:t>
      </w:r>
    </w:p>
    <w:p w:rsidR="008D48B6" w:rsidRDefault="008D48B6" w:rsidP="00BD11A2">
      <w:pPr>
        <w:rPr>
          <w:szCs w:val="22"/>
        </w:rPr>
      </w:pPr>
      <w:r w:rsidRPr="009354A6">
        <w:rPr>
          <w:szCs w:val="22"/>
        </w:rPr>
        <w:t xml:space="preserve">It is important that consideration is given to the national and international legal basis for the provision of the service type provided. </w:t>
      </w:r>
    </w:p>
    <w:p w:rsidR="008D48B6" w:rsidRDefault="008D48B6" w:rsidP="00BD11A2">
      <w:pPr>
        <w:rPr>
          <w:szCs w:val="22"/>
        </w:rPr>
      </w:pPr>
    </w:p>
    <w:p w:rsidR="008D48B6" w:rsidRPr="009354A6" w:rsidRDefault="008D48B6" w:rsidP="00BD11A2">
      <w:pPr>
        <w:rPr>
          <w:szCs w:val="22"/>
        </w:rPr>
      </w:pPr>
      <w:r>
        <w:rPr>
          <w:szCs w:val="22"/>
        </w:rPr>
        <w:t>Instruction [and advice]</w:t>
      </w:r>
      <w:r w:rsidRPr="009354A6">
        <w:rPr>
          <w:szCs w:val="22"/>
        </w:rPr>
        <w:t xml:space="preserve"> by VTS personnel should be given under the regulatory powers and responsibilities of the VTS / Competent Authorities.</w:t>
      </w:r>
    </w:p>
    <w:p w:rsidR="008D48B6" w:rsidRDefault="008D48B6" w:rsidP="00BD11A2">
      <w:pPr>
        <w:rPr>
          <w:szCs w:val="22"/>
        </w:rPr>
      </w:pPr>
    </w:p>
    <w:p w:rsidR="008D48B6" w:rsidRPr="001E7670" w:rsidRDefault="008D48B6" w:rsidP="00E37F22">
      <w:pPr>
        <w:pStyle w:val="Heading2"/>
        <w:numPr>
          <w:ilvl w:val="1"/>
          <w:numId w:val="17"/>
        </w:numPr>
        <w:rPr>
          <w:lang w:eastAsia="sv-SE"/>
        </w:rPr>
      </w:pPr>
      <w:bookmarkStart w:id="51" w:name="_Toc287481569"/>
      <w:r w:rsidRPr="001E7670">
        <w:rPr>
          <w:lang w:eastAsia="sv-SE"/>
        </w:rPr>
        <w:t xml:space="preserve">Operational </w:t>
      </w:r>
      <w:r>
        <w:rPr>
          <w:lang w:eastAsia="sv-SE"/>
        </w:rPr>
        <w:t>p</w:t>
      </w:r>
      <w:r w:rsidRPr="001E7670">
        <w:rPr>
          <w:lang w:eastAsia="sv-SE"/>
        </w:rPr>
        <w:t>rocedures</w:t>
      </w:r>
      <w:bookmarkEnd w:id="51"/>
      <w:r w:rsidRPr="001E7670">
        <w:rPr>
          <w:lang w:eastAsia="sv-SE"/>
        </w:rPr>
        <w:t xml:space="preserve"> </w:t>
      </w:r>
    </w:p>
    <w:p w:rsidR="008D48B6" w:rsidRDefault="008D48B6" w:rsidP="00C82699">
      <w:pPr>
        <w:rPr>
          <w:szCs w:val="22"/>
        </w:rPr>
      </w:pPr>
      <w:r w:rsidRPr="001E7670">
        <w:rPr>
          <w:szCs w:val="22"/>
        </w:rPr>
        <w:t>All details for the provision of a</w:t>
      </w:r>
      <w:r>
        <w:rPr>
          <w:szCs w:val="22"/>
        </w:rPr>
        <w:t>ny type of s</w:t>
      </w:r>
      <w:r w:rsidRPr="001E7670">
        <w:rPr>
          <w:szCs w:val="22"/>
        </w:rPr>
        <w:t xml:space="preserve">ervice, </w:t>
      </w:r>
      <w:r>
        <w:rPr>
          <w:szCs w:val="22"/>
        </w:rPr>
        <w:t xml:space="preserve">including the terminology used, </w:t>
      </w:r>
      <w:r w:rsidRPr="001E7670">
        <w:rPr>
          <w:szCs w:val="22"/>
        </w:rPr>
        <w:t xml:space="preserve">should be contained in the Standard Operating Procedures (SOP) of the VTS Centre. </w:t>
      </w:r>
    </w:p>
    <w:p w:rsidR="008D48B6" w:rsidRPr="001E7670" w:rsidRDefault="008D48B6" w:rsidP="00C82699">
      <w:pPr>
        <w:rPr>
          <w:szCs w:val="22"/>
        </w:rPr>
      </w:pPr>
    </w:p>
    <w:p w:rsidR="008D48B6" w:rsidRDefault="008D48B6" w:rsidP="00C82699">
      <w:pPr>
        <w:rPr>
          <w:lang w:eastAsia="de-DE"/>
        </w:rPr>
      </w:pPr>
      <w:r>
        <w:rPr>
          <w:szCs w:val="22"/>
        </w:rPr>
        <w:t xml:space="preserve">Further information and guidance on preparing operational procedures is provided in the IALA Recommendation V-127 </w:t>
      </w:r>
      <w:r w:rsidRPr="000908D6">
        <w:rPr>
          <w:i/>
          <w:szCs w:val="22"/>
        </w:rPr>
        <w:t>o</w:t>
      </w:r>
      <w:r>
        <w:rPr>
          <w:i/>
          <w:iCs/>
          <w:szCs w:val="22"/>
        </w:rPr>
        <w:t>n Operational Procedures for Vessel Traffic Services.</w:t>
      </w:r>
    </w:p>
    <w:p w:rsidR="008D48B6" w:rsidRDefault="008D48B6" w:rsidP="00C82699">
      <w:pPr>
        <w:rPr>
          <w:lang w:eastAsia="de-DE"/>
        </w:rPr>
      </w:pPr>
    </w:p>
    <w:p w:rsidR="008D48B6" w:rsidRPr="001E7670" w:rsidRDefault="008D48B6" w:rsidP="00E37F22">
      <w:pPr>
        <w:pStyle w:val="Heading2"/>
        <w:numPr>
          <w:ilvl w:val="1"/>
          <w:numId w:val="17"/>
        </w:numPr>
        <w:rPr>
          <w:lang w:eastAsia="sv-SE"/>
        </w:rPr>
      </w:pPr>
      <w:bookmarkStart w:id="52" w:name="_Toc287481570"/>
      <w:r w:rsidRPr="001E7670">
        <w:rPr>
          <w:lang w:eastAsia="sv-SE"/>
        </w:rPr>
        <w:t xml:space="preserve">Promulgation of </w:t>
      </w:r>
      <w:r>
        <w:rPr>
          <w:lang w:eastAsia="sv-SE"/>
        </w:rPr>
        <w:t>i</w:t>
      </w:r>
      <w:r w:rsidRPr="001E7670">
        <w:rPr>
          <w:lang w:eastAsia="sv-SE"/>
        </w:rPr>
        <w:t xml:space="preserve">nformation and </w:t>
      </w:r>
      <w:r>
        <w:rPr>
          <w:lang w:eastAsia="sv-SE"/>
        </w:rPr>
        <w:t>t</w:t>
      </w:r>
      <w:r w:rsidRPr="001E7670">
        <w:rPr>
          <w:lang w:eastAsia="sv-SE"/>
        </w:rPr>
        <w:t xml:space="preserve">ypes of </w:t>
      </w:r>
      <w:r>
        <w:rPr>
          <w:lang w:eastAsia="sv-SE"/>
        </w:rPr>
        <w:t>s</w:t>
      </w:r>
      <w:r w:rsidRPr="001E7670">
        <w:rPr>
          <w:lang w:eastAsia="sv-SE"/>
        </w:rPr>
        <w:t>ervices</w:t>
      </w:r>
      <w:bookmarkEnd w:id="52"/>
      <w:r w:rsidRPr="001E7670">
        <w:rPr>
          <w:lang w:eastAsia="sv-SE"/>
        </w:rPr>
        <w:t xml:space="preserve"> </w:t>
      </w:r>
    </w:p>
    <w:p w:rsidR="008D48B6" w:rsidRDefault="008D48B6" w:rsidP="00C82699">
      <w:pPr>
        <w:rPr>
          <w:szCs w:val="22"/>
        </w:rPr>
      </w:pPr>
      <w:r>
        <w:rPr>
          <w:szCs w:val="22"/>
        </w:rPr>
        <w:t xml:space="preserve">The services offered to the mariner by a VTS should be promulgated to vessels in the appropriate internationally recognised marine publications, including the IALA World VTS Guide and locally produced User Guide or Manual. This should include details of the VTS, its capabilities, types of service provided, rules, regulations, requirements and procedures. The information promulgated should be verified and up-dated at least at annual intervals. </w:t>
      </w:r>
    </w:p>
    <w:p w:rsidR="008D48B6" w:rsidRPr="00BD11A2" w:rsidRDefault="008D48B6" w:rsidP="00BD11A2">
      <w:pPr>
        <w:pStyle w:val="BodyText"/>
      </w:pPr>
    </w:p>
    <w:p w:rsidR="008D48B6" w:rsidRDefault="008D48B6" w:rsidP="00E37F22">
      <w:pPr>
        <w:pStyle w:val="Heading2"/>
        <w:numPr>
          <w:ilvl w:val="1"/>
          <w:numId w:val="17"/>
        </w:numPr>
        <w:rPr>
          <w:lang w:eastAsia="sv-SE"/>
        </w:rPr>
      </w:pPr>
      <w:bookmarkStart w:id="53" w:name="_Toc287481571"/>
      <w:r>
        <w:rPr>
          <w:lang w:eastAsia="sv-SE"/>
        </w:rPr>
        <w:t>Message markers</w:t>
      </w:r>
      <w:bookmarkEnd w:id="53"/>
    </w:p>
    <w:p w:rsidR="008D48B6" w:rsidRPr="00163F61" w:rsidRDefault="008D48B6" w:rsidP="00356DD7">
      <w:pPr>
        <w:pStyle w:val="Default"/>
        <w:rPr>
          <w:lang w:val="en-GB"/>
        </w:rPr>
      </w:pPr>
      <w:r>
        <w:rPr>
          <w:sz w:val="22"/>
          <w:szCs w:val="22"/>
          <w:lang w:val="en-GB"/>
        </w:rPr>
        <w:t>There are eight types of communication m</w:t>
      </w:r>
      <w:r w:rsidRPr="00481383">
        <w:rPr>
          <w:sz w:val="22"/>
          <w:szCs w:val="22"/>
          <w:lang w:val="en-GB"/>
        </w:rPr>
        <w:t xml:space="preserve">essage </w:t>
      </w:r>
      <w:r>
        <w:rPr>
          <w:sz w:val="22"/>
          <w:szCs w:val="22"/>
          <w:lang w:val="en-GB"/>
        </w:rPr>
        <w:t>m</w:t>
      </w:r>
      <w:r w:rsidRPr="00481383">
        <w:rPr>
          <w:sz w:val="22"/>
          <w:szCs w:val="22"/>
          <w:lang w:val="en-GB"/>
        </w:rPr>
        <w:t xml:space="preserve">arkers that are frequently used in VTS which may be used to emphasise the content of the message or to ensure that the message will be properly understood, particularly when language difficulties are apparent between the VTS and the vessel. </w:t>
      </w:r>
    </w:p>
    <w:p w:rsidR="008D48B6" w:rsidRDefault="008D48B6" w:rsidP="00631A1F">
      <w:pPr>
        <w:pStyle w:val="BodyText"/>
      </w:pPr>
    </w:p>
    <w:p w:rsidR="008D48B6" w:rsidRDefault="008D48B6" w:rsidP="00356DD7">
      <w:r>
        <w:t>I</w:t>
      </w:r>
      <w:r w:rsidRPr="001B3138">
        <w:t xml:space="preserve">t is recommended that message markers are used </w:t>
      </w:r>
      <w:r>
        <w:t xml:space="preserve">when providing Vessel Traffic </w:t>
      </w:r>
      <w:r w:rsidRPr="001B3138">
        <w:t>Service</w:t>
      </w:r>
      <w:r>
        <w:t>s</w:t>
      </w:r>
      <w:r w:rsidRPr="001B3138">
        <w:t xml:space="preserve">. </w:t>
      </w:r>
      <w:r>
        <w:t>However, i</w:t>
      </w:r>
      <w:r w:rsidRPr="001B3138">
        <w:t>t is at the discretion of the VTS or the bridge team whether to use one of the message markers and, if so, which marker is applicable to the situation.</w:t>
      </w:r>
      <w:r>
        <w:t xml:space="preserve"> </w:t>
      </w:r>
      <w:r w:rsidRPr="001B3138">
        <w:t xml:space="preserve">If used, the message marker is to precede the message or the corresponding part of the message. </w:t>
      </w:r>
    </w:p>
    <w:p w:rsidR="008D48B6" w:rsidRPr="00631A1F" w:rsidRDefault="008D48B6" w:rsidP="00356DD7"/>
    <w:p w:rsidR="008D48B6" w:rsidRPr="00885A04" w:rsidRDefault="008D48B6" w:rsidP="00A755AA">
      <w:pPr>
        <w:pStyle w:val="Table"/>
        <w:jc w:val="left"/>
      </w:pPr>
      <w:bookmarkStart w:id="54" w:name="_Toc272359280"/>
      <w:r w:rsidRPr="00885A04">
        <w:t>Message markers</w:t>
      </w:r>
      <w:r>
        <w:t xml:space="preserve"> </w:t>
      </w:r>
      <w:r w:rsidRPr="00885A04">
        <w:rPr>
          <w:vertAlign w:val="superscript"/>
        </w:rPr>
        <w:footnoteReference w:id="1"/>
      </w:r>
      <w:bookmarkEnd w:id="54"/>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5"/>
        <w:gridCol w:w="4870"/>
        <w:gridCol w:w="706"/>
        <w:gridCol w:w="725"/>
        <w:gridCol w:w="669"/>
      </w:tblGrid>
      <w:tr w:rsidR="008D48B6" w:rsidRPr="00356DD7">
        <w:tc>
          <w:tcPr>
            <w:tcW w:w="1805" w:type="dxa"/>
            <w:vMerge w:val="restart"/>
          </w:tcPr>
          <w:p w:rsidR="008D48B6" w:rsidRPr="00356DD7" w:rsidRDefault="008D48B6" w:rsidP="00885A04">
            <w:pPr>
              <w:spacing w:before="40" w:after="120"/>
              <w:rPr>
                <w:b/>
              </w:rPr>
            </w:pPr>
            <w:r w:rsidRPr="00356DD7">
              <w:rPr>
                <w:b/>
                <w:i/>
                <w:szCs w:val="22"/>
              </w:rPr>
              <w:t>Message Markers</w:t>
            </w:r>
          </w:p>
        </w:tc>
        <w:tc>
          <w:tcPr>
            <w:tcW w:w="4870" w:type="dxa"/>
            <w:vMerge w:val="restart"/>
            <w:vAlign w:val="center"/>
          </w:tcPr>
          <w:p w:rsidR="008D48B6" w:rsidRPr="00356DD7" w:rsidRDefault="008D48B6" w:rsidP="00885A04">
            <w:pPr>
              <w:spacing w:before="40" w:after="120"/>
              <w:rPr>
                <w:b/>
                <w:i/>
              </w:rPr>
            </w:pPr>
            <w:r w:rsidRPr="00356DD7">
              <w:rPr>
                <w:b/>
                <w:i/>
                <w:szCs w:val="22"/>
              </w:rPr>
              <w:t>Description</w:t>
            </w:r>
          </w:p>
        </w:tc>
        <w:tc>
          <w:tcPr>
            <w:tcW w:w="2100" w:type="dxa"/>
            <w:gridSpan w:val="3"/>
          </w:tcPr>
          <w:p w:rsidR="008D48B6" w:rsidRPr="00356DD7" w:rsidRDefault="008D48B6" w:rsidP="00885A04">
            <w:pPr>
              <w:spacing w:before="40" w:after="120"/>
              <w:jc w:val="center"/>
              <w:rPr>
                <w:b/>
                <w:i/>
              </w:rPr>
            </w:pPr>
            <w:r w:rsidRPr="00356DD7">
              <w:rPr>
                <w:b/>
                <w:i/>
                <w:szCs w:val="22"/>
              </w:rPr>
              <w:t>Service types</w:t>
            </w:r>
          </w:p>
        </w:tc>
      </w:tr>
      <w:tr w:rsidR="008D48B6" w:rsidRPr="003946EE">
        <w:tc>
          <w:tcPr>
            <w:tcW w:w="1805" w:type="dxa"/>
            <w:vMerge/>
          </w:tcPr>
          <w:p w:rsidR="008D48B6" w:rsidRPr="007B0713" w:rsidRDefault="008D48B6" w:rsidP="00885A04">
            <w:pPr>
              <w:spacing w:before="40" w:after="120"/>
              <w:rPr>
                <w:b/>
                <w:i/>
              </w:rPr>
            </w:pPr>
          </w:p>
        </w:tc>
        <w:tc>
          <w:tcPr>
            <w:tcW w:w="4870" w:type="dxa"/>
            <w:vMerge/>
          </w:tcPr>
          <w:p w:rsidR="008D48B6" w:rsidRPr="007B0713" w:rsidRDefault="008D48B6" w:rsidP="00885A04">
            <w:pPr>
              <w:spacing w:before="40" w:after="120"/>
              <w:rPr>
                <w:b/>
                <w:i/>
              </w:rPr>
            </w:pPr>
          </w:p>
        </w:tc>
        <w:tc>
          <w:tcPr>
            <w:tcW w:w="706" w:type="dxa"/>
          </w:tcPr>
          <w:p w:rsidR="008D48B6" w:rsidRPr="007B0713" w:rsidRDefault="008D48B6" w:rsidP="00885A04">
            <w:pPr>
              <w:spacing w:before="40" w:after="120"/>
              <w:rPr>
                <w:b/>
                <w:i/>
              </w:rPr>
            </w:pPr>
            <w:r>
              <w:rPr>
                <w:b/>
                <w:i/>
                <w:szCs w:val="22"/>
              </w:rPr>
              <w:t>INS</w:t>
            </w:r>
          </w:p>
        </w:tc>
        <w:tc>
          <w:tcPr>
            <w:tcW w:w="725" w:type="dxa"/>
          </w:tcPr>
          <w:p w:rsidR="008D48B6" w:rsidRPr="007B0713" w:rsidRDefault="008D48B6" w:rsidP="00885A04">
            <w:pPr>
              <w:spacing w:before="40" w:after="120"/>
              <w:rPr>
                <w:b/>
                <w:i/>
              </w:rPr>
            </w:pPr>
            <w:r>
              <w:rPr>
                <w:b/>
                <w:i/>
                <w:szCs w:val="22"/>
              </w:rPr>
              <w:t>NAS</w:t>
            </w:r>
          </w:p>
        </w:tc>
        <w:tc>
          <w:tcPr>
            <w:tcW w:w="669" w:type="dxa"/>
          </w:tcPr>
          <w:p w:rsidR="008D48B6" w:rsidRPr="007B0713" w:rsidRDefault="008D48B6" w:rsidP="00885A04">
            <w:pPr>
              <w:spacing w:before="40" w:after="120"/>
              <w:rPr>
                <w:b/>
                <w:i/>
              </w:rPr>
            </w:pPr>
            <w:r>
              <w:rPr>
                <w:b/>
                <w:i/>
                <w:szCs w:val="22"/>
              </w:rPr>
              <w:t>TOS</w:t>
            </w:r>
          </w:p>
        </w:tc>
      </w:tr>
      <w:tr w:rsidR="008D48B6" w:rsidRPr="003946EE">
        <w:tc>
          <w:tcPr>
            <w:tcW w:w="1805" w:type="dxa"/>
          </w:tcPr>
          <w:p w:rsidR="008D48B6" w:rsidRPr="00885A04" w:rsidRDefault="008D48B6" w:rsidP="00885A04">
            <w:pPr>
              <w:spacing w:before="40" w:after="120"/>
              <w:rPr>
                <w:i/>
                <w:caps/>
              </w:rPr>
            </w:pPr>
            <w:r w:rsidRPr="008E6FFB">
              <w:rPr>
                <w:i/>
                <w:caps/>
                <w:szCs w:val="22"/>
              </w:rPr>
              <w:t>Information</w:t>
            </w:r>
          </w:p>
        </w:tc>
        <w:tc>
          <w:tcPr>
            <w:tcW w:w="4870" w:type="dxa"/>
          </w:tcPr>
          <w:p w:rsidR="008D48B6" w:rsidRDefault="008D48B6" w:rsidP="00A755AA">
            <w:pPr>
              <w:spacing w:before="40"/>
              <w:rPr>
                <w:i/>
              </w:rPr>
            </w:pPr>
            <w:r w:rsidRPr="003946EE">
              <w:rPr>
                <w:szCs w:val="22"/>
              </w:rPr>
              <w:t xml:space="preserve">This indicates that the </w:t>
            </w:r>
            <w:r>
              <w:rPr>
                <w:szCs w:val="22"/>
              </w:rPr>
              <w:t xml:space="preserve">following message </w:t>
            </w:r>
            <w:r w:rsidRPr="008E6FFB">
              <w:rPr>
                <w:szCs w:val="22"/>
              </w:rPr>
              <w:t>is restricted to observed facts, situations</w:t>
            </w:r>
            <w:r w:rsidRPr="008E6FFB">
              <w:rPr>
                <w:b/>
                <w:szCs w:val="22"/>
                <w:vertAlign w:val="superscript"/>
              </w:rPr>
              <w:t xml:space="preserve"> </w:t>
            </w:r>
          </w:p>
          <w:p w:rsidR="008D48B6" w:rsidRPr="003946EE" w:rsidRDefault="008D48B6" w:rsidP="00A755AA">
            <w:pPr>
              <w:spacing w:before="40"/>
            </w:pPr>
          </w:p>
          <w:p w:rsidR="008D48B6" w:rsidRPr="003946EE" w:rsidRDefault="008D48B6" w:rsidP="00A755AA">
            <w:pPr>
              <w:spacing w:before="40"/>
            </w:pPr>
            <w:r w:rsidRPr="00A149F2">
              <w:rPr>
                <w:b/>
                <w:i/>
              </w:rPr>
              <w:t>Note:</w:t>
            </w:r>
            <w:r w:rsidRPr="00A149F2">
              <w:rPr>
                <w:i/>
              </w:rPr>
              <w:t xml:space="preserve"> This </w:t>
            </w:r>
            <w:r>
              <w:rPr>
                <w:i/>
              </w:rPr>
              <w:t>marker is preferably used for navigational and traffic information, etc.  Consequences of INFORMATION will be up to the recipient</w:t>
            </w:r>
          </w:p>
        </w:tc>
        <w:tc>
          <w:tcPr>
            <w:tcW w:w="706" w:type="dxa"/>
          </w:tcPr>
          <w:p w:rsidR="008D48B6" w:rsidRPr="003946EE" w:rsidRDefault="008D48B6" w:rsidP="00885A04">
            <w:pPr>
              <w:spacing w:before="40" w:after="120"/>
              <w:jc w:val="center"/>
            </w:pPr>
            <w:r>
              <w:rPr>
                <w:szCs w:val="22"/>
              </w:rPr>
              <w:t>X</w:t>
            </w:r>
          </w:p>
        </w:tc>
        <w:tc>
          <w:tcPr>
            <w:tcW w:w="725" w:type="dxa"/>
          </w:tcPr>
          <w:p w:rsidR="008D48B6" w:rsidRPr="003946EE" w:rsidRDefault="008D48B6" w:rsidP="00885A04">
            <w:pPr>
              <w:spacing w:before="40" w:after="120"/>
              <w:jc w:val="center"/>
            </w:pPr>
            <w:r>
              <w:rPr>
                <w:szCs w:val="22"/>
              </w:rPr>
              <w:t>X</w:t>
            </w:r>
          </w:p>
        </w:tc>
        <w:tc>
          <w:tcPr>
            <w:tcW w:w="669" w:type="dxa"/>
          </w:tcPr>
          <w:p w:rsidR="008D48B6" w:rsidRPr="003946EE"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Warning</w:t>
            </w:r>
          </w:p>
        </w:tc>
        <w:tc>
          <w:tcPr>
            <w:tcW w:w="4870" w:type="dxa"/>
          </w:tcPr>
          <w:p w:rsidR="008D48B6" w:rsidRPr="00071644" w:rsidRDefault="008D48B6" w:rsidP="00A755AA">
            <w:pPr>
              <w:spacing w:before="40"/>
            </w:pPr>
            <w:r w:rsidRPr="00071644">
              <w:rPr>
                <w:szCs w:val="22"/>
              </w:rPr>
              <w:t xml:space="preserve">This indicates that the </w:t>
            </w:r>
            <w:r>
              <w:rPr>
                <w:szCs w:val="22"/>
              </w:rPr>
              <w:t xml:space="preserve">following message </w:t>
            </w:r>
            <w:r w:rsidRPr="008E6FFB">
              <w:rPr>
                <w:szCs w:val="22"/>
              </w:rPr>
              <w:t>implies the intention of the sender to inform others about danger</w:t>
            </w:r>
            <w:r w:rsidRPr="00071644">
              <w:rPr>
                <w:b/>
                <w:szCs w:val="22"/>
                <w:vertAlign w:val="superscript"/>
              </w:rPr>
              <w:t xml:space="preserve"> </w:t>
            </w:r>
          </w:p>
          <w:p w:rsidR="008D48B6" w:rsidRPr="00071644" w:rsidRDefault="008D48B6" w:rsidP="00A755AA">
            <w:pPr>
              <w:spacing w:before="40"/>
            </w:pPr>
          </w:p>
          <w:p w:rsidR="008D48B6" w:rsidRPr="00071644" w:rsidRDefault="008D48B6" w:rsidP="00A755AA">
            <w:pPr>
              <w:spacing w:before="40"/>
            </w:pPr>
            <w:r w:rsidRPr="00071644">
              <w:rPr>
                <w:b/>
                <w:i/>
              </w:rPr>
              <w:t xml:space="preserve">Note: </w:t>
            </w:r>
            <w:r w:rsidRPr="00071644">
              <w:rPr>
                <w:i/>
              </w:rPr>
              <w:t>This means that any recipient of a WARNING should pay immediate attention to the danger mentioned.  Consequences of a WARNING will be up to the recipient</w:t>
            </w:r>
            <w:r>
              <w:rPr>
                <w:i/>
              </w:rPr>
              <w:t>.</w:t>
            </w:r>
          </w:p>
        </w:tc>
        <w:tc>
          <w:tcPr>
            <w:tcW w:w="706" w:type="dxa"/>
          </w:tcPr>
          <w:p w:rsidR="008D48B6" w:rsidRPr="00071644" w:rsidRDefault="008D48B6" w:rsidP="00885A04">
            <w:pPr>
              <w:spacing w:before="40" w:after="120"/>
              <w:jc w:val="center"/>
            </w:pPr>
            <w:r>
              <w:rPr>
                <w:szCs w:val="22"/>
              </w:rPr>
              <w:t>X</w:t>
            </w:r>
          </w:p>
        </w:tc>
        <w:tc>
          <w:tcPr>
            <w:tcW w:w="725" w:type="dxa"/>
          </w:tcPr>
          <w:p w:rsidR="008D48B6" w:rsidRPr="00071644" w:rsidRDefault="008D48B6" w:rsidP="00885A04">
            <w:pPr>
              <w:spacing w:before="40" w:after="120"/>
              <w:jc w:val="center"/>
            </w:pPr>
            <w:r>
              <w:rPr>
                <w:szCs w:val="22"/>
              </w:rPr>
              <w:t>X</w:t>
            </w:r>
          </w:p>
        </w:tc>
        <w:tc>
          <w:tcPr>
            <w:tcW w:w="669" w:type="dxa"/>
          </w:tcPr>
          <w:p w:rsidR="008D48B6" w:rsidRPr="00071644"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Advice</w:t>
            </w:r>
          </w:p>
        </w:tc>
        <w:tc>
          <w:tcPr>
            <w:tcW w:w="4870" w:type="dxa"/>
          </w:tcPr>
          <w:p w:rsidR="008D48B6" w:rsidRPr="00071644" w:rsidRDefault="008D48B6" w:rsidP="00A755AA">
            <w:pPr>
              <w:spacing w:before="40"/>
            </w:pPr>
            <w:r w:rsidRPr="00071644">
              <w:rPr>
                <w:szCs w:val="22"/>
              </w:rPr>
              <w:t xml:space="preserve">This indicates that the </w:t>
            </w:r>
            <w:r>
              <w:rPr>
                <w:szCs w:val="22"/>
              </w:rPr>
              <w:t xml:space="preserve">following message </w:t>
            </w:r>
            <w:r w:rsidRPr="00261089">
              <w:rPr>
                <w:szCs w:val="22"/>
              </w:rPr>
              <w:t>implies the intention of the sender to influence others by a recommendation.</w:t>
            </w:r>
          </w:p>
          <w:p w:rsidR="008D48B6" w:rsidRDefault="008D48B6" w:rsidP="00A755AA">
            <w:pPr>
              <w:pStyle w:val="BodyText"/>
              <w:spacing w:after="0"/>
              <w:rPr>
                <w:ins w:id="55" w:author="mosu01" w:date="2011-03-10T10:54:00Z"/>
                <w:lang w:eastAsia="sv-SE"/>
              </w:rPr>
            </w:pPr>
            <w:ins w:id="56" w:author="mosu01" w:date="2011-03-10T00:24:00Z">
              <w:r>
                <w:rPr>
                  <w:lang w:eastAsia="sv-SE"/>
                </w:rPr>
                <w:t>T</w:t>
              </w:r>
              <w:r w:rsidRPr="00970B19">
                <w:rPr>
                  <w:lang w:eastAsia="sv-SE"/>
                </w:rPr>
                <w:t>he p</w:t>
              </w:r>
              <w:r>
                <w:rPr>
                  <w:lang w:eastAsia="sv-SE"/>
                </w:rPr>
                <w:t>rovision of advice includes a professional opinion.</w:t>
              </w:r>
            </w:ins>
          </w:p>
          <w:p w:rsidR="008D48B6" w:rsidRPr="00071644" w:rsidRDefault="008D48B6" w:rsidP="00A755AA">
            <w:pPr>
              <w:pStyle w:val="BodyText"/>
              <w:spacing w:after="0"/>
              <w:rPr>
                <w:lang w:eastAsia="sv-SE"/>
              </w:rPr>
            </w:pPr>
          </w:p>
          <w:p w:rsidR="008D48B6" w:rsidRPr="00071644" w:rsidRDefault="008D48B6" w:rsidP="00A755AA">
            <w:pPr>
              <w:spacing w:before="40"/>
              <w:rPr>
                <w:i/>
              </w:rPr>
            </w:pPr>
            <w:r w:rsidRPr="00071644">
              <w:rPr>
                <w:b/>
                <w:i/>
              </w:rPr>
              <w:t>Note</w:t>
            </w:r>
            <w:r w:rsidRPr="00071644">
              <w:rPr>
                <w:i/>
              </w:rPr>
              <w:t xml:space="preserve">: The decision whether to follow the ADVICE </w:t>
            </w:r>
            <w:r>
              <w:rPr>
                <w:i/>
              </w:rPr>
              <w:t>still stays</w:t>
            </w:r>
            <w:r w:rsidRPr="00071644">
              <w:rPr>
                <w:i/>
              </w:rPr>
              <w:t xml:space="preserve"> with the recipient.  ADVICE does not necessarily have to be followed but should be considered</w:t>
            </w:r>
            <w:del w:id="57" w:author="VTSWG1" w:date="2011-08-10T18:28:00Z">
              <w:r w:rsidRPr="00071644" w:rsidDel="00695A35">
                <w:rPr>
                  <w:i/>
                </w:rPr>
                <w:delText xml:space="preserve"> </w:delText>
              </w:r>
              <w:commentRangeStart w:id="58"/>
              <w:r w:rsidRPr="00071644" w:rsidDel="00695A35">
                <w:rPr>
                  <w:i/>
                </w:rPr>
                <w:delText>very</w:delText>
              </w:r>
            </w:del>
            <w:r w:rsidRPr="00071644">
              <w:rPr>
                <w:i/>
              </w:rPr>
              <w:t xml:space="preserve"> </w:t>
            </w:r>
            <w:commentRangeEnd w:id="58"/>
            <w:r>
              <w:rPr>
                <w:rStyle w:val="CommentReference"/>
                <w:lang w:eastAsia="de-DE"/>
              </w:rPr>
              <w:commentReference w:id="58"/>
            </w:r>
            <w:r w:rsidRPr="00071644">
              <w:rPr>
                <w:i/>
              </w:rPr>
              <w:t>carefully</w:t>
            </w:r>
            <w:r>
              <w:rPr>
                <w:i/>
              </w:rPr>
              <w:t>.</w:t>
            </w:r>
          </w:p>
        </w:tc>
        <w:tc>
          <w:tcPr>
            <w:tcW w:w="706" w:type="dxa"/>
          </w:tcPr>
          <w:p w:rsidR="008D48B6" w:rsidRPr="00071644" w:rsidRDefault="008D48B6" w:rsidP="00885A04">
            <w:pPr>
              <w:spacing w:before="40" w:after="120"/>
              <w:jc w:val="center"/>
            </w:pPr>
            <w:r>
              <w:rPr>
                <w:szCs w:val="22"/>
              </w:rPr>
              <w:t>(X)</w:t>
            </w:r>
          </w:p>
        </w:tc>
        <w:tc>
          <w:tcPr>
            <w:tcW w:w="725" w:type="dxa"/>
          </w:tcPr>
          <w:p w:rsidR="008D48B6" w:rsidRPr="00071644" w:rsidRDefault="008D48B6" w:rsidP="00885A04">
            <w:pPr>
              <w:spacing w:before="40" w:after="120"/>
              <w:jc w:val="center"/>
            </w:pPr>
            <w:r>
              <w:rPr>
                <w:szCs w:val="22"/>
              </w:rPr>
              <w:t>X</w:t>
            </w:r>
          </w:p>
        </w:tc>
        <w:tc>
          <w:tcPr>
            <w:tcW w:w="669" w:type="dxa"/>
          </w:tcPr>
          <w:p w:rsidR="008D48B6" w:rsidRPr="00071644"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Instruction</w:t>
            </w:r>
          </w:p>
        </w:tc>
        <w:tc>
          <w:tcPr>
            <w:tcW w:w="4870" w:type="dxa"/>
          </w:tcPr>
          <w:p w:rsidR="008D48B6" w:rsidRDefault="008D48B6" w:rsidP="00A755AA">
            <w:pPr>
              <w:spacing w:before="40"/>
            </w:pPr>
            <w:r w:rsidRPr="00743586">
              <w:rPr>
                <w:szCs w:val="22"/>
              </w:rPr>
              <w:t>This indicates that the following message implies the intention of the sender to influence others</w:t>
            </w:r>
            <w:r>
              <w:rPr>
                <w:szCs w:val="22"/>
              </w:rPr>
              <w:t xml:space="preserve"> </w:t>
            </w:r>
            <w:r w:rsidRPr="00743586">
              <w:rPr>
                <w:szCs w:val="22"/>
              </w:rPr>
              <w:t>by a Regulation.</w:t>
            </w:r>
          </w:p>
          <w:p w:rsidR="008D48B6" w:rsidRDefault="008D48B6" w:rsidP="00A755AA">
            <w:pPr>
              <w:spacing w:before="40"/>
            </w:pPr>
          </w:p>
          <w:p w:rsidR="008D48B6" w:rsidRPr="00071644" w:rsidRDefault="008D48B6" w:rsidP="00A755AA">
            <w:pPr>
              <w:spacing w:before="40"/>
            </w:pP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 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r>
              <w:rPr>
                <w:i/>
                <w:szCs w:val="22"/>
              </w:rPr>
              <w:t xml:space="preserve"> </w:t>
            </w:r>
          </w:p>
        </w:tc>
        <w:tc>
          <w:tcPr>
            <w:tcW w:w="706" w:type="dxa"/>
          </w:tcPr>
          <w:p w:rsidR="008D48B6" w:rsidRDefault="008D48B6" w:rsidP="00885A04">
            <w:pPr>
              <w:spacing w:before="40" w:after="120"/>
              <w:jc w:val="center"/>
            </w:pPr>
            <w:r>
              <w:rPr>
                <w:szCs w:val="22"/>
              </w:rPr>
              <w:t>-</w:t>
            </w:r>
          </w:p>
        </w:tc>
        <w:tc>
          <w:tcPr>
            <w:tcW w:w="725" w:type="dxa"/>
          </w:tcPr>
          <w:p w:rsidR="008D48B6" w:rsidRDefault="008D48B6" w:rsidP="00885A04">
            <w:pPr>
              <w:spacing w:before="40" w:after="120"/>
              <w:jc w:val="center"/>
            </w:pPr>
            <w:r>
              <w:rPr>
                <w:szCs w:val="22"/>
              </w:rPr>
              <w:t>(X)</w:t>
            </w:r>
            <w:r>
              <w:rPr>
                <w:rStyle w:val="FootnoteReference"/>
                <w:szCs w:val="22"/>
              </w:rPr>
              <w:footnoteReference w:id="2"/>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Question</w:t>
            </w:r>
          </w:p>
        </w:tc>
        <w:tc>
          <w:tcPr>
            <w:tcW w:w="4870" w:type="dxa"/>
          </w:tcPr>
          <w:p w:rsidR="008D48B6" w:rsidRDefault="008D48B6" w:rsidP="00A755AA">
            <w:pPr>
              <w:spacing w:before="40"/>
            </w:pPr>
            <w:r w:rsidRPr="005B04C9">
              <w:rPr>
                <w:szCs w:val="22"/>
              </w:rPr>
              <w:t>This indicates that the following message is of an interrogative character.</w:t>
            </w:r>
          </w:p>
          <w:p w:rsidR="008D48B6" w:rsidRDefault="008D48B6" w:rsidP="00A755AA">
            <w:pPr>
              <w:spacing w:before="40"/>
            </w:pPr>
          </w:p>
          <w:p w:rsidR="008D48B6" w:rsidRPr="005B04C9" w:rsidRDefault="008D48B6" w:rsidP="00A755AA">
            <w:pPr>
              <w:spacing w:before="40"/>
              <w:rPr>
                <w:i/>
              </w:rPr>
            </w:pPr>
            <w:r w:rsidRPr="00071644">
              <w:rPr>
                <w:b/>
                <w:i/>
              </w:rPr>
              <w:t>Note</w:t>
            </w:r>
            <w:r>
              <w:rPr>
                <w:b/>
                <w:i/>
              </w:rPr>
              <w:t>:</w:t>
            </w:r>
            <w:r w:rsidRPr="005B04C9">
              <w:rPr>
                <w:i/>
                <w:szCs w:val="22"/>
              </w:rPr>
              <w:t xml:space="preserve"> The use of this marker removes any doubt as to whether a question is being asked or a</w:t>
            </w:r>
            <w:r>
              <w:rPr>
                <w:i/>
                <w:szCs w:val="22"/>
              </w:rPr>
              <w:t xml:space="preserve"> </w:t>
            </w:r>
            <w:r w:rsidRPr="005B04C9">
              <w:rPr>
                <w:i/>
                <w:szCs w:val="22"/>
              </w:rPr>
              <w:t>statement is being made, especially when interrogatives such as what, where, why,</w:t>
            </w:r>
            <w:r>
              <w:rPr>
                <w:i/>
                <w:szCs w:val="22"/>
              </w:rPr>
              <w:t xml:space="preserve"> </w:t>
            </w:r>
            <w:r w:rsidRPr="005B04C9">
              <w:rPr>
                <w:i/>
                <w:szCs w:val="22"/>
              </w:rPr>
              <w:t>who, how are additionally used at the beginning of the question. The recipient is</w:t>
            </w:r>
            <w:r>
              <w:rPr>
                <w:i/>
                <w:szCs w:val="22"/>
              </w:rPr>
              <w:t xml:space="preserve"> </w:t>
            </w:r>
            <w:r w:rsidRPr="005B04C9">
              <w:rPr>
                <w:i/>
                <w:szCs w:val="22"/>
              </w:rPr>
              <w:t>expected to return an answer.</w:t>
            </w:r>
          </w:p>
        </w:tc>
        <w:tc>
          <w:tcPr>
            <w:tcW w:w="706" w:type="dxa"/>
          </w:tcPr>
          <w:p w:rsidR="008D48B6" w:rsidRDefault="008D48B6" w:rsidP="00885A04">
            <w:pPr>
              <w:spacing w:before="40" w:after="120"/>
              <w:jc w:val="center"/>
            </w:pPr>
            <w:r>
              <w:rPr>
                <w:szCs w:val="22"/>
              </w:rPr>
              <w:t>X</w:t>
            </w:r>
          </w:p>
        </w:tc>
        <w:tc>
          <w:tcPr>
            <w:tcW w:w="725" w:type="dxa"/>
          </w:tcPr>
          <w:p w:rsidR="008D48B6" w:rsidRDefault="008D48B6" w:rsidP="00885A04">
            <w:pPr>
              <w:spacing w:before="40" w:after="120"/>
              <w:jc w:val="center"/>
            </w:pPr>
            <w:r>
              <w:rPr>
                <w:szCs w:val="22"/>
              </w:rPr>
              <w:t>X</w:t>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Answer</w:t>
            </w:r>
          </w:p>
        </w:tc>
        <w:tc>
          <w:tcPr>
            <w:tcW w:w="4870" w:type="dxa"/>
          </w:tcPr>
          <w:p w:rsidR="008D48B6" w:rsidRPr="005B04C9" w:rsidRDefault="008D48B6" w:rsidP="00A755AA">
            <w:pPr>
              <w:spacing w:before="40"/>
            </w:pPr>
            <w:r w:rsidRPr="005B04C9">
              <w:rPr>
                <w:szCs w:val="22"/>
              </w:rPr>
              <w:t>This indicates that the following message is the reply to a previous question.</w:t>
            </w:r>
          </w:p>
          <w:p w:rsidR="008D48B6" w:rsidRDefault="008D48B6" w:rsidP="00A755AA">
            <w:pPr>
              <w:spacing w:before="40"/>
            </w:pPr>
          </w:p>
          <w:p w:rsidR="008D48B6" w:rsidRPr="005B04C9" w:rsidRDefault="008D48B6" w:rsidP="00A755AA">
            <w:pPr>
              <w:spacing w:before="40"/>
            </w:pPr>
            <w:r w:rsidRPr="00071644">
              <w:rPr>
                <w:b/>
                <w:i/>
              </w:rPr>
              <w:t>Note</w:t>
            </w:r>
            <w:r>
              <w:rPr>
                <w:b/>
                <w:i/>
              </w:rPr>
              <w:t xml:space="preserve">: </w:t>
            </w:r>
            <w:r w:rsidRPr="005B04C9">
              <w:rPr>
                <w:i/>
              </w:rPr>
              <w:t>An answer should not contain another question.</w:t>
            </w:r>
          </w:p>
        </w:tc>
        <w:tc>
          <w:tcPr>
            <w:tcW w:w="706" w:type="dxa"/>
          </w:tcPr>
          <w:p w:rsidR="008D48B6" w:rsidRDefault="008D48B6" w:rsidP="00885A04">
            <w:pPr>
              <w:spacing w:before="40" w:after="120"/>
              <w:jc w:val="center"/>
            </w:pPr>
            <w:r>
              <w:rPr>
                <w:szCs w:val="22"/>
              </w:rPr>
              <w:t>X</w:t>
            </w:r>
          </w:p>
        </w:tc>
        <w:tc>
          <w:tcPr>
            <w:tcW w:w="725" w:type="dxa"/>
          </w:tcPr>
          <w:p w:rsidR="008D48B6" w:rsidRDefault="008D48B6" w:rsidP="00885A04">
            <w:pPr>
              <w:spacing w:before="40" w:after="120"/>
              <w:jc w:val="center"/>
            </w:pPr>
            <w:r>
              <w:rPr>
                <w:szCs w:val="22"/>
              </w:rPr>
              <w:t>X</w:t>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r w:rsidRPr="000C4EBC">
              <w:rPr>
                <w:i/>
                <w:caps/>
                <w:szCs w:val="22"/>
              </w:rPr>
              <w:t>Request</w:t>
            </w:r>
          </w:p>
        </w:tc>
        <w:tc>
          <w:tcPr>
            <w:tcW w:w="4870" w:type="dxa"/>
          </w:tcPr>
          <w:p w:rsidR="008D48B6" w:rsidRPr="005B04C9" w:rsidRDefault="008D48B6" w:rsidP="00A755AA">
            <w:pPr>
              <w:spacing w:before="40"/>
            </w:pPr>
            <w:r w:rsidRPr="005B04C9">
              <w:rPr>
                <w:szCs w:val="22"/>
              </w:rPr>
              <w:t>This indicates that the following message is asking for action from others with respect to the vessel.</w:t>
            </w:r>
          </w:p>
          <w:p w:rsidR="008D48B6" w:rsidRDefault="008D48B6" w:rsidP="00A755AA">
            <w:pPr>
              <w:spacing w:before="40"/>
            </w:pPr>
          </w:p>
          <w:p w:rsidR="008D48B6" w:rsidRPr="00071644" w:rsidRDefault="008D48B6" w:rsidP="00A755AA">
            <w:pPr>
              <w:spacing w:before="40"/>
            </w:pPr>
            <w:r w:rsidRPr="00071644">
              <w:rPr>
                <w:b/>
                <w:i/>
              </w:rPr>
              <w:t>Note</w:t>
            </w:r>
            <w:r>
              <w:rPr>
                <w:b/>
                <w:i/>
              </w:rPr>
              <w:t xml:space="preserve">: </w:t>
            </w:r>
            <w:r w:rsidRPr="005B04C9">
              <w:rPr>
                <w:i/>
              </w:rPr>
              <w:t>The use of this marker is to signal: I want something to be arranged or provided,</w:t>
            </w:r>
            <w:r>
              <w:rPr>
                <w:i/>
              </w:rPr>
              <w:t xml:space="preserve"> </w:t>
            </w:r>
            <w:r w:rsidRPr="005B04C9">
              <w:rPr>
                <w:i/>
              </w:rPr>
              <w:t>e.g. ship´s stores requirements, tugs, permission, etc.</w:t>
            </w:r>
          </w:p>
        </w:tc>
        <w:tc>
          <w:tcPr>
            <w:tcW w:w="706" w:type="dxa"/>
          </w:tcPr>
          <w:p w:rsidR="008D48B6" w:rsidRDefault="008D48B6" w:rsidP="00885A04">
            <w:pPr>
              <w:spacing w:before="40" w:after="120"/>
              <w:jc w:val="center"/>
            </w:pPr>
            <w:r>
              <w:rPr>
                <w:szCs w:val="22"/>
              </w:rPr>
              <w:t>X</w:t>
            </w:r>
          </w:p>
        </w:tc>
        <w:tc>
          <w:tcPr>
            <w:tcW w:w="725" w:type="dxa"/>
          </w:tcPr>
          <w:p w:rsidR="008D48B6" w:rsidRDefault="008D48B6" w:rsidP="00885A04">
            <w:pPr>
              <w:spacing w:before="40" w:after="120"/>
              <w:jc w:val="center"/>
            </w:pPr>
            <w:r>
              <w:rPr>
                <w:szCs w:val="22"/>
              </w:rPr>
              <w:t>X</w:t>
            </w:r>
          </w:p>
        </w:tc>
        <w:tc>
          <w:tcPr>
            <w:tcW w:w="669" w:type="dxa"/>
          </w:tcPr>
          <w:p w:rsidR="008D48B6" w:rsidRDefault="008D48B6" w:rsidP="00885A04">
            <w:pPr>
              <w:spacing w:before="40" w:after="120"/>
              <w:jc w:val="center"/>
            </w:pPr>
            <w:r>
              <w:rPr>
                <w:szCs w:val="22"/>
              </w:rPr>
              <w:t>X</w:t>
            </w:r>
          </w:p>
        </w:tc>
      </w:tr>
      <w:tr w:rsidR="008D48B6" w:rsidRPr="00071644">
        <w:tc>
          <w:tcPr>
            <w:tcW w:w="1805" w:type="dxa"/>
          </w:tcPr>
          <w:p w:rsidR="008D48B6" w:rsidRPr="00071644" w:rsidRDefault="008D48B6" w:rsidP="00885A04">
            <w:pPr>
              <w:spacing w:before="40" w:after="120"/>
              <w:rPr>
                <w:i/>
              </w:rPr>
            </w:pPr>
            <w:commentRangeStart w:id="59"/>
            <w:r w:rsidRPr="000C4EBC">
              <w:rPr>
                <w:i/>
                <w:caps/>
                <w:szCs w:val="22"/>
              </w:rPr>
              <w:t>Intention</w:t>
            </w:r>
          </w:p>
        </w:tc>
        <w:tc>
          <w:tcPr>
            <w:tcW w:w="4870" w:type="dxa"/>
          </w:tcPr>
          <w:p w:rsidR="008D48B6" w:rsidRDefault="008D48B6" w:rsidP="00A755AA">
            <w:pPr>
              <w:spacing w:before="40"/>
            </w:pPr>
            <w:r w:rsidRPr="000F42E1">
              <w:rPr>
                <w:szCs w:val="22"/>
              </w:rPr>
              <w:t>This indicates that the following message informs others about immediate navigational action</w:t>
            </w:r>
            <w:r>
              <w:rPr>
                <w:szCs w:val="22"/>
              </w:rPr>
              <w:t xml:space="preserve"> </w:t>
            </w:r>
            <w:r w:rsidRPr="000F42E1">
              <w:rPr>
                <w:szCs w:val="22"/>
              </w:rPr>
              <w:t>intended to be taken.</w:t>
            </w:r>
          </w:p>
          <w:p w:rsidR="008D48B6" w:rsidRDefault="008D48B6" w:rsidP="00A755AA">
            <w:pPr>
              <w:spacing w:before="40"/>
            </w:pPr>
          </w:p>
          <w:p w:rsidR="008D48B6" w:rsidRPr="000F42E1" w:rsidRDefault="008D48B6" w:rsidP="00A755AA">
            <w:pPr>
              <w:spacing w:before="40"/>
            </w:pPr>
            <w:r w:rsidRPr="00071644">
              <w:rPr>
                <w:b/>
                <w:i/>
              </w:rPr>
              <w:t>Note</w:t>
            </w:r>
            <w:r>
              <w:rPr>
                <w:b/>
                <w:i/>
              </w:rPr>
              <w:t xml:space="preserve">: </w:t>
            </w:r>
            <w:r w:rsidRPr="000F42E1">
              <w:rPr>
                <w:i/>
              </w:rPr>
              <w:t>The use of this message marker is logically restricted to messages announcing</w:t>
            </w:r>
            <w:r>
              <w:rPr>
                <w:i/>
              </w:rPr>
              <w:t xml:space="preserve"> </w:t>
            </w:r>
            <w:r w:rsidRPr="000F42E1">
              <w:rPr>
                <w:i/>
              </w:rPr>
              <w:t>navigational actions by the vessel sending this message.</w:t>
            </w:r>
          </w:p>
        </w:tc>
        <w:tc>
          <w:tcPr>
            <w:tcW w:w="706" w:type="dxa"/>
          </w:tcPr>
          <w:p w:rsidR="008D48B6" w:rsidRDefault="008D48B6" w:rsidP="00885A04">
            <w:pPr>
              <w:spacing w:before="40" w:after="120"/>
              <w:jc w:val="center"/>
            </w:pPr>
            <w:r>
              <w:rPr>
                <w:szCs w:val="22"/>
              </w:rPr>
              <w:t>X</w:t>
            </w:r>
          </w:p>
        </w:tc>
        <w:tc>
          <w:tcPr>
            <w:tcW w:w="725" w:type="dxa"/>
          </w:tcPr>
          <w:p w:rsidR="008D48B6" w:rsidRDefault="008D48B6" w:rsidP="00885A04">
            <w:pPr>
              <w:spacing w:before="40" w:after="120"/>
              <w:jc w:val="center"/>
            </w:pPr>
            <w:r>
              <w:rPr>
                <w:szCs w:val="22"/>
              </w:rPr>
              <w:t>X</w:t>
            </w:r>
          </w:p>
        </w:tc>
        <w:tc>
          <w:tcPr>
            <w:tcW w:w="669" w:type="dxa"/>
          </w:tcPr>
          <w:p w:rsidR="008D48B6" w:rsidRDefault="008D48B6" w:rsidP="00885A04">
            <w:pPr>
              <w:spacing w:before="40" w:after="120"/>
              <w:jc w:val="center"/>
            </w:pPr>
            <w:r>
              <w:rPr>
                <w:szCs w:val="22"/>
              </w:rPr>
              <w:t>X</w:t>
            </w:r>
            <w:commentRangeEnd w:id="59"/>
            <w:r>
              <w:rPr>
                <w:rStyle w:val="CommentReference"/>
                <w:lang w:eastAsia="de-DE"/>
              </w:rPr>
              <w:commentReference w:id="59"/>
            </w:r>
          </w:p>
        </w:tc>
      </w:tr>
    </w:tbl>
    <w:p w:rsidR="008D48B6" w:rsidRPr="00A14A91" w:rsidRDefault="008D48B6" w:rsidP="00A14A91">
      <w:pPr>
        <w:rPr>
          <w:lang w:eastAsia="de-DE"/>
        </w:rPr>
      </w:pPr>
    </w:p>
    <w:p w:rsidR="008D48B6" w:rsidRDefault="008D48B6">
      <w:pPr>
        <w:rPr>
          <w:b/>
          <w:caps/>
          <w:kern w:val="28"/>
          <w:sz w:val="24"/>
          <w:szCs w:val="20"/>
          <w:lang w:eastAsia="de-DE"/>
        </w:rPr>
      </w:pPr>
      <w:r>
        <w:br w:type="page"/>
      </w:r>
    </w:p>
    <w:p w:rsidR="008D48B6" w:rsidRDefault="008D48B6" w:rsidP="00E37F22">
      <w:pPr>
        <w:pStyle w:val="Heading1"/>
        <w:numPr>
          <w:ilvl w:val="0"/>
          <w:numId w:val="19"/>
        </w:numPr>
      </w:pPr>
      <w:bookmarkStart w:id="60" w:name="_Toc287481572"/>
      <w:r>
        <w:t>Description of information service (INS)</w:t>
      </w:r>
      <w:bookmarkEnd w:id="60"/>
    </w:p>
    <w:p w:rsidR="008D48B6" w:rsidRPr="00C000AE" w:rsidRDefault="008D48B6" w:rsidP="00C000AE">
      <w:pPr>
        <w:pStyle w:val="Heading2"/>
        <w:numPr>
          <w:ilvl w:val="1"/>
          <w:numId w:val="17"/>
        </w:numPr>
        <w:rPr>
          <w:lang w:eastAsia="sv-SE"/>
        </w:rPr>
      </w:pPr>
      <w:bookmarkStart w:id="61" w:name="_Toc287481573"/>
      <w:r w:rsidRPr="00C000AE">
        <w:rPr>
          <w:lang w:eastAsia="sv-SE"/>
        </w:rPr>
        <w:t>General</w:t>
      </w:r>
      <w:bookmarkEnd w:id="61"/>
    </w:p>
    <w:p w:rsidR="008D48B6" w:rsidRPr="009969BD" w:rsidRDefault="008D48B6" w:rsidP="00A33B52">
      <w:pPr>
        <w:rPr>
          <w:lang w:val="en-US"/>
        </w:rPr>
      </w:pPr>
      <w:r w:rsidRPr="009969BD">
        <w:rPr>
          <w:lang w:val="en-US"/>
        </w:rPr>
        <w:t>The information service should provide relevant information at appropriate times</w:t>
      </w:r>
      <w:ins w:id="62" w:author="VTS WG" w:date="2011-03-30T09:41:00Z">
        <w:r>
          <w:rPr>
            <w:lang w:val="en-US"/>
          </w:rPr>
          <w:t xml:space="preserve"> for the promulgated VTS area</w:t>
        </w:r>
      </w:ins>
      <w:r w:rsidRPr="009969BD">
        <w:rPr>
          <w:lang w:val="en-US"/>
        </w:rPr>
        <w:t>. (Manual)</w:t>
      </w:r>
    </w:p>
    <w:p w:rsidR="008D48B6" w:rsidRPr="009969BD" w:rsidRDefault="008D48B6" w:rsidP="00A33B52">
      <w:pPr>
        <w:rPr>
          <w:lang w:val="en-US"/>
        </w:rPr>
      </w:pPr>
    </w:p>
    <w:p w:rsidR="008D48B6" w:rsidDel="009969BD" w:rsidRDefault="008D48B6" w:rsidP="00A33B52">
      <w:pPr>
        <w:rPr>
          <w:del w:id="63" w:author="mosu01" w:date="2011-03-10T00:29:00Z"/>
          <w:sz w:val="23"/>
          <w:szCs w:val="23"/>
        </w:rPr>
      </w:pPr>
      <w:commentRangeStart w:id="64"/>
      <w:del w:id="65" w:author="mosu01" w:date="2011-03-10T00:29:00Z">
        <w:r w:rsidRPr="00E14C95" w:rsidDel="009969BD">
          <w:rPr>
            <w:sz w:val="23"/>
            <w:szCs w:val="23"/>
          </w:rPr>
          <w:delText>s provided by broadcasting information at fixed times and intervals or when deemed necessary by the VTS or at the request of a vessel, and may include for example reports on the position, identity and intentions of other traffic; waterway conditions; weather; hazards; or any other factors that may influence the vessel's transit.</w:delText>
        </w:r>
        <w:commentRangeEnd w:id="64"/>
        <w:r w:rsidDel="009969BD">
          <w:rPr>
            <w:rStyle w:val="CommentReference"/>
            <w:lang w:eastAsia="de-DE"/>
          </w:rPr>
          <w:commentReference w:id="64"/>
        </w:r>
      </w:del>
    </w:p>
    <w:p w:rsidR="008D48B6" w:rsidRPr="00A33B52" w:rsidDel="009969BD" w:rsidRDefault="008D48B6" w:rsidP="00A33B52">
      <w:pPr>
        <w:rPr>
          <w:del w:id="66" w:author="mosu01" w:date="2011-03-10T00:29:00Z"/>
          <w:lang w:eastAsia="de-DE"/>
        </w:rPr>
      </w:pPr>
    </w:p>
    <w:p w:rsidR="008D48B6" w:rsidRDefault="008D48B6" w:rsidP="00264724">
      <w:pPr>
        <w:rPr>
          <w:lang w:val="en-US"/>
        </w:rPr>
      </w:pPr>
      <w:r>
        <w:rPr>
          <w:lang w:val="en-US"/>
        </w:rPr>
        <w:t xml:space="preserve">An Information Service </w:t>
      </w:r>
      <w:r w:rsidRPr="004D182A">
        <w:rPr>
          <w:lang w:val="en-US"/>
        </w:rPr>
        <w:t xml:space="preserve">involves maintaining a traffic image and allows interaction with traffic and response to developing traffic situations. </w:t>
      </w:r>
    </w:p>
    <w:p w:rsidR="008D48B6" w:rsidRDefault="008D48B6" w:rsidP="00264724">
      <w:pPr>
        <w:rPr>
          <w:lang w:val="en-US"/>
        </w:rPr>
      </w:pPr>
    </w:p>
    <w:p w:rsidR="008D48B6" w:rsidRPr="004D182A" w:rsidRDefault="008D48B6" w:rsidP="00264724">
      <w:pPr>
        <w:rPr>
          <w:lang w:val="en-US"/>
        </w:rPr>
      </w:pPr>
      <w:r w:rsidRPr="004D182A">
        <w:rPr>
          <w:lang w:val="en-US"/>
        </w:rPr>
        <w:t xml:space="preserve">An </w:t>
      </w:r>
      <w:r>
        <w:rPr>
          <w:lang w:val="en-US"/>
        </w:rPr>
        <w:t>Information Service should provide</w:t>
      </w:r>
      <w:r w:rsidRPr="004D182A">
        <w:rPr>
          <w:lang w:val="en-US"/>
        </w:rPr>
        <w:t xml:space="preserve"> essential and timely marine information to assist the on-board decision-making process, which may include:</w:t>
      </w:r>
    </w:p>
    <w:p w:rsidR="008D48B6" w:rsidRPr="004D182A" w:rsidRDefault="008D48B6" w:rsidP="001574DC">
      <w:pPr>
        <w:pStyle w:val="ListParagraph"/>
        <w:numPr>
          <w:ilvl w:val="0"/>
          <w:numId w:val="16"/>
        </w:numPr>
        <w:autoSpaceDE w:val="0"/>
        <w:autoSpaceDN w:val="0"/>
        <w:adjustRightInd w:val="0"/>
        <w:rPr>
          <w:lang w:val="en-US"/>
        </w:rPr>
      </w:pPr>
      <w:r w:rsidRPr="004D182A">
        <w:rPr>
          <w:lang w:val="en-US"/>
        </w:rPr>
        <w:t>The position, identity, intention and destination of vessels;</w:t>
      </w:r>
    </w:p>
    <w:p w:rsidR="008D48B6" w:rsidRPr="004D182A" w:rsidRDefault="008D48B6" w:rsidP="00E37F22">
      <w:pPr>
        <w:pStyle w:val="ListParagraph"/>
        <w:numPr>
          <w:ilvl w:val="0"/>
          <w:numId w:val="16"/>
        </w:numPr>
        <w:autoSpaceDE w:val="0"/>
        <w:autoSpaceDN w:val="0"/>
        <w:adjustRightInd w:val="0"/>
        <w:rPr>
          <w:lang w:val="en-US"/>
        </w:rPr>
      </w:pPr>
      <w:r w:rsidRPr="004D182A">
        <w:rPr>
          <w:lang w:val="en-US"/>
        </w:rPr>
        <w:t>Amendments and changes in promulgated information concerning the VTS area such as boundaries, procedures, radio frequencies, reporting points;</w:t>
      </w:r>
    </w:p>
    <w:p w:rsidR="008D48B6" w:rsidRPr="004D182A" w:rsidRDefault="008D48B6" w:rsidP="00E37F22">
      <w:pPr>
        <w:pStyle w:val="ListParagraph"/>
        <w:numPr>
          <w:ilvl w:val="0"/>
          <w:numId w:val="16"/>
        </w:numPr>
        <w:autoSpaceDE w:val="0"/>
        <w:autoSpaceDN w:val="0"/>
        <w:adjustRightInd w:val="0"/>
        <w:rPr>
          <w:lang w:val="en-US"/>
        </w:rPr>
      </w:pPr>
      <w:r w:rsidRPr="004D182A">
        <w:rPr>
          <w:lang w:val="en-US"/>
        </w:rPr>
        <w:t xml:space="preserve">The mandatory reporting of movements; </w:t>
      </w:r>
    </w:p>
    <w:p w:rsidR="008D48B6" w:rsidRDefault="008D48B6" w:rsidP="00E37F22">
      <w:pPr>
        <w:pStyle w:val="ListParagraph"/>
        <w:numPr>
          <w:ilvl w:val="0"/>
          <w:numId w:val="16"/>
        </w:numPr>
        <w:autoSpaceDE w:val="0"/>
        <w:autoSpaceDN w:val="0"/>
        <w:adjustRightInd w:val="0"/>
        <w:rPr>
          <w:lang w:val="en-US"/>
        </w:rPr>
      </w:pPr>
      <w:r w:rsidRPr="00E37F22">
        <w:rPr>
          <w:lang w:val="en-US"/>
        </w:rPr>
        <w:t xml:space="preserve">Meteorological and hydrological conditions, notices to mariners, status of aids to navigation; </w:t>
      </w:r>
    </w:p>
    <w:p w:rsidR="008D48B6" w:rsidRPr="00E37F22" w:rsidRDefault="008D48B6" w:rsidP="00E37F22">
      <w:pPr>
        <w:pStyle w:val="ListParagraph"/>
        <w:numPr>
          <w:ilvl w:val="0"/>
          <w:numId w:val="16"/>
        </w:numPr>
        <w:autoSpaceDE w:val="0"/>
        <w:autoSpaceDN w:val="0"/>
        <w:adjustRightInd w:val="0"/>
        <w:rPr>
          <w:lang w:val="en-US"/>
        </w:rPr>
      </w:pPr>
      <w:del w:id="67" w:author="VTS WG" w:date="2011-03-30T09:41:00Z">
        <w:r w:rsidDel="00D82B38">
          <w:rPr>
            <w:lang w:val="en-US"/>
          </w:rPr>
          <w:delText>L</w:delText>
        </w:r>
        <w:r w:rsidRPr="00E37F22" w:rsidDel="00D82B38">
          <w:rPr>
            <w:lang w:val="en-US"/>
          </w:rPr>
          <w:delText>imited</w:delText>
        </w:r>
      </w:del>
      <w:r w:rsidRPr="00E37F22">
        <w:rPr>
          <w:lang w:val="en-US"/>
        </w:rPr>
        <w:t xml:space="preserve"> maneuverability</w:t>
      </w:r>
      <w:ins w:id="68" w:author="VTS WG" w:date="2011-03-30T09:41:00Z">
        <w:r>
          <w:rPr>
            <w:lang w:val="en-US"/>
          </w:rPr>
          <w:t xml:space="preserve"> limitations of vessels in the VTS area</w:t>
        </w:r>
      </w:ins>
      <w:r w:rsidRPr="00E37F22">
        <w:rPr>
          <w:lang w:val="en-US"/>
        </w:rPr>
        <w:t xml:space="preserve"> that may impose restrictions on the navigation of other vessels, or any other potential hindrances.</w:t>
      </w:r>
    </w:p>
    <w:p w:rsidR="008D48B6" w:rsidRPr="00264724" w:rsidRDefault="008D48B6" w:rsidP="00264724">
      <w:pPr>
        <w:rPr>
          <w:lang w:val="en-US" w:eastAsia="de-DE"/>
        </w:rPr>
      </w:pPr>
    </w:p>
    <w:p w:rsidR="008D48B6" w:rsidRDefault="008D48B6" w:rsidP="00C000AE">
      <w:pPr>
        <w:pStyle w:val="Heading2"/>
        <w:numPr>
          <w:ilvl w:val="1"/>
          <w:numId w:val="17"/>
        </w:numPr>
        <w:rPr>
          <w:lang w:eastAsia="sv-SE"/>
        </w:rPr>
      </w:pPr>
      <w:bookmarkStart w:id="69" w:name="_Toc287481574"/>
      <w:r>
        <w:rPr>
          <w:lang w:eastAsia="sv-SE"/>
        </w:rPr>
        <w:t>Provision of Information Service</w:t>
      </w:r>
      <w:bookmarkEnd w:id="69"/>
      <w:r>
        <w:rPr>
          <w:lang w:eastAsia="sv-SE"/>
        </w:rPr>
        <w:t xml:space="preserve"> </w:t>
      </w:r>
    </w:p>
    <w:p w:rsidR="008D48B6" w:rsidRDefault="008D48B6" w:rsidP="00C000AE">
      <w:pPr>
        <w:pStyle w:val="Heading2"/>
        <w:numPr>
          <w:ilvl w:val="2"/>
          <w:numId w:val="17"/>
        </w:numPr>
        <w:rPr>
          <w:lang w:eastAsia="sv-SE"/>
        </w:rPr>
      </w:pPr>
      <w:bookmarkStart w:id="70" w:name="_Toc287481575"/>
      <w:r>
        <w:rPr>
          <w:lang w:eastAsia="sv-SE"/>
        </w:rPr>
        <w:t xml:space="preserve">Who may </w:t>
      </w:r>
      <w:del w:id="71" w:author="WTSWG1" w:date="2011-08-19T09:09:00Z">
        <w:r w:rsidDel="00D21C83">
          <w:rPr>
            <w:lang w:eastAsia="sv-SE"/>
          </w:rPr>
          <w:delText xml:space="preserve">give </w:delText>
        </w:r>
      </w:del>
      <w:ins w:id="72" w:author="WTSWG1" w:date="2011-08-19T09:09:00Z">
        <w:r>
          <w:rPr>
            <w:lang w:eastAsia="sv-SE"/>
          </w:rPr>
          <w:t xml:space="preserve">provide </w:t>
        </w:r>
      </w:ins>
      <w:r>
        <w:rPr>
          <w:lang w:eastAsia="sv-SE"/>
        </w:rPr>
        <w:t>Information Service</w:t>
      </w:r>
      <w:bookmarkEnd w:id="70"/>
    </w:p>
    <w:p w:rsidR="008D48B6" w:rsidRDefault="008D48B6" w:rsidP="00227B7D">
      <w:r>
        <w:t>Any person who is</w:t>
      </w:r>
      <w:ins w:id="73" w:author="VTS WG" w:date="2011-03-29T15:24:00Z">
        <w:r>
          <w:t xml:space="preserve"> serving in an established VTS centre that is </w:t>
        </w:r>
      </w:ins>
      <w:r>
        <w:t xml:space="preserve"> appropriately </w:t>
      </w:r>
      <w:ins w:id="74" w:author="VTS WG" w:date="2011-03-29T13:11:00Z">
        <w:r>
          <w:t xml:space="preserve">trained and assessed </w:t>
        </w:r>
      </w:ins>
      <w:ins w:id="75" w:author="VTS WG" w:date="2011-03-29T15:26:00Z">
        <w:r>
          <w:t xml:space="preserve"> as competent </w:t>
        </w:r>
      </w:ins>
      <w:del w:id="76" w:author="VTS WG" w:date="2011-03-29T15:23:00Z">
        <w:r w:rsidDel="00227B7D">
          <w:delText>qualified</w:delText>
        </w:r>
      </w:del>
      <w:del w:id="77" w:author="VTS WG" w:date="2011-03-29T15:26:00Z">
        <w:r w:rsidDel="00227B7D">
          <w:delText xml:space="preserve">, trained and </w:delText>
        </w:r>
      </w:del>
      <w:del w:id="78" w:author="VTS WG" w:date="2011-03-29T13:12:00Z">
        <w:r w:rsidDel="00066638">
          <w:delText xml:space="preserve">who is </w:delText>
        </w:r>
      </w:del>
      <w:del w:id="79" w:author="VTS WG" w:date="2011-03-29T15:26:00Z">
        <w:r w:rsidDel="00227B7D">
          <w:delText xml:space="preserve">holding a VTS operator certificate and serving in an established VTS centre </w:delText>
        </w:r>
      </w:del>
      <w:r>
        <w:t xml:space="preserve">may </w:t>
      </w:r>
      <w:del w:id="80" w:author="VTS WG" w:date="2011-03-29T13:13:00Z">
        <w:r w:rsidDel="00A4101F">
          <w:delText xml:space="preserve">give </w:delText>
        </w:r>
      </w:del>
      <w:ins w:id="81" w:author="VTS WG" w:date="2011-03-29T13:13:00Z">
        <w:r>
          <w:t xml:space="preserve">provide </w:t>
        </w:r>
      </w:ins>
      <w:r>
        <w:t>Information</w:t>
      </w:r>
      <w:del w:id="82" w:author="VTS WG" w:date="2011-03-29T13:13:00Z">
        <w:r w:rsidDel="00A4101F">
          <w:delText xml:space="preserve"> Service</w:delText>
        </w:r>
      </w:del>
      <w:r>
        <w:t xml:space="preserve">. </w:t>
      </w:r>
    </w:p>
    <w:p w:rsidR="008D48B6" w:rsidRDefault="008D48B6" w:rsidP="00C000AE">
      <w:pPr>
        <w:pStyle w:val="Heading2"/>
        <w:numPr>
          <w:ilvl w:val="2"/>
          <w:numId w:val="17"/>
        </w:numPr>
        <w:rPr>
          <w:lang w:eastAsia="sv-SE"/>
        </w:rPr>
      </w:pPr>
      <w:bookmarkStart w:id="83" w:name="_Toc287481576"/>
      <w:r w:rsidRPr="00A33B52">
        <w:rPr>
          <w:lang w:eastAsia="sv-SE"/>
        </w:rPr>
        <w:t xml:space="preserve">When </w:t>
      </w:r>
      <w:del w:id="84" w:author="VTSWG1" w:date="2011-08-10T18:26:00Z">
        <w:r w:rsidRPr="00A33B52" w:rsidDel="00695A35">
          <w:rPr>
            <w:lang w:eastAsia="sv-SE"/>
          </w:rPr>
          <w:delText xml:space="preserve">to give </w:delText>
        </w:r>
      </w:del>
      <w:r>
        <w:rPr>
          <w:lang w:eastAsia="sv-SE"/>
        </w:rPr>
        <w:t>Information Service</w:t>
      </w:r>
      <w:bookmarkEnd w:id="83"/>
      <w:ins w:id="85" w:author="WTSWG1" w:date="2011-08-19T09:11:00Z">
        <w:r>
          <w:rPr>
            <w:lang w:eastAsia="sv-SE"/>
          </w:rPr>
          <w:t xml:space="preserve"> may be provided</w:t>
        </w:r>
      </w:ins>
    </w:p>
    <w:p w:rsidR="008D48B6" w:rsidRPr="00C37636" w:rsidRDefault="008D48B6" w:rsidP="00A33B52">
      <w:pPr>
        <w:rPr>
          <w:szCs w:val="22"/>
        </w:rPr>
      </w:pPr>
      <w:r>
        <w:rPr>
          <w:szCs w:val="22"/>
        </w:rPr>
        <w:t>Information Service may be provided:</w:t>
      </w:r>
    </w:p>
    <w:p w:rsidR="008D48B6" w:rsidRPr="00C37636" w:rsidRDefault="008D48B6" w:rsidP="00E37F22">
      <w:pPr>
        <w:pStyle w:val="ListParagraph"/>
        <w:numPr>
          <w:ilvl w:val="0"/>
          <w:numId w:val="14"/>
        </w:numPr>
        <w:rPr>
          <w:szCs w:val="22"/>
        </w:rPr>
      </w:pPr>
      <w:r>
        <w:rPr>
          <w:szCs w:val="22"/>
        </w:rPr>
        <w:t xml:space="preserve">when </w:t>
      </w:r>
      <w:r w:rsidRPr="00C37636">
        <w:rPr>
          <w:szCs w:val="22"/>
        </w:rPr>
        <w:t>broadcasting information at fixed times and intervals;</w:t>
      </w:r>
      <w:ins w:id="86" w:author="VTS WG" w:date="2011-03-29T15:42:00Z">
        <w:r w:rsidRPr="003D560A">
          <w:rPr>
            <w:lang w:eastAsia="de-DE"/>
          </w:rPr>
          <w:t xml:space="preserve"> </w:t>
        </w:r>
        <w:r>
          <w:rPr>
            <w:lang w:eastAsia="de-DE"/>
          </w:rPr>
          <w:t>The broadcast may ideally be sent out at fixed times and intervals so that the mariners know when to pay special attention. The schedule for the broadcasting times should be promulgated in the appropriate navigational publications. Information may also be broadcasted at irregular hours when broadcasting warnings and safety related messages</w:t>
        </w:r>
      </w:ins>
    </w:p>
    <w:p w:rsidR="008D48B6" w:rsidRPr="00C37636" w:rsidRDefault="008D48B6" w:rsidP="00E37F22">
      <w:pPr>
        <w:pStyle w:val="ListParagraph"/>
        <w:numPr>
          <w:ilvl w:val="0"/>
          <w:numId w:val="14"/>
        </w:numPr>
        <w:rPr>
          <w:szCs w:val="22"/>
        </w:rPr>
      </w:pPr>
      <w:r w:rsidRPr="00C37636">
        <w:rPr>
          <w:szCs w:val="22"/>
        </w:rPr>
        <w:t xml:space="preserve">when deemed necessary by the VTS; or </w:t>
      </w:r>
    </w:p>
    <w:p w:rsidR="008D48B6" w:rsidRPr="00C37636" w:rsidRDefault="008D48B6" w:rsidP="00E37F22">
      <w:pPr>
        <w:pStyle w:val="ListParagraph"/>
        <w:numPr>
          <w:ilvl w:val="0"/>
          <w:numId w:val="14"/>
        </w:numPr>
        <w:rPr>
          <w:szCs w:val="22"/>
        </w:rPr>
      </w:pPr>
      <w:r>
        <w:rPr>
          <w:szCs w:val="22"/>
        </w:rPr>
        <w:t>when the vessel has requested information</w:t>
      </w:r>
      <w:r w:rsidRPr="00C37636">
        <w:rPr>
          <w:szCs w:val="22"/>
        </w:rPr>
        <w:t xml:space="preserve">. </w:t>
      </w:r>
    </w:p>
    <w:p w:rsidR="008D48B6" w:rsidRPr="00C37636" w:rsidRDefault="008D48B6" w:rsidP="00A33B52">
      <w:pPr>
        <w:rPr>
          <w:szCs w:val="22"/>
        </w:rPr>
      </w:pPr>
    </w:p>
    <w:p w:rsidR="008D48B6" w:rsidRPr="00C37636" w:rsidDel="003D560A" w:rsidRDefault="008D48B6" w:rsidP="00C000AE">
      <w:pPr>
        <w:pStyle w:val="Heading2"/>
        <w:numPr>
          <w:ilvl w:val="3"/>
          <w:numId w:val="17"/>
        </w:numPr>
        <w:rPr>
          <w:del w:id="87" w:author="VTS WG" w:date="2011-03-29T15:43:00Z"/>
          <w:lang w:eastAsia="sv-SE"/>
        </w:rPr>
      </w:pPr>
      <w:bookmarkStart w:id="88" w:name="_Toc272352325"/>
      <w:bookmarkStart w:id="89" w:name="_Toc287481577"/>
      <w:del w:id="90" w:author="VTS WG" w:date="2011-03-29T15:43:00Z">
        <w:r w:rsidRPr="00C37636" w:rsidDel="003D560A">
          <w:rPr>
            <w:lang w:eastAsia="sv-SE"/>
          </w:rPr>
          <w:delText>Broadcasting</w:delText>
        </w:r>
        <w:bookmarkEnd w:id="88"/>
        <w:bookmarkEnd w:id="89"/>
        <w:r w:rsidRPr="00C37636" w:rsidDel="003D560A">
          <w:rPr>
            <w:lang w:eastAsia="sv-SE"/>
          </w:rPr>
          <w:delText xml:space="preserve"> </w:delText>
        </w:r>
      </w:del>
    </w:p>
    <w:p w:rsidR="008D48B6" w:rsidDel="003D560A" w:rsidRDefault="008D48B6" w:rsidP="00A33B52">
      <w:pPr>
        <w:rPr>
          <w:del w:id="91" w:author="VTS WG" w:date="2011-03-29T15:43:00Z"/>
          <w:lang w:eastAsia="de-DE"/>
        </w:rPr>
      </w:pPr>
      <w:del w:id="92" w:author="VTS WG" w:date="2011-03-29T15:43:00Z">
        <w:r w:rsidDel="003D560A">
          <w:rPr>
            <w:lang w:eastAsia="de-DE"/>
          </w:rPr>
          <w:delText xml:space="preserve">Information </w:delText>
        </w:r>
      </w:del>
      <w:del w:id="93" w:author="VTS WG" w:date="2011-03-29T14:50:00Z">
        <w:r w:rsidDel="000D39CD">
          <w:rPr>
            <w:lang w:eastAsia="de-DE"/>
          </w:rPr>
          <w:delText xml:space="preserve">Service </w:delText>
        </w:r>
      </w:del>
      <w:del w:id="94" w:author="VTS WG" w:date="2011-03-29T15:43:00Z">
        <w:r w:rsidDel="003D560A">
          <w:rPr>
            <w:lang w:eastAsia="de-DE"/>
          </w:rPr>
          <w:delText xml:space="preserve">may be provided to be sent out to the mariners in the VTS area as a general broadcast. The broadcast may ideally be sent out at fixed times and intervals so that the mariners know when to pay special attention. The schedule for the broadcasting times should be promulgated in the appropriate navigational publications. Information may also be broadcasted at irregular hours when broadcasting warnings and safety related messages. </w:delText>
        </w:r>
      </w:del>
    </w:p>
    <w:p w:rsidR="008D48B6" w:rsidRPr="00C37636" w:rsidRDefault="008D48B6" w:rsidP="00A33B52">
      <w:pPr>
        <w:rPr>
          <w:lang w:eastAsia="de-DE"/>
        </w:rPr>
      </w:pPr>
    </w:p>
    <w:p w:rsidR="008D48B6" w:rsidRPr="00C37636" w:rsidDel="003D560A" w:rsidRDefault="008D48B6" w:rsidP="00C000AE">
      <w:pPr>
        <w:pStyle w:val="Heading2"/>
        <w:numPr>
          <w:ilvl w:val="3"/>
          <w:numId w:val="17"/>
        </w:numPr>
        <w:rPr>
          <w:del w:id="95" w:author="VTS WG" w:date="2011-03-29T15:41:00Z"/>
          <w:lang w:eastAsia="sv-SE"/>
        </w:rPr>
      </w:pPr>
      <w:bookmarkStart w:id="96" w:name="_Toc272352326"/>
      <w:bookmarkStart w:id="97" w:name="_Toc287481578"/>
      <w:del w:id="98" w:author="VTS WG" w:date="2011-03-29T15:41:00Z">
        <w:r w:rsidRPr="00C37636" w:rsidDel="003D560A">
          <w:rPr>
            <w:lang w:eastAsia="sv-SE"/>
          </w:rPr>
          <w:delText xml:space="preserve">Deemed </w:delText>
        </w:r>
        <w:r w:rsidDel="003D560A">
          <w:rPr>
            <w:lang w:eastAsia="sv-SE"/>
          </w:rPr>
          <w:delText>n</w:delText>
        </w:r>
        <w:r w:rsidRPr="00C37636" w:rsidDel="003D560A">
          <w:rPr>
            <w:lang w:eastAsia="sv-SE"/>
          </w:rPr>
          <w:delText>ecessary</w:delText>
        </w:r>
        <w:bookmarkEnd w:id="96"/>
        <w:bookmarkEnd w:id="97"/>
      </w:del>
    </w:p>
    <w:p w:rsidR="008D48B6" w:rsidDel="003D560A" w:rsidRDefault="008D48B6" w:rsidP="00A33B52">
      <w:pPr>
        <w:rPr>
          <w:del w:id="99" w:author="VTS WG" w:date="2011-03-29T15:41:00Z"/>
          <w:rFonts w:cs="Arial"/>
          <w:color w:val="000000"/>
          <w:szCs w:val="22"/>
          <w:lang w:eastAsia="nl-NL"/>
        </w:rPr>
      </w:pPr>
      <w:del w:id="100" w:author="VTS WG" w:date="2011-03-29T15:41:00Z">
        <w:r w:rsidRPr="000A3DF8" w:rsidDel="003D560A">
          <w:rPr>
            <w:lang w:eastAsia="de-DE"/>
          </w:rPr>
          <w:delText xml:space="preserve">Information </w:delText>
        </w:r>
      </w:del>
      <w:del w:id="101" w:author="VTS WG" w:date="2011-03-29T14:50:00Z">
        <w:r w:rsidRPr="000A3DF8" w:rsidDel="000D39CD">
          <w:rPr>
            <w:lang w:eastAsia="de-DE"/>
          </w:rPr>
          <w:delText xml:space="preserve">service </w:delText>
        </w:r>
      </w:del>
      <w:del w:id="102" w:author="VTS WG" w:date="2011-03-29T15:41:00Z">
        <w:r w:rsidRPr="000A3DF8" w:rsidDel="003D560A">
          <w:rPr>
            <w:lang w:eastAsia="de-DE"/>
          </w:rPr>
          <w:delText>may be provide</w:delText>
        </w:r>
        <w:r w:rsidDel="003D560A">
          <w:rPr>
            <w:lang w:eastAsia="de-DE"/>
          </w:rPr>
          <w:delText xml:space="preserve">d </w:delText>
        </w:r>
        <w:r w:rsidRPr="00045C4D" w:rsidDel="003D560A">
          <w:rPr>
            <w:rFonts w:cs="Arial"/>
            <w:color w:val="000000"/>
            <w:szCs w:val="22"/>
            <w:lang w:eastAsia="nl-NL"/>
          </w:rPr>
          <w:delText xml:space="preserve">when the VTS </w:delText>
        </w:r>
        <w:r w:rsidDel="003D560A">
          <w:rPr>
            <w:rFonts w:cs="Arial"/>
            <w:color w:val="000000"/>
            <w:szCs w:val="22"/>
            <w:lang w:eastAsia="nl-NL"/>
          </w:rPr>
          <w:delText xml:space="preserve">operator </w:delText>
        </w:r>
        <w:r w:rsidRPr="00045C4D" w:rsidDel="003D560A">
          <w:rPr>
            <w:rFonts w:cs="Arial"/>
            <w:color w:val="000000"/>
            <w:szCs w:val="22"/>
            <w:lang w:eastAsia="nl-NL"/>
          </w:rPr>
          <w:delText xml:space="preserve">deems it necessary to </w:delText>
        </w:r>
        <w:r w:rsidDel="003D560A">
          <w:rPr>
            <w:rFonts w:cs="Arial"/>
            <w:color w:val="000000"/>
            <w:szCs w:val="22"/>
            <w:lang w:eastAsia="nl-NL"/>
          </w:rPr>
          <w:delText>inform a vessel or vessels in the area of any relevant information that may influence the vessels’ safe passages.</w:delText>
        </w:r>
      </w:del>
    </w:p>
    <w:p w:rsidR="008D48B6" w:rsidDel="003D560A" w:rsidRDefault="008D48B6" w:rsidP="00A33B52">
      <w:pPr>
        <w:rPr>
          <w:del w:id="103" w:author="VTS WG" w:date="2011-03-29T15:41:00Z"/>
          <w:rFonts w:cs="Arial"/>
          <w:color w:val="000000"/>
          <w:szCs w:val="22"/>
          <w:lang w:eastAsia="nl-NL"/>
        </w:rPr>
      </w:pPr>
    </w:p>
    <w:p w:rsidR="008D48B6" w:rsidRPr="00982E75" w:rsidDel="003D560A" w:rsidRDefault="008D48B6" w:rsidP="00C000AE">
      <w:pPr>
        <w:pStyle w:val="Heading2"/>
        <w:numPr>
          <w:ilvl w:val="3"/>
          <w:numId w:val="17"/>
        </w:numPr>
        <w:rPr>
          <w:del w:id="104" w:author="VTS WG" w:date="2011-03-29T15:41:00Z"/>
          <w:lang w:eastAsia="sv-SE"/>
        </w:rPr>
      </w:pPr>
      <w:bookmarkStart w:id="105" w:name="_Toc272352327"/>
      <w:bookmarkStart w:id="106" w:name="_Toc287481579"/>
      <w:del w:id="107" w:author="VTS WG" w:date="2011-03-29T15:41:00Z">
        <w:r w:rsidDel="003D560A">
          <w:rPr>
            <w:lang w:eastAsia="sv-SE"/>
          </w:rPr>
          <w:delText>On r</w:delText>
        </w:r>
        <w:r w:rsidRPr="00982E75" w:rsidDel="003D560A">
          <w:rPr>
            <w:lang w:eastAsia="sv-SE"/>
          </w:rPr>
          <w:delText>equest</w:delText>
        </w:r>
        <w:bookmarkEnd w:id="105"/>
        <w:bookmarkEnd w:id="106"/>
      </w:del>
    </w:p>
    <w:p w:rsidR="008D48B6" w:rsidRPr="00B84B81" w:rsidRDefault="008D48B6" w:rsidP="00B84B81">
      <w:pPr>
        <w:rPr>
          <w:highlight w:val="cyan"/>
          <w:lang w:eastAsia="de-DE"/>
        </w:rPr>
      </w:pPr>
      <w:del w:id="108" w:author="VTS WG" w:date="2011-03-29T15:41:00Z">
        <w:r w:rsidRPr="000A3DF8" w:rsidDel="003D560A">
          <w:rPr>
            <w:lang w:eastAsia="de-DE"/>
          </w:rPr>
          <w:delText xml:space="preserve">Information </w:delText>
        </w:r>
      </w:del>
      <w:del w:id="109" w:author="VTS WG" w:date="2011-03-29T14:49:00Z">
        <w:r w:rsidRPr="000A3DF8" w:rsidDel="000D39CD">
          <w:rPr>
            <w:lang w:eastAsia="de-DE"/>
          </w:rPr>
          <w:delText xml:space="preserve">service </w:delText>
        </w:r>
      </w:del>
      <w:del w:id="110" w:author="VTS WG" w:date="2011-03-29T15:41:00Z">
        <w:r w:rsidRPr="00045C4D" w:rsidDel="003D560A">
          <w:rPr>
            <w:rFonts w:cs="Arial"/>
            <w:szCs w:val="22"/>
            <w:lang w:eastAsia="nl-NL"/>
          </w:rPr>
          <w:delText xml:space="preserve">may be provided on request by a vessel </w:delText>
        </w:r>
        <w:r w:rsidDel="003D560A">
          <w:rPr>
            <w:rFonts w:cs="Arial"/>
            <w:szCs w:val="22"/>
            <w:lang w:eastAsia="nl-NL"/>
          </w:rPr>
          <w:delText>when information is needed for planning a safe passage and for onboard</w:delText>
        </w:r>
        <w:r w:rsidRPr="00045C4D" w:rsidDel="003D560A">
          <w:rPr>
            <w:rFonts w:cs="Arial"/>
            <w:szCs w:val="22"/>
            <w:lang w:eastAsia="nl-NL"/>
          </w:rPr>
          <w:delText xml:space="preserve"> </w:delText>
        </w:r>
        <w:r w:rsidDel="003D560A">
          <w:rPr>
            <w:rFonts w:cs="Arial"/>
            <w:szCs w:val="22"/>
            <w:lang w:eastAsia="nl-NL"/>
          </w:rPr>
          <w:delText>decision making</w:delText>
        </w:r>
      </w:del>
      <w:r>
        <w:rPr>
          <w:rFonts w:cs="Arial"/>
          <w:szCs w:val="22"/>
          <w:lang w:eastAsia="nl-NL"/>
        </w:rPr>
        <w:t>.</w:t>
      </w:r>
    </w:p>
    <w:p w:rsidR="008D48B6" w:rsidRPr="00A33B52" w:rsidRDefault="008D48B6" w:rsidP="00A33B52">
      <w:pPr>
        <w:rPr>
          <w:lang w:eastAsia="de-DE"/>
        </w:rPr>
      </w:pPr>
    </w:p>
    <w:p w:rsidR="008D48B6" w:rsidRPr="00A33B52" w:rsidDel="000D39CD" w:rsidRDefault="008D48B6" w:rsidP="00C000AE">
      <w:pPr>
        <w:pStyle w:val="Heading2"/>
        <w:numPr>
          <w:ilvl w:val="2"/>
          <w:numId w:val="17"/>
        </w:numPr>
        <w:rPr>
          <w:del w:id="111" w:author="VTS WG" w:date="2011-03-29T14:53:00Z"/>
          <w:lang w:eastAsia="sv-SE"/>
        </w:rPr>
      </w:pPr>
      <w:bookmarkStart w:id="112" w:name="_Toc287481580"/>
      <w:del w:id="113" w:author="VTS WG" w:date="2011-03-29T14:53:00Z">
        <w:r w:rsidDel="000D39CD">
          <w:rPr>
            <w:lang w:eastAsia="sv-SE"/>
          </w:rPr>
          <w:delText>What to give in an Information S</w:delText>
        </w:r>
        <w:r w:rsidRPr="00A33B52" w:rsidDel="000D39CD">
          <w:rPr>
            <w:lang w:eastAsia="sv-SE"/>
          </w:rPr>
          <w:delText>ervice</w:delText>
        </w:r>
        <w:bookmarkEnd w:id="112"/>
      </w:del>
    </w:p>
    <w:p w:rsidR="008D48B6" w:rsidRDefault="008D48B6" w:rsidP="008D48B6">
      <w:pPr>
        <w:pStyle w:val="Heading2"/>
        <w:numPr>
          <w:ilvl w:val="2"/>
          <w:numId w:val="17"/>
        </w:numPr>
        <w:rPr>
          <w:lang w:eastAsia="sv-SE"/>
        </w:rPr>
        <w:pPrChange w:id="114" w:author="VTS WG" w:date="2011-03-29T14:53:00Z">
          <w:pPr>
            <w:pStyle w:val="Heading2"/>
            <w:numPr>
              <w:ilvl w:val="3"/>
              <w:numId w:val="33"/>
            </w:numPr>
            <w:tabs>
              <w:tab w:val="clear" w:pos="851"/>
              <w:tab w:val="num" w:pos="360"/>
            </w:tabs>
            <w:ind w:left="1134" w:hanging="1134"/>
          </w:pPr>
        </w:pPrChange>
      </w:pPr>
      <w:bookmarkStart w:id="115" w:name="_Toc287481581"/>
      <w:r w:rsidRPr="00631149">
        <w:rPr>
          <w:lang w:eastAsia="sv-SE"/>
        </w:rPr>
        <w:t>Types of information used under an Information Service</w:t>
      </w:r>
      <w:bookmarkEnd w:id="115"/>
    </w:p>
    <w:p w:rsidR="008D48B6" w:rsidRPr="00B34533" w:rsidRDefault="008D48B6" w:rsidP="0096679C">
      <w:pPr>
        <w:rPr>
          <w:szCs w:val="22"/>
          <w:lang w:val="en-US"/>
        </w:rPr>
      </w:pPr>
      <w:r w:rsidRPr="00B34533">
        <w:rPr>
          <w:szCs w:val="22"/>
          <w:lang w:val="en-US"/>
        </w:rPr>
        <w:t xml:space="preserve">The </w:t>
      </w:r>
      <w:r>
        <w:rPr>
          <w:szCs w:val="22"/>
          <w:lang w:val="en-US"/>
        </w:rPr>
        <w:t xml:space="preserve">following </w:t>
      </w:r>
      <w:ins w:id="116" w:author="VTS WG" w:date="2011-03-29T14:58:00Z">
        <w:r>
          <w:rPr>
            <w:szCs w:val="22"/>
            <w:lang w:val="en-US"/>
          </w:rPr>
          <w:t xml:space="preserve">represents </w:t>
        </w:r>
      </w:ins>
      <w:r w:rsidRPr="00B34533">
        <w:rPr>
          <w:szCs w:val="22"/>
          <w:lang w:val="en-US"/>
        </w:rPr>
        <w:t xml:space="preserve">examples </w:t>
      </w:r>
      <w:del w:id="117" w:author="VTS WG" w:date="2011-03-29T14:58:00Z">
        <w:r w:rsidRPr="00B34533" w:rsidDel="00B0620F">
          <w:rPr>
            <w:szCs w:val="22"/>
            <w:lang w:val="en-US"/>
          </w:rPr>
          <w:delText>of phrases regarding the provision</w:delText>
        </w:r>
      </w:del>
      <w:r w:rsidRPr="00B34533">
        <w:rPr>
          <w:szCs w:val="22"/>
          <w:lang w:val="en-US"/>
        </w:rPr>
        <w:t xml:space="preserve"> of Information </w:t>
      </w:r>
      <w:del w:id="118" w:author="VTS WG" w:date="2011-03-29T14:59:00Z">
        <w:r w:rsidRPr="00B34533" w:rsidDel="00B0620F">
          <w:rPr>
            <w:szCs w:val="22"/>
            <w:lang w:val="en-US"/>
          </w:rPr>
          <w:delText xml:space="preserve">Service </w:delText>
        </w:r>
      </w:del>
      <w:ins w:id="119" w:author="VTS WG" w:date="2011-03-29T14:59:00Z">
        <w:r>
          <w:rPr>
            <w:szCs w:val="22"/>
            <w:lang w:val="en-US"/>
          </w:rPr>
          <w:t>that</w:t>
        </w:r>
        <w:r w:rsidRPr="00B34533">
          <w:rPr>
            <w:szCs w:val="22"/>
            <w:lang w:val="en-US"/>
          </w:rPr>
          <w:t xml:space="preserve"> </w:t>
        </w:r>
      </w:ins>
      <w:r w:rsidRPr="00B34533">
        <w:rPr>
          <w:szCs w:val="22"/>
          <w:lang w:val="en-US"/>
        </w:rPr>
        <w:t>may be given by the VTS:</w:t>
      </w:r>
    </w:p>
    <w:p w:rsidR="008D48B6" w:rsidRPr="0096679C" w:rsidRDefault="008D48B6" w:rsidP="00631149">
      <w:pPr>
        <w:rPr>
          <w:szCs w:val="22"/>
          <w:lang w:val="en-US"/>
        </w:rPr>
      </w:pPr>
    </w:p>
    <w:tbl>
      <w:tblPr>
        <w:tblW w:w="917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5"/>
        <w:gridCol w:w="5953"/>
      </w:tblGrid>
      <w:tr w:rsidR="008D48B6" w:rsidRPr="00B34533" w:rsidTr="009969BD">
        <w:tc>
          <w:tcPr>
            <w:tcW w:w="3225" w:type="dxa"/>
          </w:tcPr>
          <w:p w:rsidR="008D48B6" w:rsidRPr="007920F8" w:rsidRDefault="008D48B6" w:rsidP="003D6F36">
            <w:pPr>
              <w:rPr>
                <w:b/>
                <w:lang w:val="en-US"/>
              </w:rPr>
            </w:pPr>
            <w:r w:rsidRPr="007920F8">
              <w:rPr>
                <w:b/>
                <w:szCs w:val="22"/>
                <w:lang w:val="en-US"/>
              </w:rPr>
              <w:t>Types of information:</w:t>
            </w:r>
          </w:p>
        </w:tc>
        <w:tc>
          <w:tcPr>
            <w:tcW w:w="5953" w:type="dxa"/>
          </w:tcPr>
          <w:p w:rsidR="008D48B6" w:rsidRPr="007920F8" w:rsidRDefault="008D48B6" w:rsidP="003D6F36">
            <w:pPr>
              <w:rPr>
                <w:b/>
                <w:lang w:val="en-US"/>
              </w:rPr>
            </w:pPr>
            <w:r w:rsidRPr="007920F8">
              <w:rPr>
                <w:b/>
                <w:szCs w:val="22"/>
                <w:lang w:val="en-US"/>
              </w:rPr>
              <w:t>Examples:</w:t>
            </w:r>
          </w:p>
        </w:tc>
      </w:tr>
      <w:tr w:rsidR="008D48B6" w:rsidRPr="00B34533" w:rsidTr="009969BD">
        <w:tc>
          <w:tcPr>
            <w:tcW w:w="3225" w:type="dxa"/>
          </w:tcPr>
          <w:p w:rsidR="008D48B6" w:rsidRPr="007920F8" w:rsidRDefault="008D48B6" w:rsidP="003D6F36">
            <w:pPr>
              <w:rPr>
                <w:bCs/>
                <w:lang w:val="en-US"/>
              </w:rPr>
            </w:pPr>
            <w:r w:rsidRPr="007920F8">
              <w:rPr>
                <w:bCs/>
                <w:szCs w:val="22"/>
                <w:lang w:val="en-US"/>
              </w:rPr>
              <w:t>Electronic navigational aids information</w:t>
            </w:r>
          </w:p>
          <w:p w:rsidR="008D48B6" w:rsidRPr="007920F8" w:rsidRDefault="008D48B6" w:rsidP="003D6F36">
            <w:pPr>
              <w:rPr>
                <w:lang w:val="en-US"/>
              </w:rPr>
            </w:pPr>
          </w:p>
        </w:tc>
        <w:tc>
          <w:tcPr>
            <w:tcW w:w="5953" w:type="dxa"/>
          </w:tcPr>
          <w:p w:rsidR="008D48B6" w:rsidRDefault="008D48B6" w:rsidP="003D6F36">
            <w:pPr>
              <w:rPr>
                <w:lang w:val="en-US"/>
              </w:rPr>
            </w:pPr>
            <w:r>
              <w:rPr>
                <w:szCs w:val="22"/>
                <w:lang w:val="en-US"/>
              </w:rPr>
              <w:t>The availability</w:t>
            </w:r>
            <w:r w:rsidRPr="007920F8">
              <w:rPr>
                <w:szCs w:val="22"/>
                <w:lang w:val="en-US"/>
              </w:rPr>
              <w:t xml:space="preserve"> of electronic navigational aid </w:t>
            </w:r>
            <w:r>
              <w:rPr>
                <w:szCs w:val="22"/>
                <w:lang w:val="en-US"/>
              </w:rPr>
              <w:t xml:space="preserve">such </w:t>
            </w:r>
            <w:r w:rsidRPr="007920F8">
              <w:rPr>
                <w:szCs w:val="22"/>
                <w:lang w:val="en-US"/>
              </w:rPr>
              <w:t>as: GNSS, Loran, LRIT, D</w:t>
            </w:r>
            <w:r>
              <w:rPr>
                <w:szCs w:val="22"/>
                <w:lang w:val="en-US"/>
              </w:rPr>
              <w:t>GPS, AIS shore base stations, RA</w:t>
            </w:r>
            <w:r w:rsidRPr="007920F8">
              <w:rPr>
                <w:szCs w:val="22"/>
                <w:lang w:val="en-US"/>
              </w:rPr>
              <w:t xml:space="preserve">CON, </w:t>
            </w:r>
            <w:r>
              <w:rPr>
                <w:szCs w:val="22"/>
                <w:lang w:val="en-US"/>
              </w:rPr>
              <w:t xml:space="preserve">Satellite AIS, </w:t>
            </w:r>
            <w:r w:rsidRPr="007920F8">
              <w:rPr>
                <w:szCs w:val="22"/>
                <w:lang w:val="en-US"/>
              </w:rPr>
              <w:t>etc.</w:t>
            </w:r>
          </w:p>
          <w:p w:rsidR="008D48B6" w:rsidRPr="007920F8" w:rsidRDefault="008D48B6" w:rsidP="003D6F36">
            <w:pPr>
              <w:rPr>
                <w:lang w:val="en-US"/>
              </w:rPr>
            </w:pPr>
          </w:p>
        </w:tc>
      </w:tr>
      <w:tr w:rsidR="008D48B6" w:rsidRPr="00B34533" w:rsidTr="009969BD">
        <w:tc>
          <w:tcPr>
            <w:tcW w:w="3225" w:type="dxa"/>
          </w:tcPr>
          <w:p w:rsidR="008D48B6" w:rsidRPr="007920F8" w:rsidRDefault="008D48B6" w:rsidP="007920F8">
            <w:pPr>
              <w:autoSpaceDE w:val="0"/>
              <w:autoSpaceDN w:val="0"/>
              <w:adjustRightInd w:val="0"/>
              <w:rPr>
                <w:bCs/>
                <w:lang w:val="en-US"/>
              </w:rPr>
            </w:pPr>
            <w:r w:rsidRPr="007920F8">
              <w:rPr>
                <w:bCs/>
                <w:szCs w:val="22"/>
                <w:lang w:val="en-US"/>
              </w:rPr>
              <w:t>Hydrographic information</w:t>
            </w:r>
          </w:p>
          <w:p w:rsidR="008D48B6" w:rsidRPr="007920F8" w:rsidRDefault="008D48B6" w:rsidP="003D6F36">
            <w:pPr>
              <w:rPr>
                <w:lang w:val="en-US"/>
              </w:rPr>
            </w:pPr>
          </w:p>
        </w:tc>
        <w:tc>
          <w:tcPr>
            <w:tcW w:w="5953" w:type="dxa"/>
          </w:tcPr>
          <w:p w:rsidR="008D48B6" w:rsidRDefault="008D48B6" w:rsidP="003D6F36">
            <w:pPr>
              <w:rPr>
                <w:lang w:val="en-US"/>
              </w:rPr>
            </w:pPr>
            <w:r w:rsidRPr="007920F8">
              <w:rPr>
                <w:szCs w:val="22"/>
                <w:lang w:val="en-US"/>
              </w:rPr>
              <w:t>Information that will include factors such as the stability of the seabed, sea depth, the accuracy of surveys, tidal ranges, tidal streams, prevailing currents and swell, etc.</w:t>
            </w:r>
          </w:p>
          <w:p w:rsidR="008D48B6" w:rsidRPr="007920F8" w:rsidRDefault="008D48B6" w:rsidP="003D6F36">
            <w:pPr>
              <w:rPr>
                <w:lang w:val="en-US"/>
              </w:rPr>
            </w:pPr>
          </w:p>
        </w:tc>
      </w:tr>
      <w:tr w:rsidR="008D48B6" w:rsidRPr="00B34533" w:rsidTr="009969BD">
        <w:tc>
          <w:tcPr>
            <w:tcW w:w="3225" w:type="dxa"/>
          </w:tcPr>
          <w:p w:rsidR="008D48B6" w:rsidRPr="007920F8" w:rsidRDefault="008D48B6" w:rsidP="007920F8">
            <w:pPr>
              <w:autoSpaceDE w:val="0"/>
              <w:autoSpaceDN w:val="0"/>
              <w:adjustRightInd w:val="0"/>
              <w:rPr>
                <w:bCs/>
                <w:lang w:val="en-US"/>
              </w:rPr>
            </w:pPr>
            <w:r w:rsidRPr="007920F8">
              <w:rPr>
                <w:bCs/>
                <w:szCs w:val="22"/>
                <w:lang w:val="en-US"/>
              </w:rPr>
              <w:t>Meteorological information</w:t>
            </w:r>
          </w:p>
          <w:p w:rsidR="008D48B6" w:rsidRPr="007920F8" w:rsidRDefault="008D48B6" w:rsidP="003D6F36">
            <w:pPr>
              <w:rPr>
                <w:lang w:val="en-US"/>
              </w:rPr>
            </w:pPr>
          </w:p>
        </w:tc>
        <w:tc>
          <w:tcPr>
            <w:tcW w:w="5953" w:type="dxa"/>
          </w:tcPr>
          <w:p w:rsidR="008D48B6" w:rsidRDefault="008D48B6" w:rsidP="003D6F36">
            <w:pPr>
              <w:rPr>
                <w:lang w:val="en-US"/>
              </w:rPr>
            </w:pPr>
            <w:r w:rsidRPr="007920F8">
              <w:rPr>
                <w:szCs w:val="22"/>
                <w:lang w:val="en-US"/>
              </w:rPr>
              <w:t>Information that will include the speed and direction of the prevailing wind, direction and height of the waves, visibility, atmospheric pressure, the formation of ice, etc.</w:t>
            </w:r>
          </w:p>
          <w:p w:rsidR="008D48B6" w:rsidRPr="007920F8" w:rsidRDefault="008D48B6" w:rsidP="003D6F36">
            <w:pPr>
              <w:rPr>
                <w:lang w:val="en-US"/>
              </w:rPr>
            </w:pPr>
          </w:p>
        </w:tc>
      </w:tr>
      <w:tr w:rsidR="008D48B6" w:rsidRPr="00B34533" w:rsidTr="009969BD">
        <w:tc>
          <w:tcPr>
            <w:tcW w:w="3225" w:type="dxa"/>
          </w:tcPr>
          <w:p w:rsidR="008D48B6" w:rsidRPr="007920F8" w:rsidRDefault="008D48B6" w:rsidP="00E2706B">
            <w:pPr>
              <w:autoSpaceDE w:val="0"/>
              <w:autoSpaceDN w:val="0"/>
              <w:adjustRightInd w:val="0"/>
              <w:rPr>
                <w:bCs/>
                <w:lang w:val="en-US"/>
              </w:rPr>
            </w:pPr>
            <w:r w:rsidRPr="007920F8">
              <w:rPr>
                <w:bCs/>
                <w:szCs w:val="22"/>
                <w:lang w:val="en-US"/>
              </w:rPr>
              <w:t>Meteorological warnings</w:t>
            </w:r>
          </w:p>
          <w:p w:rsidR="008D48B6" w:rsidRPr="007920F8" w:rsidRDefault="008D48B6" w:rsidP="00E2706B">
            <w:pPr>
              <w:rPr>
                <w:lang w:val="en-US"/>
              </w:rPr>
            </w:pPr>
          </w:p>
        </w:tc>
        <w:tc>
          <w:tcPr>
            <w:tcW w:w="5953" w:type="dxa"/>
          </w:tcPr>
          <w:p w:rsidR="008D48B6" w:rsidRPr="007920F8" w:rsidRDefault="008D48B6" w:rsidP="00E2706B">
            <w:pPr>
              <w:rPr>
                <w:lang w:val="en-US"/>
              </w:rPr>
            </w:pPr>
            <w:r w:rsidRPr="007920F8">
              <w:rPr>
                <w:szCs w:val="22"/>
                <w:lang w:val="en-US"/>
              </w:rPr>
              <w:t>Gale, storm, tsunami, restricted visibility, etc.</w:t>
            </w:r>
          </w:p>
        </w:tc>
      </w:tr>
      <w:tr w:rsidR="008D48B6" w:rsidRPr="00B34533" w:rsidTr="009969BD">
        <w:tc>
          <w:tcPr>
            <w:tcW w:w="3225" w:type="dxa"/>
          </w:tcPr>
          <w:p w:rsidR="008D48B6" w:rsidRPr="007920F8" w:rsidRDefault="008D48B6" w:rsidP="00E2706B">
            <w:pPr>
              <w:autoSpaceDE w:val="0"/>
              <w:autoSpaceDN w:val="0"/>
              <w:adjustRightInd w:val="0"/>
              <w:rPr>
                <w:bCs/>
                <w:lang w:val="en-US"/>
              </w:rPr>
            </w:pPr>
            <w:r w:rsidRPr="007920F8">
              <w:rPr>
                <w:bCs/>
                <w:szCs w:val="22"/>
                <w:lang w:val="en-US"/>
              </w:rPr>
              <w:t>Navigational information</w:t>
            </w:r>
          </w:p>
          <w:p w:rsidR="008D48B6" w:rsidRPr="007920F8" w:rsidRDefault="008D48B6" w:rsidP="00E2706B">
            <w:pPr>
              <w:autoSpaceDE w:val="0"/>
              <w:autoSpaceDN w:val="0"/>
              <w:adjustRightInd w:val="0"/>
              <w:rPr>
                <w:bCs/>
                <w:lang w:val="en-US"/>
              </w:rPr>
            </w:pPr>
            <w:r w:rsidRPr="007920F8">
              <w:rPr>
                <w:bCs/>
                <w:szCs w:val="22"/>
                <w:lang w:val="en-US"/>
              </w:rPr>
              <w:t>(including traffic and route information)</w:t>
            </w:r>
          </w:p>
          <w:p w:rsidR="008D48B6" w:rsidRPr="007920F8" w:rsidRDefault="008D48B6" w:rsidP="00E2706B">
            <w:pPr>
              <w:rPr>
                <w:lang w:val="en-US"/>
              </w:rPr>
            </w:pPr>
          </w:p>
        </w:tc>
        <w:tc>
          <w:tcPr>
            <w:tcW w:w="5953" w:type="dxa"/>
          </w:tcPr>
          <w:p w:rsidR="008D48B6" w:rsidRPr="007920F8" w:rsidRDefault="008D48B6" w:rsidP="00E2706B">
            <w:pPr>
              <w:rPr>
                <w:lang w:val="en-US"/>
              </w:rPr>
            </w:pPr>
            <w:r w:rsidRPr="007920F8">
              <w:rPr>
                <w:szCs w:val="22"/>
                <w:lang w:val="en-US"/>
              </w:rPr>
              <w:t>The position, identity, intention and destination of vessels; amendments and changes in promulgated information concerning the VTS area such as boundaries, procedures, radio frequencies, reporting points; the mandatory reporting of movements; limited maneuverability that may impose restrictions on the navigation of other vessels, or any other potential hindrances; suspension or change of routes; etc.</w:t>
            </w:r>
          </w:p>
          <w:p w:rsidR="008D48B6" w:rsidRPr="007920F8" w:rsidRDefault="008D48B6" w:rsidP="00E2706B">
            <w:pPr>
              <w:rPr>
                <w:lang w:val="en-US"/>
              </w:rPr>
            </w:pPr>
          </w:p>
        </w:tc>
      </w:tr>
      <w:tr w:rsidR="008D48B6" w:rsidRPr="00B34533" w:rsidTr="009969BD">
        <w:tc>
          <w:tcPr>
            <w:tcW w:w="3225" w:type="dxa"/>
          </w:tcPr>
          <w:p w:rsidR="008D48B6" w:rsidRPr="007920F8" w:rsidRDefault="008D48B6" w:rsidP="00E2706B">
            <w:pPr>
              <w:autoSpaceDE w:val="0"/>
              <w:autoSpaceDN w:val="0"/>
              <w:adjustRightInd w:val="0"/>
              <w:rPr>
                <w:bCs/>
                <w:lang w:val="en-US"/>
              </w:rPr>
            </w:pPr>
            <w:r w:rsidRPr="007920F8">
              <w:rPr>
                <w:bCs/>
                <w:szCs w:val="22"/>
                <w:lang w:val="en-US"/>
              </w:rPr>
              <w:t>Navigational warnings</w:t>
            </w:r>
          </w:p>
          <w:p w:rsidR="008D48B6" w:rsidRPr="007920F8" w:rsidRDefault="008D48B6" w:rsidP="00E2706B">
            <w:pPr>
              <w:autoSpaceDE w:val="0"/>
              <w:autoSpaceDN w:val="0"/>
              <w:adjustRightInd w:val="0"/>
              <w:rPr>
                <w:bCs/>
                <w:lang w:val="en-US"/>
              </w:rPr>
            </w:pPr>
          </w:p>
          <w:p w:rsidR="008D48B6" w:rsidRPr="007920F8" w:rsidRDefault="008D48B6" w:rsidP="00E2706B">
            <w:pPr>
              <w:autoSpaceDE w:val="0"/>
              <w:autoSpaceDN w:val="0"/>
              <w:adjustRightInd w:val="0"/>
              <w:rPr>
                <w:bCs/>
                <w:lang w:val="en-US"/>
              </w:rPr>
            </w:pPr>
          </w:p>
        </w:tc>
        <w:tc>
          <w:tcPr>
            <w:tcW w:w="5953" w:type="dxa"/>
          </w:tcPr>
          <w:p w:rsidR="008D48B6" w:rsidRPr="007920F8" w:rsidRDefault="008D48B6" w:rsidP="00E2706B">
            <w:pPr>
              <w:rPr>
                <w:lang w:val="en-US"/>
              </w:rPr>
            </w:pPr>
            <w:r w:rsidRPr="007920F8">
              <w:rPr>
                <w:szCs w:val="22"/>
                <w:lang w:val="en-US"/>
              </w:rPr>
              <w:t>Dangerous wrecks, obstacles</w:t>
            </w:r>
            <w:ins w:id="120" w:author="VTS WG" w:date="2011-03-29T15:04:00Z">
              <w:r>
                <w:rPr>
                  <w:szCs w:val="22"/>
                  <w:lang w:val="en-US"/>
                </w:rPr>
                <w:t xml:space="preserve"> not otherwise promulgated</w:t>
              </w:r>
            </w:ins>
            <w:r w:rsidRPr="007920F8">
              <w:rPr>
                <w:szCs w:val="22"/>
                <w:lang w:val="en-US"/>
              </w:rPr>
              <w:t>, diving operations, vessels not under command, etc.</w:t>
            </w:r>
          </w:p>
        </w:tc>
      </w:tr>
      <w:tr w:rsidR="008D48B6" w:rsidRPr="00B34533" w:rsidTr="009969BD">
        <w:tc>
          <w:tcPr>
            <w:tcW w:w="3225" w:type="dxa"/>
          </w:tcPr>
          <w:p w:rsidR="008D48B6" w:rsidRPr="007920F8" w:rsidRDefault="008D48B6" w:rsidP="003D6F36">
            <w:pPr>
              <w:rPr>
                <w:lang w:val="en-US"/>
              </w:rPr>
            </w:pPr>
            <w:r w:rsidRPr="007920F8">
              <w:rPr>
                <w:bCs/>
                <w:szCs w:val="22"/>
                <w:lang w:val="en-US"/>
              </w:rPr>
              <w:t>Other information</w:t>
            </w:r>
          </w:p>
          <w:p w:rsidR="008D48B6" w:rsidRPr="007920F8" w:rsidRDefault="008D48B6" w:rsidP="003D6F36">
            <w:pPr>
              <w:rPr>
                <w:lang w:val="en-US"/>
              </w:rPr>
            </w:pPr>
          </w:p>
        </w:tc>
        <w:tc>
          <w:tcPr>
            <w:tcW w:w="5953" w:type="dxa"/>
          </w:tcPr>
          <w:p w:rsidR="008D48B6" w:rsidRDefault="008D48B6" w:rsidP="003D6F36">
            <w:pPr>
              <w:rPr>
                <w:bCs/>
                <w:lang w:val="en-US"/>
              </w:rPr>
            </w:pPr>
            <w:r w:rsidRPr="007920F8">
              <w:rPr>
                <w:bCs/>
                <w:szCs w:val="22"/>
                <w:lang w:val="en-US"/>
              </w:rPr>
              <w:t xml:space="preserve">Port information, pilot or tug request, cargo information, health condition, PSC, </w:t>
            </w:r>
            <w:r>
              <w:rPr>
                <w:bCs/>
                <w:szCs w:val="22"/>
                <w:lang w:val="en-US"/>
              </w:rPr>
              <w:t xml:space="preserve">ISPS, </w:t>
            </w:r>
            <w:r w:rsidRPr="007920F8">
              <w:rPr>
                <w:bCs/>
                <w:szCs w:val="22"/>
                <w:lang w:val="en-US"/>
              </w:rPr>
              <w:t>etc.</w:t>
            </w:r>
          </w:p>
          <w:p w:rsidR="008D48B6" w:rsidRPr="007920F8" w:rsidRDefault="008D48B6" w:rsidP="003D6F36">
            <w:pPr>
              <w:rPr>
                <w:lang w:val="en-US"/>
              </w:rPr>
            </w:pPr>
          </w:p>
        </w:tc>
      </w:tr>
    </w:tbl>
    <w:p w:rsidR="008D48B6" w:rsidRDefault="008D48B6" w:rsidP="00631149">
      <w:pPr>
        <w:rPr>
          <w:szCs w:val="22"/>
        </w:rPr>
      </w:pPr>
    </w:p>
    <w:p w:rsidR="008D48B6" w:rsidRPr="0096679C" w:rsidRDefault="008D48B6" w:rsidP="00631149">
      <w:pPr>
        <w:rPr>
          <w:iCs/>
          <w:szCs w:val="22"/>
          <w:lang w:val="en-US"/>
        </w:rPr>
      </w:pPr>
      <w:r w:rsidRPr="00DB4005">
        <w:rPr>
          <w:iCs/>
          <w:szCs w:val="22"/>
          <w:highlight w:val="yellow"/>
          <w:lang w:val="en-US"/>
        </w:rPr>
        <w:t xml:space="preserve">If a VTS is tasked with providing maritime safety information (MSI), this type of information is found in </w:t>
      </w:r>
      <w:r w:rsidRPr="00DB4005">
        <w:rPr>
          <w:szCs w:val="22"/>
          <w:highlight w:val="yellow"/>
          <w:lang w:val="en-US"/>
        </w:rPr>
        <w:t>IMO Resolution A.706(17)a – World-wide navigational warning service.</w:t>
      </w:r>
    </w:p>
    <w:p w:rsidR="008D48B6" w:rsidRPr="0096679C" w:rsidRDefault="008D48B6" w:rsidP="00631149">
      <w:pPr>
        <w:rPr>
          <w:szCs w:val="22"/>
          <w:lang w:val="en-US"/>
        </w:rPr>
      </w:pPr>
    </w:p>
    <w:p w:rsidR="008D48B6" w:rsidRDefault="008D48B6" w:rsidP="00C000AE">
      <w:pPr>
        <w:pStyle w:val="Heading2"/>
        <w:numPr>
          <w:ilvl w:val="2"/>
          <w:numId w:val="17"/>
        </w:numPr>
        <w:rPr>
          <w:lang w:eastAsia="sv-SE"/>
        </w:rPr>
      </w:pPr>
      <w:bookmarkStart w:id="121" w:name="_Toc287481582"/>
      <w:del w:id="122" w:author="WTSWG1" w:date="2011-08-19T09:14:00Z">
        <w:r w:rsidRPr="00A33B52" w:rsidDel="00D21C83">
          <w:rPr>
            <w:lang w:eastAsia="sv-SE"/>
          </w:rPr>
          <w:delText>Where is the</w:delText>
        </w:r>
      </w:del>
      <w:ins w:id="123" w:author="WTSWG1" w:date="2011-08-19T09:14:00Z">
        <w:r>
          <w:rPr>
            <w:lang w:eastAsia="sv-SE"/>
          </w:rPr>
          <w:t>Area of</w:t>
        </w:r>
      </w:ins>
      <w:r w:rsidRPr="00A33B52">
        <w:rPr>
          <w:lang w:eastAsia="sv-SE"/>
        </w:rPr>
        <w:t xml:space="preserve"> service </w:t>
      </w:r>
      <w:ins w:id="124" w:author="WTSWG1" w:date="2011-08-19T09:14:00Z">
        <w:r>
          <w:rPr>
            <w:lang w:eastAsia="sv-SE"/>
          </w:rPr>
          <w:t>provided</w:t>
        </w:r>
      </w:ins>
      <w:del w:id="125" w:author="WTSWG1" w:date="2011-08-19T09:14:00Z">
        <w:r w:rsidRPr="00A33B52" w:rsidDel="00D21C83">
          <w:rPr>
            <w:lang w:eastAsia="sv-SE"/>
          </w:rPr>
          <w:delText>given</w:delText>
        </w:r>
      </w:del>
      <w:bookmarkEnd w:id="121"/>
    </w:p>
    <w:p w:rsidR="008D48B6" w:rsidRDefault="008D48B6" w:rsidP="00A876F8">
      <w:pPr>
        <w:pStyle w:val="BodyText"/>
        <w:rPr>
          <w:ins w:id="126" w:author="mosu01" w:date="2011-03-10T10:51:00Z"/>
        </w:rPr>
      </w:pPr>
      <w:ins w:id="127" w:author="VTS WG" w:date="2011-03-29T15:07:00Z">
        <w:r>
          <w:t xml:space="preserve"> An </w:t>
        </w:r>
      </w:ins>
      <w:r>
        <w:t xml:space="preserve">Information service should be </w:t>
      </w:r>
      <w:del w:id="128" w:author="VTS WG" w:date="2011-03-29T15:07:00Z">
        <w:r w:rsidDel="00B0620F">
          <w:delText xml:space="preserve">given </w:delText>
        </w:r>
      </w:del>
      <w:ins w:id="129" w:author="VTS WG" w:date="2011-03-29T15:07:00Z">
        <w:r>
          <w:t xml:space="preserve">provided  </w:t>
        </w:r>
      </w:ins>
      <w:r>
        <w:t xml:space="preserve">within </w:t>
      </w:r>
      <w:ins w:id="130" w:author="VTS WG" w:date="2011-03-29T15:07:00Z">
        <w:r>
          <w:t>the</w:t>
        </w:r>
      </w:ins>
      <w:del w:id="131" w:author="VTS WG" w:date="2011-03-29T15:07:00Z">
        <w:r w:rsidDel="00B0620F">
          <w:delText>a</w:delText>
        </w:r>
      </w:del>
      <w:r>
        <w:t xml:space="preserve"> </w:t>
      </w:r>
      <w:del w:id="132" w:author="VTS WG" w:date="2011-03-29T15:08:00Z">
        <w:r w:rsidDel="00905176">
          <w:delText xml:space="preserve">formally </w:delText>
        </w:r>
      </w:del>
      <w:r>
        <w:t xml:space="preserve">declared VTS area. </w:t>
      </w:r>
    </w:p>
    <w:p w:rsidR="008D48B6" w:rsidRDefault="008D48B6" w:rsidP="00A755AA">
      <w:pPr>
        <w:pStyle w:val="BodyText"/>
        <w:rPr>
          <w:ins w:id="133" w:author="mosu01" w:date="2011-03-10T10:51:00Z"/>
        </w:rPr>
      </w:pPr>
      <w:ins w:id="134" w:author="mosu01" w:date="2011-03-10T10:51:00Z">
        <w:r>
          <w:t>[See picture in Annex xx]</w:t>
        </w:r>
      </w:ins>
    </w:p>
    <w:p w:rsidR="008D48B6" w:rsidRPr="00A876F8" w:rsidRDefault="008D48B6" w:rsidP="00A876F8">
      <w:pPr>
        <w:pStyle w:val="BodyText"/>
      </w:pPr>
    </w:p>
    <w:p w:rsidR="008D48B6" w:rsidRPr="00A33B52" w:rsidRDefault="008D48B6" w:rsidP="00C000AE">
      <w:pPr>
        <w:pStyle w:val="Heading2"/>
        <w:numPr>
          <w:ilvl w:val="2"/>
          <w:numId w:val="17"/>
        </w:numPr>
        <w:rPr>
          <w:lang w:eastAsia="sv-SE"/>
        </w:rPr>
      </w:pPr>
      <w:bookmarkStart w:id="135" w:name="_Toc287481583"/>
      <w:del w:id="136" w:author="VTS WG" w:date="2011-03-29T15:09:00Z">
        <w:r w:rsidRPr="00A33B52" w:rsidDel="00905176">
          <w:rPr>
            <w:lang w:eastAsia="sv-SE"/>
          </w:rPr>
          <w:delText>How to give</w:delText>
        </w:r>
      </w:del>
      <w:ins w:id="137" w:author="VTS WG" w:date="2011-03-29T15:09:00Z">
        <w:r>
          <w:rPr>
            <w:lang w:eastAsia="sv-SE"/>
          </w:rPr>
          <w:t>Methods of providing</w:t>
        </w:r>
      </w:ins>
      <w:r w:rsidRPr="00A33B52">
        <w:rPr>
          <w:lang w:eastAsia="sv-SE"/>
        </w:rPr>
        <w:t xml:space="preserve"> </w:t>
      </w:r>
      <w:r>
        <w:rPr>
          <w:lang w:eastAsia="sv-SE"/>
        </w:rPr>
        <w:t>Information S</w:t>
      </w:r>
      <w:r w:rsidRPr="00A33B52">
        <w:rPr>
          <w:lang w:eastAsia="sv-SE"/>
        </w:rPr>
        <w:t>ervice</w:t>
      </w:r>
      <w:bookmarkEnd w:id="135"/>
    </w:p>
    <w:p w:rsidR="008D48B6" w:rsidRDefault="008D48B6" w:rsidP="002E6C2A">
      <w:pPr>
        <w:autoSpaceDE w:val="0"/>
        <w:autoSpaceDN w:val="0"/>
        <w:adjustRightInd w:val="0"/>
        <w:rPr>
          <w:szCs w:val="22"/>
          <w:lang w:eastAsia="fi-FI" w:bidi="bn-IN"/>
        </w:rPr>
      </w:pPr>
      <w:ins w:id="138" w:author="VTS WG" w:date="2011-03-29T15:13:00Z">
        <w:r>
          <w:rPr>
            <w:szCs w:val="22"/>
            <w:lang w:eastAsia="fi-FI" w:bidi="bn-IN"/>
          </w:rPr>
          <w:t xml:space="preserve">While VHF  may be  primary means of providing </w:t>
        </w:r>
      </w:ins>
      <w:del w:id="139" w:author="VTS WG" w:date="2011-03-29T15:14:00Z">
        <w:r w:rsidRPr="007E6223" w:rsidDel="00905176">
          <w:rPr>
            <w:szCs w:val="22"/>
            <w:lang w:eastAsia="fi-FI" w:bidi="bn-IN"/>
          </w:rPr>
          <w:delText>I</w:delText>
        </w:r>
      </w:del>
      <w:ins w:id="140" w:author="VTS WG" w:date="2011-03-29T15:14:00Z">
        <w:r>
          <w:rPr>
            <w:szCs w:val="22"/>
            <w:lang w:eastAsia="fi-FI" w:bidi="bn-IN"/>
          </w:rPr>
          <w:t>i</w:t>
        </w:r>
      </w:ins>
      <w:r w:rsidRPr="007E6223">
        <w:rPr>
          <w:szCs w:val="22"/>
          <w:lang w:eastAsia="fi-FI" w:bidi="bn-IN"/>
        </w:rPr>
        <w:t>nformation</w:t>
      </w:r>
      <w:ins w:id="141" w:author="VTS WG" w:date="2011-03-29T15:14:00Z">
        <w:r>
          <w:rPr>
            <w:szCs w:val="22"/>
            <w:lang w:eastAsia="fi-FI" w:bidi="bn-IN"/>
          </w:rPr>
          <w:t xml:space="preserve">  any available means may be used.</w:t>
        </w:r>
      </w:ins>
      <w:r w:rsidRPr="007E6223">
        <w:rPr>
          <w:szCs w:val="22"/>
          <w:lang w:eastAsia="fi-FI" w:bidi="bn-IN"/>
        </w:rPr>
        <w:t xml:space="preserve"> </w:t>
      </w:r>
      <w:del w:id="142" w:author="VTS WG" w:date="2011-03-29T15:09:00Z">
        <w:r w:rsidDel="00905176">
          <w:rPr>
            <w:szCs w:val="22"/>
            <w:lang w:eastAsia="fi-FI" w:bidi="bn-IN"/>
          </w:rPr>
          <w:delText xml:space="preserve">service </w:delText>
        </w:r>
      </w:del>
      <w:del w:id="143" w:author="VTS WG" w:date="2011-03-29T15:15:00Z">
        <w:r w:rsidDel="00905176">
          <w:rPr>
            <w:szCs w:val="22"/>
            <w:lang w:eastAsia="fi-FI" w:bidi="bn-IN"/>
          </w:rPr>
          <w:delText xml:space="preserve">may be </w:delText>
        </w:r>
      </w:del>
      <w:del w:id="144" w:author="VTS WG" w:date="2011-03-29T15:10:00Z">
        <w:r w:rsidDel="00905176">
          <w:rPr>
            <w:szCs w:val="22"/>
            <w:lang w:eastAsia="fi-FI" w:bidi="bn-IN"/>
          </w:rPr>
          <w:delText xml:space="preserve">given </w:delText>
        </w:r>
      </w:del>
      <w:del w:id="145" w:author="VTS WG" w:date="2011-03-29T15:15:00Z">
        <w:r w:rsidDel="00905176">
          <w:rPr>
            <w:szCs w:val="22"/>
            <w:lang w:eastAsia="fi-FI" w:bidi="bn-IN"/>
          </w:rPr>
          <w:delText>to vessels by any available means such as VHF and AIS</w:delText>
        </w:r>
      </w:del>
      <w:r>
        <w:rPr>
          <w:szCs w:val="22"/>
          <w:lang w:eastAsia="fi-FI" w:bidi="bn-IN"/>
        </w:rPr>
        <w:t xml:space="preserve">. </w:t>
      </w:r>
    </w:p>
    <w:p w:rsidR="008D48B6" w:rsidRPr="00A33B52" w:rsidRDefault="008D48B6" w:rsidP="00A33B52">
      <w:pPr>
        <w:rPr>
          <w:lang w:eastAsia="de-DE"/>
        </w:rPr>
      </w:pPr>
    </w:p>
    <w:p w:rsidR="008D48B6" w:rsidRDefault="008D48B6" w:rsidP="003E5C8B">
      <w:pPr>
        <w:pStyle w:val="Heading2"/>
        <w:numPr>
          <w:ilvl w:val="3"/>
          <w:numId w:val="17"/>
        </w:numPr>
        <w:rPr>
          <w:lang w:eastAsia="sv-SE"/>
        </w:rPr>
      </w:pPr>
      <w:bookmarkStart w:id="146" w:name="_Toc287481584"/>
      <w:r w:rsidRPr="00A33B52">
        <w:rPr>
          <w:lang w:eastAsia="sv-SE"/>
        </w:rPr>
        <w:t xml:space="preserve">Message markers used under </w:t>
      </w:r>
      <w:r>
        <w:rPr>
          <w:lang w:eastAsia="sv-SE"/>
        </w:rPr>
        <w:t>an Information Service</w:t>
      </w:r>
      <w:bookmarkEnd w:id="146"/>
    </w:p>
    <w:p w:rsidR="008D48B6" w:rsidRDefault="008D48B6" w:rsidP="002E6C2A">
      <w:pPr>
        <w:pStyle w:val="Default"/>
        <w:rPr>
          <w:sz w:val="22"/>
          <w:szCs w:val="22"/>
          <w:lang w:val="en-GB"/>
        </w:rPr>
      </w:pPr>
      <w:r>
        <w:rPr>
          <w:sz w:val="22"/>
          <w:szCs w:val="22"/>
          <w:lang w:val="en-GB"/>
        </w:rPr>
        <w:t>When providing Information Service the following message markers may be used:</w:t>
      </w:r>
      <w:r w:rsidRPr="00481383">
        <w:rPr>
          <w:sz w:val="22"/>
          <w:szCs w:val="22"/>
          <w:lang w:val="en-GB"/>
        </w:rPr>
        <w:t xml:space="preserve"> </w:t>
      </w:r>
    </w:p>
    <w:p w:rsidR="008D48B6" w:rsidRPr="00481383" w:rsidRDefault="008D48B6" w:rsidP="002E6C2A">
      <w:pPr>
        <w:pStyle w:val="Default"/>
        <w:rPr>
          <w:sz w:val="22"/>
          <w:szCs w:val="22"/>
          <w:lang w:val="en-GB"/>
        </w:rPr>
      </w:pPr>
    </w:p>
    <w:p w:rsidR="008D48B6" w:rsidRPr="00481383" w:rsidRDefault="008D48B6" w:rsidP="002E6C2A">
      <w:pPr>
        <w:tabs>
          <w:tab w:val="num" w:pos="993"/>
        </w:tabs>
        <w:ind w:left="993" w:hanging="426"/>
      </w:pPr>
      <w:r w:rsidRPr="00481383">
        <w:t xml:space="preserve">INFORMATION </w:t>
      </w:r>
    </w:p>
    <w:p w:rsidR="008D48B6" w:rsidRPr="00543FB3" w:rsidRDefault="008D48B6" w:rsidP="002E6C2A">
      <w:pPr>
        <w:tabs>
          <w:tab w:val="num" w:pos="993"/>
        </w:tabs>
        <w:ind w:left="993" w:hanging="426"/>
      </w:pPr>
      <w:r w:rsidRPr="00543FB3">
        <w:t>WARNING</w:t>
      </w:r>
    </w:p>
    <w:p w:rsidR="008D48B6" w:rsidRPr="00543FB3" w:rsidRDefault="008D48B6" w:rsidP="002E6C2A">
      <w:pPr>
        <w:tabs>
          <w:tab w:val="num" w:pos="993"/>
        </w:tabs>
        <w:ind w:left="993" w:hanging="426"/>
      </w:pPr>
      <w:r w:rsidRPr="00543FB3">
        <w:t>ADVICE</w:t>
      </w:r>
    </w:p>
    <w:p w:rsidR="008D48B6" w:rsidRPr="00481383" w:rsidRDefault="008D48B6" w:rsidP="002E6C2A">
      <w:pPr>
        <w:tabs>
          <w:tab w:val="num" w:pos="993"/>
        </w:tabs>
        <w:ind w:left="993" w:hanging="426"/>
      </w:pPr>
      <w:r w:rsidRPr="00481383">
        <w:t xml:space="preserve">QUESTION </w:t>
      </w:r>
    </w:p>
    <w:p w:rsidR="008D48B6" w:rsidRPr="00481383" w:rsidRDefault="008D48B6" w:rsidP="002E6C2A">
      <w:pPr>
        <w:tabs>
          <w:tab w:val="num" w:pos="993"/>
        </w:tabs>
        <w:ind w:left="993" w:hanging="426"/>
      </w:pPr>
      <w:r w:rsidRPr="00481383">
        <w:t xml:space="preserve">ANSWER </w:t>
      </w:r>
    </w:p>
    <w:p w:rsidR="008D48B6" w:rsidRPr="002F4EA6" w:rsidRDefault="008D48B6" w:rsidP="002E6C2A">
      <w:pPr>
        <w:tabs>
          <w:tab w:val="num" w:pos="993"/>
        </w:tabs>
        <w:ind w:left="993" w:hanging="426"/>
      </w:pPr>
      <w:r w:rsidRPr="002F4EA6">
        <w:t>REQUEST</w:t>
      </w:r>
    </w:p>
    <w:p w:rsidR="008D48B6" w:rsidRPr="007F6AC1" w:rsidRDefault="008D48B6" w:rsidP="002E6C2A">
      <w:pPr>
        <w:tabs>
          <w:tab w:val="num" w:pos="993"/>
        </w:tabs>
        <w:ind w:left="993" w:hanging="426"/>
        <w:rPr>
          <w:strike/>
        </w:rPr>
      </w:pPr>
      <w:r w:rsidRPr="007F6AC1">
        <w:rPr>
          <w:strike/>
          <w:highlight w:val="yellow"/>
        </w:rPr>
        <w:t>INTENTION</w:t>
      </w:r>
    </w:p>
    <w:p w:rsidR="008D48B6" w:rsidRDefault="008D48B6" w:rsidP="002E6C2A">
      <w:pPr>
        <w:tabs>
          <w:tab w:val="num" w:pos="993"/>
        </w:tabs>
        <w:ind w:left="993" w:hanging="426"/>
      </w:pPr>
    </w:p>
    <w:p w:rsidR="008D48B6" w:rsidRDefault="008D48B6" w:rsidP="002E6C2A">
      <w:pPr>
        <w:rPr>
          <w:szCs w:val="22"/>
        </w:rPr>
      </w:pPr>
      <w:r>
        <w:rPr>
          <w:b/>
          <w:szCs w:val="22"/>
        </w:rPr>
        <w:t>Instruction as a message marker should not be used in an Information Service</w:t>
      </w:r>
      <w:r>
        <w:rPr>
          <w:szCs w:val="22"/>
        </w:rPr>
        <w:t xml:space="preserve">. </w:t>
      </w:r>
    </w:p>
    <w:p w:rsidR="008D48B6" w:rsidRDefault="008D48B6" w:rsidP="002E6C2A"/>
    <w:p w:rsidR="008D48B6" w:rsidRDefault="008D48B6" w:rsidP="002E6C2A">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8D48B6" w:rsidRDefault="008D48B6" w:rsidP="002E6C2A"/>
    <w:p w:rsidR="008D48B6" w:rsidRPr="001B3138" w:rsidRDefault="008D48B6" w:rsidP="002E6C2A"/>
    <w:p w:rsidR="008D48B6" w:rsidRPr="007238EA" w:rsidRDefault="008D48B6" w:rsidP="002E6C2A">
      <w:pPr>
        <w:rPr>
          <w:strike/>
        </w:rPr>
      </w:pPr>
      <w:r w:rsidRPr="00C9142C">
        <w:t>Examples of the use of the message markers</w:t>
      </w:r>
      <w:r>
        <w:t xml:space="preserve"> </w:t>
      </w:r>
      <w:r w:rsidRPr="00C9142C">
        <w:t xml:space="preserve">may be found in annex X. </w:t>
      </w:r>
    </w:p>
    <w:p w:rsidR="008D48B6" w:rsidRDefault="008D48B6" w:rsidP="00481383">
      <w:pPr>
        <w:ind w:left="360"/>
      </w:pPr>
    </w:p>
    <w:p w:rsidR="008D48B6" w:rsidRDefault="008D48B6" w:rsidP="00235819">
      <w:pPr>
        <w:rPr>
          <w:szCs w:val="22"/>
        </w:rPr>
      </w:pPr>
    </w:p>
    <w:p w:rsidR="008D48B6" w:rsidRDefault="008D48B6">
      <w:pPr>
        <w:rPr>
          <w:b/>
          <w:caps/>
          <w:kern w:val="28"/>
          <w:sz w:val="24"/>
          <w:szCs w:val="20"/>
          <w:lang w:eastAsia="de-DE"/>
        </w:rPr>
      </w:pPr>
      <w:r>
        <w:br w:type="page"/>
      </w:r>
    </w:p>
    <w:p w:rsidR="008D48B6" w:rsidRDefault="008D48B6" w:rsidP="003E5C8B">
      <w:pPr>
        <w:pStyle w:val="Heading1"/>
        <w:numPr>
          <w:ilvl w:val="0"/>
          <w:numId w:val="19"/>
        </w:numPr>
      </w:pPr>
      <w:bookmarkStart w:id="147" w:name="_Toc287481585"/>
      <w:r>
        <w:t>Description of Navigational assistance service (NaS)</w:t>
      </w:r>
      <w:bookmarkEnd w:id="147"/>
    </w:p>
    <w:p w:rsidR="008D48B6" w:rsidRPr="00C000AE" w:rsidRDefault="008D48B6" w:rsidP="00120CB7">
      <w:pPr>
        <w:pStyle w:val="Heading2"/>
        <w:numPr>
          <w:ilvl w:val="1"/>
          <w:numId w:val="17"/>
        </w:numPr>
        <w:rPr>
          <w:lang w:eastAsia="sv-SE"/>
        </w:rPr>
      </w:pPr>
      <w:bookmarkStart w:id="148" w:name="_Toc287481586"/>
      <w:r w:rsidRPr="00C000AE">
        <w:rPr>
          <w:lang w:eastAsia="sv-SE"/>
        </w:rPr>
        <w:t>General</w:t>
      </w:r>
      <w:bookmarkEnd w:id="148"/>
    </w:p>
    <w:p w:rsidR="008D48B6" w:rsidRDefault="008D48B6" w:rsidP="002A406B">
      <w:pPr>
        <w:pStyle w:val="BodyText"/>
        <w:rPr>
          <w:lang w:eastAsia="de-DE"/>
        </w:rPr>
      </w:pPr>
      <w:ins w:id="149" w:author="mosu01" w:date="2011-03-10T00:36:00Z">
        <w:r>
          <w:rPr>
            <w:lang w:eastAsia="de-DE"/>
          </w:rPr>
          <w:t xml:space="preserve">Navigational Assistance Service should provide essential and timely navigational information to assist in the onboard navigational decision-making process and to monitor its effects. It may also involve the provision of navigational advice and/or </w:t>
        </w:r>
        <w:commentRangeStart w:id="150"/>
        <w:r>
          <w:rPr>
            <w:lang w:eastAsia="de-DE"/>
          </w:rPr>
          <w:t>instruction</w:t>
        </w:r>
      </w:ins>
      <w:commentRangeEnd w:id="150"/>
      <w:r>
        <w:rPr>
          <w:rStyle w:val="CommentReference"/>
          <w:lang w:eastAsia="de-DE"/>
        </w:rPr>
        <w:commentReference w:id="150"/>
      </w:r>
      <w:ins w:id="151" w:author="VTS WG" w:date="2011-03-29T15:18:00Z">
        <w:r>
          <w:rPr>
            <w:lang w:eastAsia="de-DE"/>
          </w:rPr>
          <w:t xml:space="preserve"> for the promulgated VTS  area</w:t>
        </w:r>
      </w:ins>
      <w:ins w:id="152" w:author="mosu01" w:date="2011-03-10T00:36:00Z">
        <w:r>
          <w:rPr>
            <w:lang w:eastAsia="de-DE"/>
          </w:rPr>
          <w:t>.</w:t>
        </w:r>
      </w:ins>
      <w:r w:rsidRPr="002A406B">
        <w:rPr>
          <w:lang w:eastAsia="de-DE"/>
        </w:rPr>
        <w:t xml:space="preserve"> </w:t>
      </w:r>
    </w:p>
    <w:p w:rsidR="008D48B6" w:rsidRPr="00EB1945" w:rsidRDefault="008D48B6" w:rsidP="00A71783">
      <w:r w:rsidRPr="00EB1945">
        <w:t>The navigational assistance service is especially important in difficult navigational or</w:t>
      </w:r>
    </w:p>
    <w:p w:rsidR="008D48B6" w:rsidRDefault="008D48B6" w:rsidP="00A71783">
      <w:r w:rsidRPr="00EB1945">
        <w:t>meteorological circumstances or in case of defects or deficiencies.</w:t>
      </w:r>
      <w:r>
        <w:t xml:space="preserve"> (IMO)</w:t>
      </w:r>
    </w:p>
    <w:p w:rsidR="008D48B6" w:rsidRDefault="008D48B6" w:rsidP="00A71783"/>
    <w:p w:rsidR="008D48B6" w:rsidRDefault="008D48B6" w:rsidP="002A406B">
      <w:pPr>
        <w:pStyle w:val="BodyText"/>
        <w:rPr>
          <w:lang w:eastAsia="sv-SE"/>
        </w:rPr>
      </w:pPr>
      <w:ins w:id="153" w:author="mosu01" w:date="2011-03-10T00:36:00Z">
        <w:r>
          <w:rPr>
            <w:lang w:eastAsia="de-DE"/>
          </w:rPr>
          <w:t xml:space="preserve">Navigational Assistance Service </w:t>
        </w:r>
        <w:r w:rsidRPr="002A406B">
          <w:rPr>
            <w:lang w:eastAsia="sv-SE"/>
          </w:rPr>
          <w:t>requires positive identification and continuous communication throughout the process.</w:t>
        </w:r>
      </w:ins>
    </w:p>
    <w:p w:rsidR="008D48B6" w:rsidRDefault="008D48B6" w:rsidP="002A406B">
      <w:pPr>
        <w:rPr>
          <w:lang w:eastAsia="de-DE"/>
        </w:rPr>
      </w:pPr>
      <w:ins w:id="154" w:author="mosu01" w:date="2011-03-10T00:36:00Z">
        <w:r>
          <w:rPr>
            <w:lang w:eastAsia="de-DE"/>
          </w:rPr>
          <w:t>A Navigational Assistance Service is envisaged to be an important supplement to the provision of other navigational services</w:t>
        </w:r>
        <w:del w:id="155" w:author="VTS WG" w:date="2011-03-29T15:32:00Z">
          <w:r w:rsidDel="004C3473">
            <w:rPr>
              <w:lang w:eastAsia="de-DE"/>
            </w:rPr>
            <w:delText>, such as pilotage.</w:delText>
          </w:r>
        </w:del>
      </w:ins>
      <w:ins w:id="156" w:author="VTS WG" w:date="2011-03-29T15:32:00Z">
        <w:r>
          <w:rPr>
            <w:lang w:eastAsia="de-DE"/>
          </w:rPr>
          <w:t>.</w:t>
        </w:r>
      </w:ins>
    </w:p>
    <w:p w:rsidR="008D48B6" w:rsidRDefault="008D48B6" w:rsidP="002A406B">
      <w:pPr>
        <w:rPr>
          <w:lang w:eastAsia="de-DE"/>
        </w:rPr>
      </w:pPr>
    </w:p>
    <w:p w:rsidR="008D48B6" w:rsidRDefault="008D48B6" w:rsidP="00120CB7">
      <w:pPr>
        <w:pStyle w:val="Heading2"/>
        <w:numPr>
          <w:ilvl w:val="1"/>
          <w:numId w:val="17"/>
        </w:numPr>
        <w:rPr>
          <w:lang w:eastAsia="sv-SE"/>
        </w:rPr>
      </w:pPr>
      <w:bookmarkStart w:id="157" w:name="_Toc287481587"/>
      <w:r>
        <w:rPr>
          <w:lang w:eastAsia="sv-SE"/>
        </w:rPr>
        <w:t>Provision of Navigational Assistance Service</w:t>
      </w:r>
      <w:bookmarkEnd w:id="157"/>
      <w:r>
        <w:rPr>
          <w:lang w:eastAsia="sv-SE"/>
        </w:rPr>
        <w:t xml:space="preserve"> </w:t>
      </w:r>
    </w:p>
    <w:p w:rsidR="008D48B6" w:rsidRDefault="008D48B6" w:rsidP="00120CB7">
      <w:pPr>
        <w:pStyle w:val="Heading2"/>
        <w:numPr>
          <w:ilvl w:val="2"/>
          <w:numId w:val="17"/>
        </w:numPr>
        <w:rPr>
          <w:lang w:eastAsia="sv-SE"/>
        </w:rPr>
      </w:pPr>
      <w:bookmarkStart w:id="158" w:name="_Toc287481588"/>
      <w:r>
        <w:rPr>
          <w:lang w:eastAsia="sv-SE"/>
        </w:rPr>
        <w:t xml:space="preserve">Who may </w:t>
      </w:r>
      <w:del w:id="159" w:author="WTSWG1" w:date="2011-08-19T09:13:00Z">
        <w:r w:rsidDel="00D21C83">
          <w:rPr>
            <w:lang w:eastAsia="sv-SE"/>
          </w:rPr>
          <w:delText xml:space="preserve">give </w:delText>
        </w:r>
      </w:del>
      <w:ins w:id="160" w:author="WTSWG1" w:date="2011-08-19T09:13:00Z">
        <w:r>
          <w:rPr>
            <w:lang w:eastAsia="sv-SE"/>
          </w:rPr>
          <w:t xml:space="preserve">provide </w:t>
        </w:r>
      </w:ins>
      <w:r>
        <w:rPr>
          <w:lang w:eastAsia="sv-SE"/>
        </w:rPr>
        <w:t>Navigational Assistance Service</w:t>
      </w:r>
      <w:bookmarkEnd w:id="158"/>
    </w:p>
    <w:p w:rsidR="008D48B6" w:rsidRDefault="008D48B6" w:rsidP="008D48B6">
      <w:pPr>
        <w:rPr>
          <w:ins w:id="161" w:author="VTS WG" w:date="2011-03-29T15:28:00Z"/>
        </w:rPr>
        <w:pPrChange w:id="162" w:author="VTS WG" w:date="2011-03-29T15:28:00Z">
          <w:pPr>
            <w:numPr>
              <w:ilvl w:val="3"/>
              <w:numId w:val="33"/>
            </w:numPr>
            <w:tabs>
              <w:tab w:val="num" w:pos="360"/>
            </w:tabs>
            <w:ind w:left="567" w:hanging="567"/>
          </w:pPr>
        </w:pPrChange>
      </w:pPr>
      <w:ins w:id="163" w:author="VTS WG" w:date="2011-03-29T15:28:00Z">
        <w:r>
          <w:t xml:space="preserve">Any person who is serving in an established VTS centre that is  appropriately trained and assessed  as competent may provide </w:t>
        </w:r>
      </w:ins>
      <w:ins w:id="164" w:author="VTS WG" w:date="2011-03-29T15:32:00Z">
        <w:r>
          <w:t>Navigational  assistance</w:t>
        </w:r>
      </w:ins>
      <w:ins w:id="165" w:author="VTS WG" w:date="2011-03-29T15:28:00Z">
        <w:r>
          <w:t xml:space="preserve">. </w:t>
        </w:r>
      </w:ins>
    </w:p>
    <w:p w:rsidR="008D48B6" w:rsidDel="004C3473" w:rsidRDefault="008D48B6" w:rsidP="00AE6AF7">
      <w:pPr>
        <w:rPr>
          <w:del w:id="166" w:author="VTS WG" w:date="2011-03-29T15:28:00Z"/>
        </w:rPr>
      </w:pPr>
      <w:del w:id="167" w:author="VTS WG" w:date="2011-03-29T15:28:00Z">
        <w:r w:rsidDel="004C3473">
          <w:delText>In addition to the requirements for those who may give Information Service, any person who has authorization to give Navigational Assistance Service may do so.</w:delText>
        </w:r>
      </w:del>
    </w:p>
    <w:p w:rsidR="008D48B6" w:rsidRDefault="008D48B6" w:rsidP="00120CB7"/>
    <w:p w:rsidR="008D48B6" w:rsidRDefault="008D48B6" w:rsidP="00120CB7">
      <w:pPr>
        <w:pStyle w:val="Heading2"/>
        <w:numPr>
          <w:ilvl w:val="2"/>
          <w:numId w:val="17"/>
        </w:numPr>
        <w:rPr>
          <w:lang w:eastAsia="sv-SE"/>
        </w:rPr>
      </w:pPr>
      <w:bookmarkStart w:id="168" w:name="_Toc287481589"/>
      <w:r w:rsidRPr="00A33B52">
        <w:rPr>
          <w:lang w:eastAsia="sv-SE"/>
        </w:rPr>
        <w:t xml:space="preserve">When </w:t>
      </w:r>
      <w:del w:id="169" w:author="VTS WG" w:date="2011-03-29T15:34:00Z">
        <w:r w:rsidRPr="00A33B52" w:rsidDel="004C3473">
          <w:rPr>
            <w:lang w:eastAsia="sv-SE"/>
          </w:rPr>
          <w:delText xml:space="preserve">to give </w:delText>
        </w:r>
      </w:del>
      <w:r>
        <w:rPr>
          <w:lang w:eastAsia="sv-SE"/>
        </w:rPr>
        <w:t>Navigational Assistance Service</w:t>
      </w:r>
      <w:bookmarkEnd w:id="168"/>
      <w:ins w:id="170" w:author="VTS WG" w:date="2011-03-29T15:34:00Z">
        <w:r>
          <w:rPr>
            <w:lang w:eastAsia="sv-SE"/>
          </w:rPr>
          <w:t xml:space="preserve"> may be provided</w:t>
        </w:r>
      </w:ins>
    </w:p>
    <w:p w:rsidR="008D48B6" w:rsidRPr="00C37636" w:rsidRDefault="008D48B6" w:rsidP="00AE6AF7">
      <w:pPr>
        <w:rPr>
          <w:szCs w:val="22"/>
        </w:rPr>
      </w:pPr>
      <w:r>
        <w:t xml:space="preserve">Navigational Assistance Service </w:t>
      </w:r>
      <w:r>
        <w:rPr>
          <w:szCs w:val="22"/>
        </w:rPr>
        <w:t>may be provided:</w:t>
      </w:r>
    </w:p>
    <w:p w:rsidR="008D48B6" w:rsidRPr="00C37636" w:rsidRDefault="008D48B6" w:rsidP="00AE6AF7">
      <w:pPr>
        <w:pStyle w:val="ListParagraph"/>
        <w:numPr>
          <w:ilvl w:val="0"/>
          <w:numId w:val="14"/>
        </w:numPr>
        <w:contextualSpacing/>
        <w:rPr>
          <w:szCs w:val="22"/>
        </w:rPr>
      </w:pPr>
      <w:r w:rsidRPr="00C37636">
        <w:rPr>
          <w:szCs w:val="22"/>
        </w:rPr>
        <w:t xml:space="preserve">when deemed necessary by the VTS; or </w:t>
      </w:r>
    </w:p>
    <w:p w:rsidR="008D48B6" w:rsidRPr="00C37636" w:rsidRDefault="008D48B6" w:rsidP="00AE6AF7">
      <w:pPr>
        <w:pStyle w:val="ListParagraph"/>
        <w:numPr>
          <w:ilvl w:val="0"/>
          <w:numId w:val="14"/>
        </w:numPr>
        <w:contextualSpacing/>
        <w:rPr>
          <w:szCs w:val="22"/>
        </w:rPr>
      </w:pPr>
      <w:r>
        <w:rPr>
          <w:szCs w:val="22"/>
        </w:rPr>
        <w:t>when the vessel has requested the service</w:t>
      </w:r>
      <w:r w:rsidRPr="00C37636">
        <w:rPr>
          <w:szCs w:val="22"/>
        </w:rPr>
        <w:t xml:space="preserve">. </w:t>
      </w:r>
    </w:p>
    <w:p w:rsidR="008D48B6" w:rsidRDefault="008D48B6" w:rsidP="00AE6AF7">
      <w:pPr>
        <w:rPr>
          <w:ins w:id="171" w:author="mosu01" w:date="2011-03-10T00:52:00Z"/>
          <w:lang w:eastAsia="de-DE"/>
        </w:rPr>
      </w:pPr>
    </w:p>
    <w:p w:rsidR="008D48B6" w:rsidDel="003D560A" w:rsidRDefault="008D48B6" w:rsidP="00A65D77">
      <w:pPr>
        <w:rPr>
          <w:ins w:id="172" w:author="mosu01" w:date="2011-03-10T00:53:00Z"/>
          <w:del w:id="173" w:author="VTS WG" w:date="2011-03-29T15:42:00Z"/>
          <w:lang w:eastAsia="de-DE"/>
        </w:rPr>
      </w:pPr>
      <w:ins w:id="174" w:author="mosu01" w:date="2011-03-10T00:53:00Z">
        <w:del w:id="175" w:author="VTS WG" w:date="2011-03-29T15:42:00Z">
          <w:r w:rsidDel="003D560A">
            <w:rPr>
              <w:lang w:eastAsia="de-DE"/>
            </w:rPr>
            <w:delText>Examples of developing situations where Navigational Assistance may be requested or deemed necessary by the VTS include:</w:delText>
          </w:r>
        </w:del>
      </w:ins>
    </w:p>
    <w:p w:rsidR="008D48B6" w:rsidDel="003D560A" w:rsidRDefault="008D48B6">
      <w:pPr>
        <w:numPr>
          <w:ilvl w:val="0"/>
          <w:numId w:val="22"/>
        </w:numPr>
        <w:rPr>
          <w:ins w:id="176" w:author="mosu01" w:date="2011-03-10T00:54:00Z"/>
          <w:del w:id="177" w:author="VTS WG" w:date="2011-03-29T15:42:00Z"/>
          <w:lang w:eastAsia="de-DE"/>
        </w:rPr>
      </w:pPr>
      <w:ins w:id="178" w:author="mosu01" w:date="2011-03-10T00:53:00Z">
        <w:del w:id="179" w:author="VTS WG" w:date="2011-03-29T15:42:00Z">
          <w:r w:rsidDel="003D560A">
            <w:rPr>
              <w:lang w:eastAsia="de-DE"/>
            </w:rPr>
            <w:delText>Risk of grounding</w:delText>
          </w:r>
        </w:del>
      </w:ins>
      <w:ins w:id="180" w:author="mosu01" w:date="2011-03-10T00:54:00Z">
        <w:del w:id="181" w:author="VTS WG" w:date="2011-03-29T15:42:00Z">
          <w:r w:rsidDel="003D560A">
            <w:rPr>
              <w:lang w:eastAsia="de-DE"/>
            </w:rPr>
            <w:delText>;</w:delText>
          </w:r>
        </w:del>
      </w:ins>
    </w:p>
    <w:p w:rsidR="008D48B6" w:rsidDel="003D560A" w:rsidRDefault="008D48B6">
      <w:pPr>
        <w:numPr>
          <w:ilvl w:val="0"/>
          <w:numId w:val="22"/>
        </w:numPr>
        <w:rPr>
          <w:ins w:id="182" w:author="mosu01" w:date="2011-03-10T00:53:00Z"/>
          <w:del w:id="183" w:author="VTS WG" w:date="2011-03-29T15:42:00Z"/>
          <w:lang w:eastAsia="de-DE"/>
        </w:rPr>
      </w:pPr>
      <w:ins w:id="184" w:author="mosu01" w:date="2011-03-10T00:53:00Z">
        <w:del w:id="185" w:author="VTS WG" w:date="2011-03-29T15:42:00Z">
          <w:r w:rsidDel="003D560A">
            <w:rPr>
              <w:lang w:eastAsia="de-DE"/>
            </w:rPr>
            <w:delText>Vessel deviating from the recommended track or sailing plan;</w:delText>
          </w:r>
        </w:del>
      </w:ins>
    </w:p>
    <w:p w:rsidR="008D48B6" w:rsidDel="003D560A" w:rsidRDefault="008D48B6">
      <w:pPr>
        <w:numPr>
          <w:ilvl w:val="0"/>
          <w:numId w:val="22"/>
        </w:numPr>
        <w:rPr>
          <w:ins w:id="186" w:author="mosu01" w:date="2011-03-10T00:53:00Z"/>
          <w:del w:id="187" w:author="VTS WG" w:date="2011-03-29T15:42:00Z"/>
          <w:lang w:eastAsia="de-DE"/>
        </w:rPr>
      </w:pPr>
      <w:ins w:id="188" w:author="mosu01" w:date="2011-03-10T00:53:00Z">
        <w:del w:id="189" w:author="VTS WG" w:date="2011-03-29T15:42:00Z">
          <w:r w:rsidDel="003D560A">
            <w:rPr>
              <w:lang w:eastAsia="de-DE"/>
            </w:rPr>
            <w:delText>Vessel unsure of its position or unable to determine its position;</w:delText>
          </w:r>
        </w:del>
      </w:ins>
    </w:p>
    <w:p w:rsidR="008D48B6" w:rsidDel="003D560A" w:rsidRDefault="008D48B6">
      <w:pPr>
        <w:numPr>
          <w:ilvl w:val="0"/>
          <w:numId w:val="22"/>
        </w:numPr>
        <w:rPr>
          <w:ins w:id="190" w:author="mosu01" w:date="2011-03-10T00:53:00Z"/>
          <w:del w:id="191" w:author="VTS WG" w:date="2011-03-29T15:42:00Z"/>
          <w:lang w:eastAsia="de-DE"/>
        </w:rPr>
      </w:pPr>
      <w:ins w:id="192" w:author="mosu01" w:date="2011-03-10T00:53:00Z">
        <w:del w:id="193" w:author="VTS WG" w:date="2011-03-29T15:42:00Z">
          <w:r w:rsidDel="003D560A">
            <w:rPr>
              <w:lang w:eastAsia="de-DE"/>
            </w:rPr>
            <w:delText>Vessel unsure of the route to its destination;</w:delText>
          </w:r>
        </w:del>
      </w:ins>
    </w:p>
    <w:p w:rsidR="008D48B6" w:rsidDel="003D560A" w:rsidRDefault="008D48B6">
      <w:pPr>
        <w:numPr>
          <w:ilvl w:val="0"/>
          <w:numId w:val="22"/>
        </w:numPr>
        <w:rPr>
          <w:ins w:id="194" w:author="mosu01" w:date="2011-03-10T00:53:00Z"/>
          <w:del w:id="195" w:author="VTS WG" w:date="2011-03-29T15:42:00Z"/>
          <w:lang w:eastAsia="de-DE"/>
        </w:rPr>
      </w:pPr>
      <w:ins w:id="196" w:author="mosu01" w:date="2011-03-10T00:53:00Z">
        <w:del w:id="197" w:author="VTS WG" w:date="2011-03-29T15:42:00Z">
          <w:r w:rsidDel="003D560A">
            <w:rPr>
              <w:lang w:eastAsia="de-DE"/>
            </w:rPr>
            <w:delText>Assistance to a vessel to an anchoring position;</w:delText>
          </w:r>
        </w:del>
      </w:ins>
    </w:p>
    <w:p w:rsidR="008D48B6" w:rsidDel="003D560A" w:rsidRDefault="008D48B6">
      <w:pPr>
        <w:numPr>
          <w:ilvl w:val="0"/>
          <w:numId w:val="22"/>
        </w:numPr>
        <w:rPr>
          <w:ins w:id="198" w:author="mosu01" w:date="2011-03-10T00:53:00Z"/>
          <w:del w:id="199" w:author="VTS WG" w:date="2011-03-29T15:42:00Z"/>
          <w:lang w:eastAsia="de-DE"/>
        </w:rPr>
      </w:pPr>
      <w:ins w:id="200" w:author="mosu01" w:date="2011-03-10T00:53:00Z">
        <w:del w:id="201" w:author="VTS WG" w:date="2011-03-29T15:42:00Z">
          <w:r w:rsidDel="003D560A">
            <w:rPr>
              <w:lang w:eastAsia="de-DE"/>
            </w:rPr>
            <w:delText>Vessel navigational or manoeuvring equipment casualty;</w:delText>
          </w:r>
        </w:del>
      </w:ins>
    </w:p>
    <w:p w:rsidR="008D48B6" w:rsidDel="003D560A" w:rsidRDefault="008D48B6">
      <w:pPr>
        <w:numPr>
          <w:ilvl w:val="0"/>
          <w:numId w:val="22"/>
        </w:numPr>
        <w:rPr>
          <w:ins w:id="202" w:author="mosu01" w:date="2011-03-10T00:53:00Z"/>
          <w:del w:id="203" w:author="VTS WG" w:date="2011-03-29T15:42:00Z"/>
          <w:lang w:eastAsia="de-DE"/>
        </w:rPr>
      </w:pPr>
      <w:ins w:id="204" w:author="mosu01" w:date="2011-03-10T00:53:00Z">
        <w:del w:id="205" w:author="VTS WG" w:date="2011-03-29T15:42:00Z">
          <w:r w:rsidDel="003D560A">
            <w:rPr>
              <w:lang w:eastAsia="de-DE"/>
            </w:rPr>
            <w:delText>Inclement conditions (e.g. low visibility, high winds);</w:delText>
          </w:r>
        </w:del>
      </w:ins>
    </w:p>
    <w:p w:rsidR="008D48B6" w:rsidDel="003D560A" w:rsidRDefault="008D48B6">
      <w:pPr>
        <w:numPr>
          <w:ilvl w:val="0"/>
          <w:numId w:val="22"/>
        </w:numPr>
        <w:rPr>
          <w:ins w:id="206" w:author="mosu01" w:date="2011-03-10T00:53:00Z"/>
          <w:del w:id="207" w:author="VTS WG" w:date="2011-03-29T15:42:00Z"/>
          <w:lang w:eastAsia="de-DE"/>
        </w:rPr>
      </w:pPr>
      <w:ins w:id="208" w:author="mosu01" w:date="2011-03-10T00:53:00Z">
        <w:del w:id="209" w:author="VTS WG" w:date="2011-03-29T15:42:00Z">
          <w:r w:rsidDel="003D560A">
            <w:rPr>
              <w:lang w:eastAsia="de-DE"/>
            </w:rPr>
            <w:delText>Potential collision between vessels;</w:delText>
          </w:r>
        </w:del>
      </w:ins>
    </w:p>
    <w:p w:rsidR="008D48B6" w:rsidDel="003D560A" w:rsidRDefault="008D48B6">
      <w:pPr>
        <w:numPr>
          <w:ilvl w:val="0"/>
          <w:numId w:val="22"/>
        </w:numPr>
        <w:rPr>
          <w:ins w:id="210" w:author="mosu01" w:date="2011-03-10T00:53:00Z"/>
          <w:del w:id="211" w:author="VTS WG" w:date="2011-03-29T15:42:00Z"/>
          <w:lang w:eastAsia="de-DE"/>
        </w:rPr>
      </w:pPr>
      <w:ins w:id="212" w:author="mosu01" w:date="2011-03-10T00:53:00Z">
        <w:del w:id="213" w:author="VTS WG" w:date="2011-03-29T15:42:00Z">
          <w:r w:rsidDel="003D560A">
            <w:rPr>
              <w:lang w:eastAsia="de-DE"/>
            </w:rPr>
            <w:delText>Potential collision with a fixed object or hazard;</w:delText>
          </w:r>
        </w:del>
      </w:ins>
    </w:p>
    <w:p w:rsidR="008D48B6" w:rsidDel="003D560A" w:rsidRDefault="008D48B6">
      <w:pPr>
        <w:numPr>
          <w:ilvl w:val="0"/>
          <w:numId w:val="22"/>
        </w:numPr>
        <w:rPr>
          <w:ins w:id="214" w:author="mosu01" w:date="2011-03-10T00:54:00Z"/>
          <w:del w:id="215" w:author="VTS WG" w:date="2011-03-29T15:42:00Z"/>
          <w:lang w:eastAsia="de-DE"/>
        </w:rPr>
      </w:pPr>
      <w:ins w:id="216" w:author="mosu01" w:date="2011-03-10T00:53:00Z">
        <w:del w:id="217" w:author="VTS WG" w:date="2011-03-29T15:42:00Z">
          <w:r w:rsidDel="003D560A">
            <w:rPr>
              <w:lang w:eastAsia="de-DE"/>
            </w:rPr>
            <w:delText>Assistance to a vessel to support the unexpected incapacity of a key member of the bridge team, on the request of the master.</w:delText>
          </w:r>
        </w:del>
      </w:ins>
    </w:p>
    <w:p w:rsidR="008D48B6" w:rsidDel="003D560A" w:rsidRDefault="008D48B6" w:rsidP="00A65D77">
      <w:pPr>
        <w:rPr>
          <w:del w:id="218" w:author="VTS WG" w:date="2011-03-29T15:42:00Z"/>
          <w:lang w:eastAsia="de-DE"/>
        </w:rPr>
      </w:pPr>
    </w:p>
    <w:p w:rsidR="008D48B6" w:rsidRPr="00C37636" w:rsidDel="003D560A" w:rsidRDefault="008D48B6" w:rsidP="00AE6AF7">
      <w:pPr>
        <w:pStyle w:val="Heading2"/>
        <w:numPr>
          <w:ilvl w:val="3"/>
          <w:numId w:val="17"/>
        </w:numPr>
        <w:rPr>
          <w:del w:id="219" w:author="VTS WG" w:date="2011-03-29T15:42:00Z"/>
          <w:lang w:eastAsia="sv-SE"/>
        </w:rPr>
      </w:pPr>
      <w:bookmarkStart w:id="220" w:name="_Toc287476518"/>
      <w:bookmarkStart w:id="221" w:name="_Toc287481590"/>
      <w:del w:id="222" w:author="VTS WG" w:date="2011-03-29T15:42:00Z">
        <w:r w:rsidRPr="00C37636" w:rsidDel="003D560A">
          <w:rPr>
            <w:lang w:eastAsia="sv-SE"/>
          </w:rPr>
          <w:delText xml:space="preserve">Deemed </w:delText>
        </w:r>
        <w:r w:rsidDel="003D560A">
          <w:rPr>
            <w:lang w:eastAsia="sv-SE"/>
          </w:rPr>
          <w:delText>n</w:delText>
        </w:r>
        <w:r w:rsidRPr="00C37636" w:rsidDel="003D560A">
          <w:rPr>
            <w:lang w:eastAsia="sv-SE"/>
          </w:rPr>
          <w:delText>ecessary</w:delText>
        </w:r>
        <w:bookmarkEnd w:id="220"/>
        <w:bookmarkEnd w:id="221"/>
      </w:del>
    </w:p>
    <w:p w:rsidR="008D48B6" w:rsidDel="003D560A" w:rsidRDefault="008D48B6" w:rsidP="00AE6AF7">
      <w:pPr>
        <w:rPr>
          <w:del w:id="223" w:author="VTS WG" w:date="2011-03-29T15:42:00Z"/>
          <w:rFonts w:cs="Arial"/>
          <w:color w:val="000000"/>
          <w:szCs w:val="22"/>
          <w:lang w:eastAsia="nl-NL"/>
        </w:rPr>
      </w:pPr>
      <w:del w:id="224" w:author="VTS WG" w:date="2011-03-29T15:42:00Z">
        <w:r w:rsidDel="003D560A">
          <w:delText xml:space="preserve">Navigational Assistance Service </w:delText>
        </w:r>
        <w:r w:rsidRPr="000A3DF8" w:rsidDel="003D560A">
          <w:rPr>
            <w:lang w:eastAsia="de-DE"/>
          </w:rPr>
          <w:delText>may be provide</w:delText>
        </w:r>
        <w:r w:rsidDel="003D560A">
          <w:rPr>
            <w:lang w:eastAsia="de-DE"/>
          </w:rPr>
          <w:delText xml:space="preserve">d </w:delText>
        </w:r>
        <w:r w:rsidRPr="00045C4D" w:rsidDel="003D560A">
          <w:rPr>
            <w:rFonts w:cs="Arial"/>
            <w:color w:val="000000"/>
            <w:szCs w:val="22"/>
            <w:lang w:eastAsia="nl-NL"/>
          </w:rPr>
          <w:delText xml:space="preserve">when the VTS </w:delText>
        </w:r>
        <w:r w:rsidDel="003D560A">
          <w:rPr>
            <w:rFonts w:cs="Arial"/>
            <w:color w:val="000000"/>
            <w:szCs w:val="22"/>
            <w:lang w:eastAsia="nl-NL"/>
          </w:rPr>
          <w:delText xml:space="preserve">observes a developing situation and </w:delText>
        </w:r>
        <w:r w:rsidRPr="00045C4D" w:rsidDel="003D560A">
          <w:rPr>
            <w:rFonts w:cs="Arial"/>
            <w:color w:val="000000"/>
            <w:szCs w:val="22"/>
            <w:lang w:eastAsia="nl-NL"/>
          </w:rPr>
          <w:delText xml:space="preserve">deems it necessary to </w:delText>
        </w:r>
        <w:r w:rsidDel="003D560A">
          <w:rPr>
            <w:rFonts w:cs="Arial"/>
            <w:color w:val="000000"/>
            <w:szCs w:val="22"/>
            <w:lang w:eastAsia="nl-NL"/>
          </w:rPr>
          <w:delText>interact with the vessel.</w:delText>
        </w:r>
      </w:del>
    </w:p>
    <w:p w:rsidR="008D48B6" w:rsidDel="003D560A" w:rsidRDefault="008D48B6" w:rsidP="00AE6AF7">
      <w:pPr>
        <w:rPr>
          <w:del w:id="225" w:author="VTS WG" w:date="2011-03-29T15:42:00Z"/>
          <w:rFonts w:cs="Arial"/>
          <w:color w:val="000000"/>
          <w:szCs w:val="22"/>
          <w:lang w:eastAsia="nl-NL"/>
        </w:rPr>
      </w:pPr>
    </w:p>
    <w:p w:rsidR="008D48B6" w:rsidRPr="00982E75" w:rsidDel="003D560A" w:rsidRDefault="008D48B6" w:rsidP="00AE6AF7">
      <w:pPr>
        <w:pStyle w:val="Heading2"/>
        <w:numPr>
          <w:ilvl w:val="3"/>
          <w:numId w:val="17"/>
        </w:numPr>
        <w:rPr>
          <w:del w:id="226" w:author="VTS WG" w:date="2011-03-29T15:42:00Z"/>
          <w:lang w:eastAsia="sv-SE"/>
        </w:rPr>
      </w:pPr>
      <w:bookmarkStart w:id="227" w:name="_Toc287476519"/>
      <w:bookmarkStart w:id="228" w:name="_Toc287481591"/>
      <w:del w:id="229" w:author="VTS WG" w:date="2011-03-29T15:42:00Z">
        <w:r w:rsidDel="003D560A">
          <w:rPr>
            <w:lang w:eastAsia="sv-SE"/>
          </w:rPr>
          <w:delText>On r</w:delText>
        </w:r>
        <w:r w:rsidRPr="00982E75" w:rsidDel="003D560A">
          <w:rPr>
            <w:lang w:eastAsia="sv-SE"/>
          </w:rPr>
          <w:delText>equest</w:delText>
        </w:r>
        <w:bookmarkEnd w:id="227"/>
        <w:bookmarkEnd w:id="228"/>
      </w:del>
    </w:p>
    <w:p w:rsidR="008D48B6" w:rsidDel="003D560A" w:rsidRDefault="008D48B6" w:rsidP="00AE6AF7">
      <w:pPr>
        <w:rPr>
          <w:del w:id="230" w:author="VTS WG" w:date="2011-03-29T15:42:00Z"/>
          <w:rFonts w:cs="Arial"/>
          <w:szCs w:val="22"/>
          <w:lang w:eastAsia="nl-NL"/>
        </w:rPr>
      </w:pPr>
      <w:del w:id="231" w:author="VTS WG" w:date="2011-03-29T15:42:00Z">
        <w:r w:rsidDel="003D560A">
          <w:delText xml:space="preserve">Navigational Assistance Service </w:delText>
        </w:r>
        <w:r w:rsidRPr="00045C4D" w:rsidDel="003D560A">
          <w:rPr>
            <w:rFonts w:cs="Arial"/>
            <w:szCs w:val="22"/>
            <w:lang w:eastAsia="nl-NL"/>
          </w:rPr>
          <w:delText xml:space="preserve">may be provided </w:delText>
        </w:r>
        <w:r w:rsidDel="003D560A">
          <w:rPr>
            <w:rFonts w:cs="Arial"/>
            <w:szCs w:val="22"/>
            <w:lang w:eastAsia="nl-NL"/>
          </w:rPr>
          <w:delText>at the</w:delText>
        </w:r>
        <w:r w:rsidRPr="00045C4D" w:rsidDel="003D560A">
          <w:rPr>
            <w:rFonts w:cs="Arial"/>
            <w:szCs w:val="22"/>
            <w:lang w:eastAsia="nl-NL"/>
          </w:rPr>
          <w:delText xml:space="preserve"> request </w:delText>
        </w:r>
        <w:r w:rsidDel="003D560A">
          <w:rPr>
            <w:rFonts w:cs="Arial"/>
            <w:szCs w:val="22"/>
            <w:lang w:eastAsia="nl-NL"/>
          </w:rPr>
          <w:delText>of</w:delText>
        </w:r>
        <w:r w:rsidRPr="00045C4D" w:rsidDel="003D560A">
          <w:rPr>
            <w:rFonts w:cs="Arial"/>
            <w:szCs w:val="22"/>
            <w:lang w:eastAsia="nl-NL"/>
          </w:rPr>
          <w:delText xml:space="preserve"> a vessel </w:delText>
        </w:r>
        <w:r w:rsidDel="003D560A">
          <w:rPr>
            <w:rFonts w:cs="Arial"/>
            <w:szCs w:val="22"/>
            <w:lang w:eastAsia="nl-NL"/>
          </w:rPr>
          <w:delText xml:space="preserve">when </w:delText>
        </w:r>
      </w:del>
    </w:p>
    <w:p w:rsidR="008D48B6" w:rsidRPr="00B84B81" w:rsidDel="003D560A" w:rsidRDefault="008D48B6" w:rsidP="00AE6AF7">
      <w:pPr>
        <w:rPr>
          <w:del w:id="232" w:author="VTS WG" w:date="2011-03-29T15:42:00Z"/>
          <w:highlight w:val="cyan"/>
          <w:lang w:eastAsia="de-DE"/>
        </w:rPr>
      </w:pPr>
      <w:del w:id="233" w:author="VTS WG" w:date="2011-03-29T15:42:00Z">
        <w:r w:rsidDel="003D560A">
          <w:rPr>
            <w:rFonts w:cs="Arial"/>
            <w:szCs w:val="22"/>
            <w:lang w:eastAsia="nl-NL"/>
          </w:rPr>
          <w:delText xml:space="preserve">assistance and/or information </w:delText>
        </w:r>
        <w:r w:rsidRPr="00EB1945" w:rsidDel="003D560A">
          <w:rPr>
            <w:rFonts w:cs="Arial"/>
            <w:szCs w:val="22"/>
            <w:lang w:eastAsia="nl-NL"/>
          </w:rPr>
          <w:delText>relevant to the navigational decision-making</w:delText>
        </w:r>
        <w:r w:rsidDel="003D560A">
          <w:rPr>
            <w:rFonts w:cs="Arial"/>
            <w:szCs w:val="22"/>
            <w:lang w:eastAsia="nl-NL"/>
          </w:rPr>
          <w:delText xml:space="preserve"> </w:delText>
        </w:r>
        <w:r w:rsidRPr="00EB1945" w:rsidDel="003D560A">
          <w:rPr>
            <w:rFonts w:cs="Arial"/>
            <w:szCs w:val="22"/>
            <w:lang w:eastAsia="nl-NL"/>
          </w:rPr>
          <w:delText xml:space="preserve">process on board </w:delText>
        </w:r>
        <w:r w:rsidDel="003D560A">
          <w:rPr>
            <w:rFonts w:cs="Arial"/>
            <w:szCs w:val="22"/>
            <w:lang w:eastAsia="nl-NL"/>
          </w:rPr>
          <w:delText>is needed.</w:delText>
        </w:r>
      </w:del>
    </w:p>
    <w:p w:rsidR="008D48B6" w:rsidDel="003D560A" w:rsidRDefault="008D48B6" w:rsidP="00AE6AF7">
      <w:pPr>
        <w:rPr>
          <w:del w:id="234" w:author="VTS WG" w:date="2011-03-29T15:42:00Z"/>
          <w:lang w:eastAsia="de-DE"/>
        </w:rPr>
      </w:pPr>
    </w:p>
    <w:p w:rsidR="008D48B6" w:rsidDel="003D560A" w:rsidRDefault="008D48B6" w:rsidP="00B34932">
      <w:pPr>
        <w:rPr>
          <w:del w:id="235" w:author="VTS WG" w:date="2011-03-29T15:42:00Z"/>
          <w:lang w:eastAsia="de-DE"/>
        </w:rPr>
      </w:pPr>
      <w:ins w:id="236" w:author="mosu01" w:date="2011-03-10T00:35:00Z">
        <w:del w:id="237" w:author="VTS WG" w:date="2011-03-29T15:42:00Z">
          <w:r w:rsidRPr="002A406B" w:rsidDel="003D560A">
            <w:rPr>
              <w:lang w:eastAsia="de-DE"/>
            </w:rPr>
            <w:delText>Navigational Assistance may be provided at the request of a vessel, irrespective of whether a pilot is onboard, or when a navigational situation is observed and intervention by VTS is deemed necessary.</w:delText>
          </w:r>
        </w:del>
      </w:ins>
    </w:p>
    <w:p w:rsidR="008D48B6" w:rsidDel="003D560A" w:rsidRDefault="008D48B6" w:rsidP="00B34932">
      <w:pPr>
        <w:rPr>
          <w:del w:id="238" w:author="VTS WG" w:date="2011-03-29T15:42:00Z"/>
          <w:lang w:eastAsia="de-DE"/>
        </w:rPr>
      </w:pPr>
    </w:p>
    <w:p w:rsidR="008D48B6" w:rsidDel="003D560A" w:rsidRDefault="008D48B6" w:rsidP="002A406B">
      <w:pPr>
        <w:rPr>
          <w:ins w:id="239" w:author="mosu01" w:date="2011-03-10T00:34:00Z"/>
          <w:del w:id="240" w:author="VTS WG" w:date="2011-03-29T15:42:00Z"/>
          <w:lang w:eastAsia="de-DE"/>
        </w:rPr>
      </w:pPr>
      <w:ins w:id="241" w:author="mosu01" w:date="2011-03-10T00:33:00Z">
        <w:del w:id="242" w:author="VTS WG" w:date="2011-03-29T15:42:00Z">
          <w:r w:rsidRPr="002A406B" w:rsidDel="003D560A">
            <w:rPr>
              <w:lang w:eastAsia="de-DE"/>
            </w:rPr>
            <w:delText>A Navigational Assistance Service may be initiated in response to navigational situations developing in the VTS area. It is important that assistance to onboard decision making is provided by the VTS in a timely manner, is clearly understood by both parties and is not open to misinterpretation to minimise the risk of unexpected and dangerous reactions.</w:delText>
          </w:r>
        </w:del>
      </w:ins>
    </w:p>
    <w:p w:rsidR="008D48B6" w:rsidDel="003D560A" w:rsidRDefault="008D48B6" w:rsidP="00B34932">
      <w:pPr>
        <w:rPr>
          <w:del w:id="243" w:author="VTS WG" w:date="2011-03-29T15:42:00Z"/>
          <w:lang w:eastAsia="de-DE"/>
        </w:rPr>
      </w:pPr>
    </w:p>
    <w:p w:rsidR="008D48B6" w:rsidRDefault="008D48B6" w:rsidP="008D48B6">
      <w:pPr>
        <w:pStyle w:val="Heading2"/>
        <w:numPr>
          <w:ilvl w:val="2"/>
          <w:numId w:val="17"/>
        </w:numPr>
        <w:rPr>
          <w:lang w:eastAsia="sv-SE"/>
        </w:rPr>
        <w:pPrChange w:id="244" w:author="VTS WG" w:date="2011-03-29T15:43:00Z">
          <w:pPr>
            <w:pStyle w:val="Heading2"/>
            <w:numPr>
              <w:ilvl w:val="3"/>
              <w:numId w:val="33"/>
            </w:numPr>
            <w:tabs>
              <w:tab w:val="clear" w:pos="851"/>
              <w:tab w:val="num" w:pos="360"/>
            </w:tabs>
            <w:ind w:left="1134" w:hanging="1134"/>
          </w:pPr>
        </w:pPrChange>
      </w:pPr>
      <w:bookmarkStart w:id="245" w:name="_Toc287481592"/>
      <w:del w:id="246" w:author="VTS WG" w:date="2011-03-29T15:43:00Z">
        <w:r w:rsidDel="003D560A">
          <w:rPr>
            <w:lang w:eastAsia="sv-SE"/>
          </w:rPr>
          <w:delText>What to give in a Navigational Assistance S</w:delText>
        </w:r>
        <w:r w:rsidRPr="00A33B52" w:rsidDel="003D560A">
          <w:rPr>
            <w:lang w:eastAsia="sv-SE"/>
          </w:rPr>
          <w:delText>ervice</w:delText>
        </w:r>
      </w:del>
      <w:bookmarkStart w:id="247" w:name="_Toc287481593"/>
      <w:bookmarkEnd w:id="245"/>
      <w:r w:rsidRPr="00631149">
        <w:rPr>
          <w:lang w:eastAsia="sv-SE"/>
        </w:rPr>
        <w:t xml:space="preserve">Types of information used under a </w:t>
      </w:r>
      <w:r>
        <w:rPr>
          <w:lang w:eastAsia="sv-SE"/>
        </w:rPr>
        <w:t xml:space="preserve">Navigational Assistance </w:t>
      </w:r>
      <w:r w:rsidRPr="00631149">
        <w:rPr>
          <w:lang w:eastAsia="sv-SE"/>
        </w:rPr>
        <w:t>Service</w:t>
      </w:r>
      <w:bookmarkEnd w:id="247"/>
    </w:p>
    <w:p w:rsidR="008D48B6" w:rsidRDefault="008D48B6" w:rsidP="00145093">
      <w:pPr>
        <w:rPr>
          <w:ins w:id="248" w:author="mosu01" w:date="2011-03-10T10:40:00Z"/>
          <w:szCs w:val="22"/>
          <w:lang w:val="en-US"/>
        </w:rPr>
      </w:pPr>
      <w:ins w:id="249" w:author="mosu01" w:date="2011-03-10T10:40:00Z">
        <w:r>
          <w:rPr>
            <w:szCs w:val="22"/>
            <w:lang w:val="en-US"/>
          </w:rPr>
          <w:t>The follow</w:t>
        </w:r>
      </w:ins>
      <w:ins w:id="250" w:author="VTS WG" w:date="2011-03-29T15:44:00Z">
        <w:r>
          <w:rPr>
            <w:szCs w:val="22"/>
            <w:lang w:val="en-US"/>
          </w:rPr>
          <w:t>ing represents examples of</w:t>
        </w:r>
      </w:ins>
      <w:ins w:id="251" w:author="mosu01" w:date="2011-03-10T10:40:00Z">
        <w:del w:id="252" w:author="VTS WG" w:date="2011-03-29T15:44:00Z">
          <w:r w:rsidDel="003D560A">
            <w:rPr>
              <w:szCs w:val="22"/>
              <w:lang w:val="en-US"/>
            </w:rPr>
            <w:delText xml:space="preserve"> examples of phrases regarding the provision</w:delText>
          </w:r>
        </w:del>
        <w:r>
          <w:rPr>
            <w:szCs w:val="22"/>
            <w:lang w:val="en-US"/>
          </w:rPr>
          <w:t xml:space="preserve"> of Navigational Assistance Service which may be given by</w:t>
        </w:r>
        <w:del w:id="253" w:author="VTS WG" w:date="2011-03-29T15:44:00Z">
          <w:r w:rsidDel="003D560A">
            <w:rPr>
              <w:szCs w:val="22"/>
              <w:lang w:val="en-US"/>
            </w:rPr>
            <w:delText xml:space="preserve"> the</w:delText>
          </w:r>
        </w:del>
      </w:ins>
      <w:ins w:id="254" w:author="VTS WG" w:date="2011-03-29T15:44:00Z">
        <w:r>
          <w:rPr>
            <w:szCs w:val="22"/>
            <w:lang w:val="en-US"/>
          </w:rPr>
          <w:t xml:space="preserve"> a</w:t>
        </w:r>
      </w:ins>
      <w:ins w:id="255" w:author="mosu01" w:date="2011-03-10T10:40:00Z">
        <w:r>
          <w:rPr>
            <w:szCs w:val="22"/>
            <w:lang w:val="en-US"/>
          </w:rPr>
          <w:t xml:space="preserve"> VTS:</w:t>
        </w:r>
      </w:ins>
    </w:p>
    <w:p w:rsidR="008D48B6" w:rsidRDefault="008D48B6" w:rsidP="00145093">
      <w:pPr>
        <w:rPr>
          <w:ins w:id="256" w:author="mosu01" w:date="2011-03-10T10:40:00Z"/>
          <w:szCs w:val="22"/>
          <w:lang w:val="en-US"/>
        </w:rPr>
      </w:pPr>
    </w:p>
    <w:tbl>
      <w:tblPr>
        <w:tblW w:w="0" w:type="auto"/>
        <w:tblInd w:w="-30" w:type="dxa"/>
        <w:tblLayout w:type="fixed"/>
        <w:tblLook w:val="0000"/>
      </w:tblPr>
      <w:tblGrid>
        <w:gridCol w:w="3652"/>
        <w:gridCol w:w="5730"/>
      </w:tblGrid>
      <w:tr w:rsidR="008D48B6" w:rsidTr="00145093">
        <w:trPr>
          <w:ins w:id="257"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258" w:author="mosu01" w:date="2011-03-10T10:40:00Z"/>
                <w:b/>
                <w:sz w:val="20"/>
                <w:lang w:val="en-US"/>
              </w:rPr>
            </w:pPr>
            <w:ins w:id="259" w:author="mosu01" w:date="2011-03-10T10:40:00Z">
              <w:r>
                <w:rPr>
                  <w:b/>
                  <w:sz w:val="20"/>
                  <w:szCs w:val="22"/>
                  <w:lang w:val="en-US"/>
                </w:rPr>
                <w:t xml:space="preserve">Types of </w:t>
              </w:r>
              <w:r>
                <w:rPr>
                  <w:b/>
                  <w:sz w:val="20"/>
                  <w:szCs w:val="22"/>
                  <w:shd w:val="clear" w:color="auto" w:fill="FFFF00"/>
                  <w:lang w:val="en-US"/>
                </w:rPr>
                <w:t>information</w:t>
              </w:r>
              <w:r>
                <w:rPr>
                  <w:b/>
                  <w:sz w:val="20"/>
                  <w:szCs w:val="22"/>
                  <w:lang w:val="en-US"/>
                </w:rPr>
                <w:t>:</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rPr>
                <w:ins w:id="260" w:author="mosu01" w:date="2011-03-10T10:40:00Z"/>
                <w:b/>
                <w:sz w:val="20"/>
                <w:lang w:val="en-US"/>
              </w:rPr>
            </w:pPr>
            <w:ins w:id="261" w:author="mosu01" w:date="2011-03-10T10:40:00Z">
              <w:r>
                <w:rPr>
                  <w:b/>
                  <w:sz w:val="20"/>
                  <w:szCs w:val="22"/>
                  <w:lang w:val="en-US"/>
                </w:rPr>
                <w:t>Examples:</w:t>
              </w:r>
            </w:ins>
          </w:p>
        </w:tc>
      </w:tr>
      <w:tr w:rsidR="008D48B6" w:rsidTr="00145093">
        <w:trPr>
          <w:trHeight w:val="1010"/>
          <w:ins w:id="262"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263" w:author="mosu01" w:date="2011-03-10T10:40:00Z"/>
                <w:rFonts w:cs="Arial"/>
                <w:sz w:val="20"/>
                <w:lang w:val="en-US"/>
              </w:rPr>
            </w:pPr>
            <w:ins w:id="264" w:author="mosu01" w:date="2011-03-10T10:40:00Z">
              <w:r>
                <w:rPr>
                  <w:rFonts w:cs="Arial"/>
                  <w:sz w:val="20"/>
                  <w:szCs w:val="22"/>
                  <w:lang w:val="en-US"/>
                </w:rPr>
                <w:t>Request and identification</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265" w:author="mosu01" w:date="2011-03-10T10:40:00Z"/>
                <w:sz w:val="20"/>
                <w:lang w:val="en-US"/>
              </w:rPr>
            </w:pPr>
            <w:ins w:id="266" w:author="mosu01" w:date="2011-03-10T10:40:00Z">
              <w:r>
                <w:rPr>
                  <w:sz w:val="20"/>
                  <w:szCs w:val="22"/>
                  <w:lang w:val="en-US"/>
                </w:rPr>
                <w:t>Availability of NAS; ship requires NAS or VTS deems it necessary; start and end of NAS; request for ship identification such as position, course made good and speed over the ground; status of ship's equipment; etc.</w:t>
              </w:r>
            </w:ins>
          </w:p>
        </w:tc>
      </w:tr>
      <w:tr w:rsidR="008D48B6" w:rsidTr="00145093">
        <w:trPr>
          <w:trHeight w:val="728"/>
          <w:ins w:id="267"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ins w:id="268" w:author="mosu01" w:date="2011-03-10T10:40:00Z"/>
                <w:bCs/>
                <w:sz w:val="20"/>
                <w:lang w:val="en-US"/>
              </w:rPr>
            </w:pPr>
            <w:ins w:id="269" w:author="mosu01" w:date="2011-03-10T10:40:00Z">
              <w:r>
                <w:rPr>
                  <w:bCs/>
                  <w:sz w:val="20"/>
                  <w:szCs w:val="22"/>
                  <w:lang w:val="en-US"/>
                </w:rPr>
                <w:t>Navigational information</w:t>
              </w:r>
            </w:ins>
          </w:p>
          <w:p w:rsidR="008D48B6" w:rsidRDefault="008D48B6" w:rsidP="00145093">
            <w:pPr>
              <w:autoSpaceDE w:val="0"/>
              <w:snapToGrid w:val="0"/>
              <w:rPr>
                <w:ins w:id="270" w:author="mosu01" w:date="2011-03-10T10:40:00Z"/>
                <w:bCs/>
                <w:sz w:val="20"/>
                <w:lang w:val="en-US"/>
              </w:rPr>
            </w:pPr>
            <w:ins w:id="271" w:author="mosu01" w:date="2011-03-10T10:40:00Z">
              <w:r>
                <w:rPr>
                  <w:bCs/>
                  <w:sz w:val="20"/>
                  <w:szCs w:val="22"/>
                  <w:lang w:val="en-US"/>
                </w:rPr>
                <w:t>(including position and course information)</w:t>
              </w:r>
            </w:ins>
          </w:p>
          <w:p w:rsidR="008D48B6" w:rsidRDefault="008D48B6" w:rsidP="00145093">
            <w:pPr>
              <w:rPr>
                <w:ins w:id="272" w:author="mosu01" w:date="2011-03-10T10:40:00Z"/>
                <w:sz w:val="20"/>
                <w:lang w:val="en-US"/>
              </w:rPr>
            </w:pPr>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273" w:author="mosu01" w:date="2011-03-10T10:40:00Z"/>
                <w:sz w:val="20"/>
                <w:lang w:val="en-US"/>
              </w:rPr>
            </w:pPr>
            <w:ins w:id="274" w:author="mosu01" w:date="2011-03-10T10:40:00Z">
              <w:r>
                <w:rPr>
                  <w:sz w:val="20"/>
                  <w:szCs w:val="22"/>
                  <w:lang w:val="en-US"/>
                </w:rPr>
                <w:t>Provide range and bearing from fixed objects, fairway/channel or way-points; proximity to navigational hazards, etc.</w:t>
              </w:r>
            </w:ins>
          </w:p>
          <w:p w:rsidR="008D48B6" w:rsidRDefault="008D48B6" w:rsidP="00145093">
            <w:pPr>
              <w:snapToGrid w:val="0"/>
              <w:jc w:val="both"/>
              <w:rPr>
                <w:ins w:id="275" w:author="mosu01" w:date="2011-03-10T10:40:00Z"/>
                <w:sz w:val="20"/>
                <w:lang w:val="en-US"/>
              </w:rPr>
            </w:pPr>
            <w:ins w:id="276" w:author="mosu01" w:date="2011-03-10T10:40:00Z">
              <w:r>
                <w:rPr>
                  <w:sz w:val="20"/>
                  <w:szCs w:val="22"/>
                  <w:lang w:val="en-US"/>
                </w:rPr>
                <w:t>Provide information related to navigating into a channel/fairway/lane (ie track is parallel/diverging/converging with/from/to reference line); etc.</w:t>
              </w:r>
            </w:ins>
          </w:p>
          <w:p w:rsidR="008D48B6" w:rsidRDefault="008D48B6" w:rsidP="00145093">
            <w:pPr>
              <w:snapToGrid w:val="0"/>
              <w:jc w:val="both"/>
              <w:rPr>
                <w:ins w:id="277" w:author="mosu01" w:date="2011-03-10T10:40:00Z"/>
                <w:bCs/>
                <w:sz w:val="20"/>
                <w:lang w:val="en-US"/>
              </w:rPr>
            </w:pPr>
            <w:ins w:id="278" w:author="mosu01" w:date="2011-03-10T10:40:00Z">
              <w:r>
                <w:rPr>
                  <w:bCs/>
                  <w:sz w:val="20"/>
                  <w:szCs w:val="22"/>
                  <w:lang w:val="en-US"/>
                </w:rPr>
                <w:t>navigational information of other vessels such as position, intention, course and speed, CPA,TCPA; any restrictions of surrounding traffic; etc.</w:t>
              </w:r>
            </w:ins>
          </w:p>
        </w:tc>
      </w:tr>
      <w:tr w:rsidR="008D48B6" w:rsidTr="00145093">
        <w:trPr>
          <w:ins w:id="279"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280" w:author="mosu01" w:date="2011-03-10T10:40:00Z"/>
                <w:sz w:val="20"/>
                <w:lang w:val="en-US"/>
              </w:rPr>
            </w:pPr>
            <w:ins w:id="281" w:author="mosu01" w:date="2011-03-10T10:40:00Z">
              <w:r>
                <w:rPr>
                  <w:sz w:val="20"/>
                  <w:szCs w:val="22"/>
                  <w:lang w:val="en-US"/>
                </w:rPr>
                <w:t>Advice or instruction</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282" w:author="mosu01" w:date="2011-03-10T10:40:00Z"/>
                <w:rFonts w:cs="Arial"/>
                <w:sz w:val="20"/>
                <w:lang w:val="en-US"/>
              </w:rPr>
            </w:pPr>
            <w:ins w:id="283" w:author="mosu01" w:date="2011-03-10T10:40:00Z">
              <w:r>
                <w:rPr>
                  <w:rFonts w:cs="Arial"/>
                  <w:sz w:val="20"/>
                  <w:szCs w:val="22"/>
                  <w:lang w:val="en-US"/>
                </w:rPr>
                <w:t>Suggest or instruct a ship to alter the course, speed; request to keep clear from area/position, close up/drop back on/from vessels; etc.</w:t>
              </w:r>
            </w:ins>
          </w:p>
        </w:tc>
      </w:tr>
      <w:tr w:rsidR="008D48B6" w:rsidTr="00145093">
        <w:trPr>
          <w:ins w:id="284" w:author="mosu01" w:date="2011-03-10T10:40:00Z"/>
        </w:trPr>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ins w:id="285" w:author="mosu01" w:date="2011-03-10T10:40:00Z"/>
                <w:bCs/>
                <w:sz w:val="20"/>
                <w:lang w:val="en-US"/>
              </w:rPr>
            </w:pPr>
            <w:ins w:id="286" w:author="mosu01" w:date="2011-03-10T10:40:00Z">
              <w:r>
                <w:rPr>
                  <w:bCs/>
                  <w:sz w:val="20"/>
                  <w:szCs w:val="22"/>
                  <w:lang w:val="en-US"/>
                </w:rPr>
                <w:t>Navigational warnings</w:t>
              </w:r>
            </w:ins>
          </w:p>
          <w:p w:rsidR="008D48B6" w:rsidRDefault="008D48B6" w:rsidP="00145093">
            <w:pPr>
              <w:autoSpaceDE w:val="0"/>
              <w:rPr>
                <w:ins w:id="287" w:author="mosu01" w:date="2011-03-10T10:40:00Z"/>
                <w:bCs/>
                <w:sz w:val="20"/>
                <w:lang w:val="en-US"/>
              </w:rPr>
            </w:pPr>
          </w:p>
          <w:p w:rsidR="008D48B6" w:rsidRDefault="008D48B6" w:rsidP="00145093">
            <w:pPr>
              <w:autoSpaceDE w:val="0"/>
              <w:rPr>
                <w:ins w:id="288" w:author="mosu01" w:date="2011-03-10T10:40:00Z"/>
                <w:bCs/>
                <w:sz w:val="20"/>
                <w:lang w:val="en-US"/>
              </w:rPr>
            </w:pPr>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289" w:author="mosu01" w:date="2011-03-10T10:40:00Z"/>
                <w:sz w:val="20"/>
                <w:szCs w:val="20"/>
                <w:lang w:val="en-US"/>
              </w:rPr>
            </w:pPr>
            <w:ins w:id="290" w:author="mosu01" w:date="2011-03-10T10:40:00Z">
              <w:r>
                <w:rPr>
                  <w:rFonts w:cs="Arial"/>
                  <w:sz w:val="20"/>
                  <w:szCs w:val="20"/>
                  <w:lang w:val="en-US"/>
                </w:rPr>
                <w:t>Diverging from the recommended track, d</w:t>
              </w:r>
              <w:r>
                <w:rPr>
                  <w:sz w:val="20"/>
                  <w:szCs w:val="20"/>
                  <w:lang w:val="en-US"/>
                </w:rPr>
                <w:t>angerous wrecks, obstacles</w:t>
              </w:r>
            </w:ins>
            <w:ins w:id="291" w:author="VTS WG" w:date="2011-03-29T15:46:00Z">
              <w:r>
                <w:rPr>
                  <w:sz w:val="20"/>
                  <w:szCs w:val="20"/>
                  <w:lang w:val="en-US"/>
                </w:rPr>
                <w:t xml:space="preserve"> not otherwise promulgated</w:t>
              </w:r>
            </w:ins>
            <w:ins w:id="292" w:author="mosu01" w:date="2011-03-10T10:40:00Z">
              <w:r>
                <w:rPr>
                  <w:sz w:val="20"/>
                  <w:szCs w:val="20"/>
                  <w:lang w:val="en-US"/>
                </w:rPr>
                <w:t>, diving operations, vessels not under command, etc.</w:t>
              </w:r>
            </w:ins>
          </w:p>
        </w:tc>
      </w:tr>
    </w:tbl>
    <w:p w:rsidR="008D48B6" w:rsidRDefault="008D48B6" w:rsidP="00B34932">
      <w:pPr>
        <w:rPr>
          <w:ins w:id="293" w:author="mosu01" w:date="2011-03-10T10:41:00Z"/>
          <w:lang w:eastAsia="de-DE"/>
        </w:rPr>
      </w:pPr>
    </w:p>
    <w:p w:rsidR="008D48B6" w:rsidRDefault="008D48B6" w:rsidP="00145093">
      <w:pPr>
        <w:jc w:val="both"/>
        <w:rPr>
          <w:ins w:id="294" w:author="mosu01" w:date="2011-03-10T10:41:00Z"/>
          <w:rFonts w:cs="Arial"/>
          <w:szCs w:val="22"/>
          <w:lang w:val="en-US"/>
        </w:rPr>
      </w:pPr>
      <w:ins w:id="295" w:author="mosu01" w:date="2011-03-10T10:41:00Z">
        <w:r>
          <w:rPr>
            <w:rFonts w:cs="Arial"/>
            <w:i/>
            <w:iCs/>
            <w:szCs w:val="22"/>
            <w:lang w:val="en-US"/>
          </w:rPr>
          <w:t>When the VTS is authorized to issue instructions to vessels, these instructions should be result-oriented only, leaving the details of execution, such as course to be steered or engine manoeuvres to be executed, to the master or pilot on board the vessel. Care should be taken that VTS operations do not encroach upon the master's responsibility for safe navigation, or disturb the traditional relationship between master and pilot</w:t>
        </w:r>
        <w:r>
          <w:rPr>
            <w:rFonts w:cs="Arial"/>
            <w:szCs w:val="22"/>
            <w:lang w:val="en-US"/>
          </w:rPr>
          <w:t>.</w:t>
        </w:r>
      </w:ins>
    </w:p>
    <w:p w:rsidR="008D48B6" w:rsidRPr="00145093" w:rsidRDefault="008D48B6" w:rsidP="00B34932">
      <w:pPr>
        <w:rPr>
          <w:lang w:val="en-US" w:eastAsia="de-DE"/>
        </w:rPr>
      </w:pPr>
    </w:p>
    <w:p w:rsidR="008D48B6" w:rsidRDefault="008D48B6" w:rsidP="004062BE">
      <w:pPr>
        <w:pStyle w:val="Heading2"/>
        <w:numPr>
          <w:ilvl w:val="2"/>
          <w:numId w:val="17"/>
        </w:numPr>
        <w:rPr>
          <w:lang w:eastAsia="sv-SE"/>
        </w:rPr>
      </w:pPr>
      <w:bookmarkStart w:id="296" w:name="_Toc287481594"/>
      <w:del w:id="297" w:author="VTS WG" w:date="2011-03-29T15:47:00Z">
        <w:r w:rsidRPr="00A33B52" w:rsidDel="00FF478B">
          <w:rPr>
            <w:lang w:eastAsia="sv-SE"/>
          </w:rPr>
          <w:delText>Where is the</w:delText>
        </w:r>
      </w:del>
      <w:ins w:id="298" w:author="VTS WG" w:date="2011-03-29T15:47:00Z">
        <w:r>
          <w:rPr>
            <w:lang w:eastAsia="sv-SE"/>
          </w:rPr>
          <w:t xml:space="preserve">Area of </w:t>
        </w:r>
      </w:ins>
      <w:r w:rsidRPr="00A33B52">
        <w:rPr>
          <w:lang w:eastAsia="sv-SE"/>
        </w:rPr>
        <w:t xml:space="preserve"> service </w:t>
      </w:r>
      <w:ins w:id="299" w:author="VTS WG" w:date="2011-03-29T15:47:00Z">
        <w:r>
          <w:rPr>
            <w:lang w:eastAsia="sv-SE"/>
          </w:rPr>
          <w:t>provided</w:t>
        </w:r>
      </w:ins>
      <w:del w:id="300" w:author="VTS WG" w:date="2011-03-29T15:47:00Z">
        <w:r w:rsidRPr="00A33B52" w:rsidDel="00FF478B">
          <w:rPr>
            <w:lang w:eastAsia="sv-SE"/>
          </w:rPr>
          <w:delText>given</w:delText>
        </w:r>
      </w:del>
      <w:bookmarkEnd w:id="296"/>
    </w:p>
    <w:p w:rsidR="008D48B6" w:rsidRDefault="008D48B6" w:rsidP="004062BE">
      <w:pPr>
        <w:pStyle w:val="BodyText"/>
      </w:pPr>
      <w:r>
        <w:t xml:space="preserve">Navigational Assistance Service should be </w:t>
      </w:r>
      <w:del w:id="301" w:author="VTS WG" w:date="2011-03-29T15:47:00Z">
        <w:r w:rsidDel="00FF478B">
          <w:delText xml:space="preserve">given </w:delText>
        </w:r>
      </w:del>
      <w:ins w:id="302" w:author="VTS WG" w:date="2011-03-29T15:47:00Z">
        <w:r>
          <w:t xml:space="preserve">provided </w:t>
        </w:r>
      </w:ins>
      <w:r>
        <w:t xml:space="preserve">within </w:t>
      </w:r>
      <w:del w:id="303" w:author="VTS WG" w:date="2011-03-29T15:47:00Z">
        <w:r w:rsidDel="00FF478B">
          <w:delText>a</w:delText>
        </w:r>
      </w:del>
      <w:ins w:id="304" w:author="VTS WG" w:date="2011-03-29T15:47:00Z">
        <w:r>
          <w:t xml:space="preserve">the </w:t>
        </w:r>
      </w:ins>
      <w:del w:id="305" w:author="VTS WG" w:date="2011-03-29T15:47:00Z">
        <w:r w:rsidDel="00FF478B">
          <w:delText xml:space="preserve"> formally</w:delText>
        </w:r>
      </w:del>
      <w:r>
        <w:t xml:space="preserve"> declared VTS area and/or in specified areas or sectors within the VTS area where NAS is deemed necessary. </w:t>
      </w:r>
    </w:p>
    <w:p w:rsidR="008D48B6" w:rsidRDefault="008D48B6" w:rsidP="004062BE">
      <w:pPr>
        <w:pStyle w:val="BodyText"/>
        <w:rPr>
          <w:ins w:id="306" w:author="mosu01" w:date="2011-03-10T10:51:00Z"/>
        </w:rPr>
      </w:pPr>
      <w:ins w:id="307" w:author="mosu01" w:date="2011-03-10T10:51:00Z">
        <w:r>
          <w:t>[See picture in Annex xx]</w:t>
        </w:r>
      </w:ins>
    </w:p>
    <w:p w:rsidR="008D48B6" w:rsidRDefault="008D48B6" w:rsidP="004062BE">
      <w:pPr>
        <w:pStyle w:val="BodyText"/>
      </w:pPr>
    </w:p>
    <w:p w:rsidR="008D48B6" w:rsidRPr="00A33B52" w:rsidRDefault="008D48B6" w:rsidP="004062BE">
      <w:pPr>
        <w:pStyle w:val="Heading2"/>
        <w:numPr>
          <w:ilvl w:val="2"/>
          <w:numId w:val="17"/>
        </w:numPr>
        <w:rPr>
          <w:lang w:eastAsia="sv-SE"/>
        </w:rPr>
      </w:pPr>
      <w:bookmarkStart w:id="308" w:name="_Toc287481595"/>
      <w:del w:id="309" w:author="VTS WG" w:date="2011-03-29T15:51:00Z">
        <w:r w:rsidRPr="00A33B52" w:rsidDel="006513D2">
          <w:rPr>
            <w:lang w:eastAsia="sv-SE"/>
          </w:rPr>
          <w:delText>How to give</w:delText>
        </w:r>
      </w:del>
      <w:ins w:id="310" w:author="VTS WG" w:date="2011-03-29T15:51:00Z">
        <w:r>
          <w:rPr>
            <w:lang w:eastAsia="sv-SE"/>
          </w:rPr>
          <w:t xml:space="preserve">Methods of providing </w:t>
        </w:r>
      </w:ins>
      <w:r>
        <w:rPr>
          <w:lang w:eastAsia="sv-SE"/>
        </w:rPr>
        <w:t>Navigational Assistance S</w:t>
      </w:r>
      <w:r w:rsidRPr="00A33B52">
        <w:rPr>
          <w:lang w:eastAsia="sv-SE"/>
        </w:rPr>
        <w:t>ervice</w:t>
      </w:r>
      <w:bookmarkEnd w:id="308"/>
    </w:p>
    <w:p w:rsidR="008D48B6" w:rsidRPr="00A33B52" w:rsidRDefault="008D48B6" w:rsidP="004062BE">
      <w:pPr>
        <w:rPr>
          <w:lang w:eastAsia="de-DE"/>
        </w:rPr>
      </w:pPr>
      <w:ins w:id="311" w:author="VTS WG" w:date="2011-03-29T15:53:00Z">
        <w:r>
          <w:rPr>
            <w:szCs w:val="22"/>
            <w:lang w:eastAsia="fi-FI" w:bidi="bn-IN"/>
          </w:rPr>
          <w:t>While VHF  may be  primary means of providing Navigational assistance service  any available means may be used</w:t>
        </w:r>
      </w:ins>
    </w:p>
    <w:p w:rsidR="008D48B6" w:rsidRDefault="008D48B6" w:rsidP="004062BE">
      <w:pPr>
        <w:pStyle w:val="Heading2"/>
        <w:numPr>
          <w:ilvl w:val="3"/>
          <w:numId w:val="17"/>
        </w:numPr>
        <w:rPr>
          <w:lang w:eastAsia="sv-SE"/>
        </w:rPr>
      </w:pPr>
      <w:bookmarkStart w:id="312" w:name="_Toc287481596"/>
      <w:r w:rsidRPr="00A33B52">
        <w:rPr>
          <w:lang w:eastAsia="sv-SE"/>
        </w:rPr>
        <w:t xml:space="preserve">Message markers used under </w:t>
      </w:r>
      <w:r>
        <w:rPr>
          <w:lang w:eastAsia="sv-SE"/>
        </w:rPr>
        <w:t>a Navigational Assistance Service</w:t>
      </w:r>
      <w:bookmarkEnd w:id="312"/>
    </w:p>
    <w:p w:rsidR="008D48B6" w:rsidRDefault="008D48B6" w:rsidP="004062BE">
      <w:pPr>
        <w:pStyle w:val="Default"/>
        <w:rPr>
          <w:sz w:val="22"/>
          <w:szCs w:val="22"/>
          <w:lang w:val="en-GB"/>
        </w:rPr>
      </w:pPr>
      <w:r>
        <w:rPr>
          <w:sz w:val="22"/>
          <w:szCs w:val="22"/>
          <w:lang w:val="en-GB"/>
        </w:rPr>
        <w:t xml:space="preserve">When providing </w:t>
      </w:r>
      <w:r w:rsidRPr="004062BE">
        <w:rPr>
          <w:sz w:val="22"/>
          <w:szCs w:val="22"/>
          <w:lang w:val="en-GB"/>
        </w:rPr>
        <w:t xml:space="preserve">Navigational Assistance </w:t>
      </w:r>
      <w:r>
        <w:rPr>
          <w:sz w:val="22"/>
          <w:szCs w:val="22"/>
          <w:lang w:val="en-GB"/>
        </w:rPr>
        <w:t>Service the following message markers may be used:</w:t>
      </w:r>
      <w:r w:rsidRPr="00481383">
        <w:rPr>
          <w:sz w:val="22"/>
          <w:szCs w:val="22"/>
          <w:lang w:val="en-GB"/>
        </w:rPr>
        <w:t xml:space="preserve"> </w:t>
      </w:r>
    </w:p>
    <w:p w:rsidR="008D48B6" w:rsidRPr="00481383" w:rsidRDefault="008D48B6" w:rsidP="004062BE">
      <w:pPr>
        <w:pStyle w:val="Default"/>
        <w:rPr>
          <w:sz w:val="22"/>
          <w:szCs w:val="22"/>
          <w:lang w:val="en-GB"/>
        </w:rPr>
      </w:pPr>
    </w:p>
    <w:p w:rsidR="008D48B6" w:rsidRPr="00481383" w:rsidRDefault="008D48B6" w:rsidP="004062BE">
      <w:pPr>
        <w:tabs>
          <w:tab w:val="num" w:pos="993"/>
        </w:tabs>
        <w:ind w:left="993" w:hanging="426"/>
      </w:pPr>
      <w:r w:rsidRPr="00481383">
        <w:t xml:space="preserve">INFORMATION </w:t>
      </w:r>
    </w:p>
    <w:p w:rsidR="008D48B6" w:rsidRPr="004062BE" w:rsidRDefault="008D48B6" w:rsidP="004062BE">
      <w:pPr>
        <w:tabs>
          <w:tab w:val="num" w:pos="993"/>
        </w:tabs>
        <w:ind w:left="993" w:hanging="426"/>
      </w:pPr>
      <w:r w:rsidRPr="004062BE">
        <w:t xml:space="preserve">WARNING </w:t>
      </w:r>
    </w:p>
    <w:p w:rsidR="008D48B6" w:rsidRPr="004062BE" w:rsidRDefault="008D48B6" w:rsidP="004062BE">
      <w:pPr>
        <w:tabs>
          <w:tab w:val="num" w:pos="993"/>
        </w:tabs>
        <w:ind w:left="993" w:hanging="426"/>
      </w:pPr>
      <w:r w:rsidRPr="004062BE">
        <w:t xml:space="preserve">ADVICE </w:t>
      </w:r>
    </w:p>
    <w:p w:rsidR="008D48B6" w:rsidRPr="00481383" w:rsidRDefault="008D48B6" w:rsidP="004062BE">
      <w:pPr>
        <w:tabs>
          <w:tab w:val="num" w:pos="993"/>
        </w:tabs>
        <w:ind w:left="993" w:hanging="426"/>
      </w:pPr>
      <w:r w:rsidRPr="00481383">
        <w:t xml:space="preserve">QUESTION </w:t>
      </w:r>
    </w:p>
    <w:p w:rsidR="008D48B6" w:rsidRPr="00481383" w:rsidRDefault="008D48B6" w:rsidP="004062BE">
      <w:pPr>
        <w:tabs>
          <w:tab w:val="num" w:pos="993"/>
        </w:tabs>
        <w:ind w:left="993" w:hanging="426"/>
      </w:pPr>
      <w:r w:rsidRPr="00481383">
        <w:t xml:space="preserve">ANSWER </w:t>
      </w:r>
    </w:p>
    <w:p w:rsidR="008D48B6" w:rsidRDefault="008D48B6" w:rsidP="004062BE">
      <w:pPr>
        <w:tabs>
          <w:tab w:val="num" w:pos="993"/>
        </w:tabs>
        <w:ind w:left="993" w:hanging="426"/>
      </w:pPr>
      <w:r w:rsidRPr="00481383">
        <w:t>REQUEST</w:t>
      </w:r>
    </w:p>
    <w:p w:rsidR="008D48B6" w:rsidRDefault="008D48B6" w:rsidP="004062BE">
      <w:pPr>
        <w:tabs>
          <w:tab w:val="num" w:pos="993"/>
        </w:tabs>
        <w:ind w:left="993" w:hanging="426"/>
      </w:pPr>
      <w:r>
        <w:t>INTENTION</w:t>
      </w:r>
    </w:p>
    <w:p w:rsidR="008D48B6" w:rsidRDefault="008D48B6" w:rsidP="004062BE">
      <w:pPr>
        <w:rPr>
          <w:szCs w:val="22"/>
        </w:rPr>
      </w:pPr>
      <w:commentRangeStart w:id="313"/>
      <w:r>
        <w:rPr>
          <w:szCs w:val="22"/>
        </w:rPr>
        <w:t xml:space="preserve">Instruction as a message marker should not be used in a </w:t>
      </w:r>
      <w:r>
        <w:rPr>
          <w:lang w:eastAsia="sv-SE"/>
        </w:rPr>
        <w:t xml:space="preserve">Navigational Assistance </w:t>
      </w:r>
      <w:r>
        <w:rPr>
          <w:szCs w:val="22"/>
        </w:rPr>
        <w:t xml:space="preserve">Service. </w:t>
      </w:r>
      <w:commentRangeEnd w:id="313"/>
      <w:r>
        <w:rPr>
          <w:rStyle w:val="CommentReference"/>
          <w:lang w:eastAsia="de-DE"/>
        </w:rPr>
        <w:commentReference w:id="313"/>
      </w:r>
    </w:p>
    <w:p w:rsidR="008D48B6" w:rsidRDefault="008D48B6" w:rsidP="004062BE"/>
    <w:p w:rsidR="008D48B6" w:rsidRPr="001B3138" w:rsidRDefault="008D48B6"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8D48B6" w:rsidRPr="00B34932" w:rsidRDefault="008D48B6" w:rsidP="00B34932">
      <w:pPr>
        <w:rPr>
          <w:lang w:eastAsia="de-DE"/>
        </w:rPr>
      </w:pPr>
    </w:p>
    <w:p w:rsidR="008D48B6" w:rsidRDefault="008D48B6">
      <w:pPr>
        <w:rPr>
          <w:b/>
          <w:caps/>
          <w:kern w:val="28"/>
          <w:sz w:val="24"/>
          <w:szCs w:val="20"/>
          <w:lang w:eastAsia="de-DE"/>
        </w:rPr>
      </w:pPr>
      <w:r>
        <w:br w:type="page"/>
      </w:r>
    </w:p>
    <w:p w:rsidR="008D48B6" w:rsidRDefault="008D48B6" w:rsidP="003E5C8B">
      <w:pPr>
        <w:pStyle w:val="Heading1"/>
        <w:numPr>
          <w:ilvl w:val="0"/>
          <w:numId w:val="19"/>
        </w:numPr>
      </w:pPr>
      <w:bookmarkStart w:id="314" w:name="_Toc287481597"/>
      <w:r>
        <w:t>Description of Traffic organization service (TOS)</w:t>
      </w:r>
      <w:bookmarkEnd w:id="314"/>
    </w:p>
    <w:p w:rsidR="008D48B6" w:rsidRPr="00C000AE" w:rsidRDefault="008D48B6" w:rsidP="00120CB7">
      <w:pPr>
        <w:pStyle w:val="Heading2"/>
        <w:numPr>
          <w:ilvl w:val="1"/>
          <w:numId w:val="17"/>
        </w:numPr>
        <w:rPr>
          <w:lang w:eastAsia="sv-SE"/>
        </w:rPr>
      </w:pPr>
      <w:bookmarkStart w:id="315" w:name="_Toc287481598"/>
      <w:r w:rsidRPr="00C000AE">
        <w:rPr>
          <w:lang w:eastAsia="sv-SE"/>
        </w:rPr>
        <w:t>General</w:t>
      </w:r>
      <w:bookmarkEnd w:id="315"/>
    </w:p>
    <w:p w:rsidR="008D48B6" w:rsidRPr="004F5078" w:rsidDel="00D82B38" w:rsidRDefault="008D48B6" w:rsidP="00145093">
      <w:pPr>
        <w:rPr>
          <w:ins w:id="316" w:author="mosu01" w:date="2011-03-10T10:44:00Z"/>
          <w:del w:id="317" w:author="VTS WG" w:date="2011-03-30T09:42:00Z"/>
        </w:rPr>
      </w:pPr>
      <w:ins w:id="318" w:author="mosu01" w:date="2011-03-10T10:44:00Z">
        <w:del w:id="319" w:author="VTS WG" w:date="2011-03-30T09:42:00Z">
          <w:r w:rsidRPr="004F5078" w:rsidDel="00D82B38">
            <w:delText>concerns the operational management of traffic and the</w:delText>
          </w:r>
          <w:r w:rsidDel="00D82B38">
            <w:delText xml:space="preserve"> </w:delText>
          </w:r>
          <w:r w:rsidRPr="004F5078" w:rsidDel="00D82B38">
            <w:delText>forward planning of vessel movements to prevent congestion and dangerous situations, and is</w:delText>
          </w:r>
          <w:r w:rsidDel="00D82B38">
            <w:delText xml:space="preserve"> </w:delText>
          </w:r>
          <w:r w:rsidRPr="004F5078" w:rsidDel="00D82B38">
            <w:delText>particularly relevant in times of high traffic density or when the movement of special transports may</w:delText>
          </w:r>
          <w:r w:rsidDel="00D82B38">
            <w:delText xml:space="preserve"> </w:delText>
          </w:r>
          <w:r w:rsidRPr="004F5078" w:rsidDel="00D82B38">
            <w:delText>effect the flow of other traffic. The service may also include establishing and operating a system of</w:delText>
          </w:r>
          <w:r w:rsidDel="00D82B38">
            <w:delText xml:space="preserve"> </w:delText>
          </w:r>
          <w:r w:rsidRPr="004F5078" w:rsidDel="00D82B38">
            <w:delText>traffic clearances or VTS sailing plans or both in relation to priority of movements, allocation of space,</w:delText>
          </w:r>
          <w:r w:rsidDel="00D82B38">
            <w:delText xml:space="preserve"> </w:delText>
          </w:r>
          <w:r w:rsidRPr="004F5078" w:rsidDel="00D82B38">
            <w:delText>mandatory reporting of movements in the VTS area, routes to be followed, speed limits to be observed</w:delText>
          </w:r>
          <w:r w:rsidDel="00D82B38">
            <w:delText xml:space="preserve"> </w:delText>
          </w:r>
          <w:r w:rsidRPr="004F5078" w:rsidDel="00D82B38">
            <w:delText>or other appropriate measures which are considered necessary by the VTS authority.</w:delText>
          </w:r>
        </w:del>
      </w:ins>
    </w:p>
    <w:p w:rsidR="008D48B6" w:rsidRDefault="008D48B6" w:rsidP="00B34932">
      <w:pPr>
        <w:rPr>
          <w:ins w:id="320" w:author="VTS WG" w:date="2011-03-30T09:42:00Z"/>
          <w:lang w:eastAsia="de-DE"/>
        </w:rPr>
      </w:pPr>
    </w:p>
    <w:p w:rsidR="008D48B6" w:rsidRDefault="008D48B6" w:rsidP="00B34932">
      <w:pPr>
        <w:rPr>
          <w:ins w:id="321" w:author="VTS WG" w:date="2011-03-30T09:43:00Z"/>
          <w:lang w:val="en-US"/>
        </w:rPr>
      </w:pPr>
      <w:ins w:id="322" w:author="VTS WG" w:date="2011-03-30T09:42:00Z">
        <w:r>
          <w:rPr>
            <w:lang w:eastAsia="de-DE"/>
          </w:rPr>
          <w:t>The traffic organisation service</w:t>
        </w:r>
      </w:ins>
      <w:ins w:id="323" w:author="VTS WG" w:date="2011-03-30T09:43:00Z">
        <w:r>
          <w:rPr>
            <w:lang w:eastAsia="de-DE"/>
          </w:rPr>
          <w:t xml:space="preserve"> </w:t>
        </w:r>
        <w:r w:rsidRPr="009969BD">
          <w:rPr>
            <w:lang w:val="en-US"/>
          </w:rPr>
          <w:t>should provide</w:t>
        </w:r>
      </w:ins>
      <w:ins w:id="324" w:author="VTS WG" w:date="2011-03-30T10:03:00Z">
        <w:r>
          <w:rPr>
            <w:lang w:val="en-US"/>
          </w:rPr>
          <w:t xml:space="preserve"> planning and prioritation for and ma</w:t>
        </w:r>
      </w:ins>
      <w:ins w:id="325" w:author="VTS WG" w:date="2011-03-30T09:53:00Z">
        <w:r>
          <w:rPr>
            <w:lang w:val="en-US"/>
          </w:rPr>
          <w:t>nagement of</w:t>
        </w:r>
      </w:ins>
      <w:ins w:id="326" w:author="VTS WG" w:date="2011-03-30T10:04:00Z">
        <w:r>
          <w:rPr>
            <w:lang w:val="en-US"/>
          </w:rPr>
          <w:t xml:space="preserve"> shipping within </w:t>
        </w:r>
      </w:ins>
      <w:ins w:id="327" w:author="VTS WG" w:date="2011-03-30T09:43:00Z">
        <w:r>
          <w:rPr>
            <w:lang w:val="en-US"/>
          </w:rPr>
          <w:t>the promulgated VTS area</w:t>
        </w:r>
      </w:ins>
    </w:p>
    <w:p w:rsidR="008D48B6" w:rsidRDefault="008D48B6" w:rsidP="00B34932">
      <w:pPr>
        <w:rPr>
          <w:lang w:eastAsia="de-DE"/>
        </w:rPr>
      </w:pPr>
    </w:p>
    <w:p w:rsidR="008D48B6" w:rsidRDefault="008D48B6" w:rsidP="00120CB7">
      <w:pPr>
        <w:pStyle w:val="Heading2"/>
        <w:numPr>
          <w:ilvl w:val="1"/>
          <w:numId w:val="17"/>
        </w:numPr>
        <w:rPr>
          <w:lang w:eastAsia="sv-SE"/>
        </w:rPr>
      </w:pPr>
      <w:bookmarkStart w:id="328" w:name="_Toc287481599"/>
      <w:r>
        <w:rPr>
          <w:lang w:eastAsia="sv-SE"/>
        </w:rPr>
        <w:t>Provision of Traffic Organization Service</w:t>
      </w:r>
    </w:p>
    <w:bookmarkEnd w:id="328"/>
    <w:p w:rsidR="008D48B6" w:rsidRDefault="008D48B6" w:rsidP="008D48B6">
      <w:pPr>
        <w:pStyle w:val="Heading2"/>
        <w:numPr>
          <w:ilvl w:val="0"/>
          <w:numId w:val="0"/>
        </w:numPr>
        <w:rPr>
          <w:del w:id="329" w:author="VTS WG" w:date="2011-03-30T09:45:00Z"/>
        </w:rPr>
        <w:pPrChange w:id="330" w:author="VTS WG" w:date="2011-03-30T09:45:00Z">
          <w:pPr>
            <w:pStyle w:val="Heading2"/>
            <w:numPr>
              <w:numId w:val="33"/>
            </w:numPr>
            <w:tabs>
              <w:tab w:val="clear" w:pos="851"/>
              <w:tab w:val="num" w:pos="360"/>
            </w:tabs>
            <w:ind w:left="0"/>
          </w:pPr>
        </w:pPrChange>
      </w:pPr>
      <w:del w:id="331" w:author="VTS WG" w:date="2011-03-30T09:45:00Z">
        <w:r w:rsidRPr="0055183C" w:rsidDel="001548A2">
          <w:delText xml:space="preserve">A </w:delText>
        </w:r>
        <w:r w:rsidDel="001548A2">
          <w:delText>T</w:delText>
        </w:r>
        <w:r w:rsidRPr="0055183C" w:rsidDel="001548A2">
          <w:delText xml:space="preserve">raffic </w:delText>
        </w:r>
        <w:r w:rsidDel="001548A2">
          <w:delText>O</w:delText>
        </w:r>
        <w:r w:rsidRPr="0055183C" w:rsidDel="001548A2">
          <w:delText xml:space="preserve">rganization </w:delText>
        </w:r>
        <w:r w:rsidDel="001548A2">
          <w:delText>Service should</w:delText>
        </w:r>
        <w:r w:rsidRPr="0055183C" w:rsidDel="001548A2">
          <w:delText xml:space="preserve"> prevent the development of dangerous</w:delText>
        </w:r>
        <w:r w:rsidDel="001548A2">
          <w:delText xml:space="preserve"> </w:delText>
        </w:r>
        <w:r w:rsidRPr="0055183C" w:rsidDel="001548A2">
          <w:delText>maritime traffic situations and provide for the safe and efficient movement of vessel</w:delText>
        </w:r>
        <w:r w:rsidDel="001548A2">
          <w:delText xml:space="preserve"> </w:delText>
        </w:r>
        <w:r w:rsidRPr="0055183C" w:rsidDel="001548A2">
          <w:delText>traffic within the VTS area</w:delText>
        </w:r>
        <w:r w:rsidDel="001548A2">
          <w:delText>.</w:delText>
        </w:r>
      </w:del>
    </w:p>
    <w:p w:rsidR="008D48B6" w:rsidRPr="00213FD7" w:rsidRDefault="008D48B6" w:rsidP="00213FD7">
      <w:pPr>
        <w:pStyle w:val="Heading2"/>
        <w:numPr>
          <w:ilvl w:val="2"/>
          <w:numId w:val="17"/>
        </w:numPr>
        <w:rPr>
          <w:bCs/>
          <w:lang w:eastAsia="sv-SE"/>
        </w:rPr>
      </w:pPr>
      <w:bookmarkStart w:id="332" w:name="_Toc287481600"/>
      <w:r w:rsidRPr="00213FD7">
        <w:t>Who may</w:t>
      </w:r>
      <w:del w:id="333" w:author="VTS WG" w:date="2011-03-30T09:45:00Z">
        <w:r w:rsidRPr="00213FD7" w:rsidDel="001548A2">
          <w:delText xml:space="preserve"> give </w:delText>
        </w:r>
      </w:del>
      <w:ins w:id="334" w:author="VTS WG" w:date="2011-03-30T09:45:00Z">
        <w:r w:rsidRPr="00213FD7">
          <w:t xml:space="preserve"> provide </w:t>
        </w:r>
      </w:ins>
      <w:del w:id="335" w:author="VTS WG" w:date="2011-03-30T09:45:00Z">
        <w:r w:rsidRPr="00213FD7" w:rsidDel="001548A2">
          <w:delText>T</w:delText>
        </w:r>
      </w:del>
      <w:ins w:id="336" w:author="VTS WG" w:date="2011-03-30T09:45:00Z">
        <w:r w:rsidRPr="00213FD7">
          <w:t>T</w:t>
        </w:r>
      </w:ins>
      <w:r w:rsidRPr="00213FD7">
        <w:t>raffic Organization Service</w:t>
      </w:r>
      <w:bookmarkEnd w:id="332"/>
    </w:p>
    <w:p w:rsidR="008D48B6" w:rsidDel="001548A2" w:rsidRDefault="008D48B6" w:rsidP="00120CB7">
      <w:pPr>
        <w:rPr>
          <w:del w:id="337" w:author="VTS WG" w:date="2011-03-30T09:45:00Z"/>
        </w:rPr>
      </w:pPr>
      <w:del w:id="338" w:author="VTS WG" w:date="2011-03-30T09:45:00Z">
        <w:r w:rsidDel="001548A2">
          <w:delText xml:space="preserve">In addition to the requirements for those who may give Information Service, any person who has authorization to give Traffic Organization Service </w:delText>
        </w:r>
        <w:r w:rsidDel="001548A2">
          <w:rPr>
            <w:lang w:eastAsia="sv-SE"/>
          </w:rPr>
          <w:delText>m</w:delText>
        </w:r>
        <w:r w:rsidDel="001548A2">
          <w:delText>ay do so.</w:delText>
        </w:r>
      </w:del>
      <w:ins w:id="339" w:author="VTS WG" w:date="2011-03-30T09:46:00Z">
        <w:r w:rsidRPr="001548A2">
          <w:t xml:space="preserve"> </w:t>
        </w:r>
        <w:r>
          <w:t>Any person who is serving in an established VTS centre that is  appropriately trained and assessed  as competent may provide Traffic organisation service.</w:t>
        </w:r>
      </w:ins>
    </w:p>
    <w:p w:rsidR="008D48B6" w:rsidRDefault="008D48B6" w:rsidP="00120CB7"/>
    <w:p w:rsidR="008D48B6" w:rsidRDefault="008D48B6" w:rsidP="008D48B6">
      <w:pPr>
        <w:pStyle w:val="Heading2"/>
        <w:numPr>
          <w:ilvl w:val="0"/>
          <w:numId w:val="0"/>
        </w:numPr>
        <w:rPr>
          <w:lang w:eastAsia="sv-SE"/>
        </w:rPr>
        <w:pPrChange w:id="340" w:author="VTS WG" w:date="2011-03-30T10:23:00Z">
          <w:pPr>
            <w:pStyle w:val="Heading2"/>
            <w:numPr>
              <w:ilvl w:val="2"/>
              <w:numId w:val="33"/>
            </w:numPr>
            <w:tabs>
              <w:tab w:val="clear" w:pos="851"/>
              <w:tab w:val="num" w:pos="360"/>
            </w:tabs>
            <w:ind w:left="992" w:hanging="992"/>
          </w:pPr>
        </w:pPrChange>
      </w:pPr>
      <w:bookmarkStart w:id="341" w:name="_Toc287481601"/>
      <w:r>
        <w:rPr>
          <w:lang w:eastAsia="sv-SE"/>
        </w:rPr>
        <w:t xml:space="preserve">6.2.2 </w:t>
      </w:r>
      <w:r w:rsidRPr="00A33B52">
        <w:rPr>
          <w:lang w:eastAsia="sv-SE"/>
        </w:rPr>
        <w:t xml:space="preserve">When </w:t>
      </w:r>
      <w:del w:id="342" w:author="VTS WG" w:date="2011-03-30T09:47:00Z">
        <w:r w:rsidRPr="00A33B52" w:rsidDel="000A7C23">
          <w:rPr>
            <w:lang w:eastAsia="sv-SE"/>
          </w:rPr>
          <w:delText xml:space="preserve">to give </w:delText>
        </w:r>
      </w:del>
      <w:r>
        <w:rPr>
          <w:lang w:eastAsia="sv-SE"/>
        </w:rPr>
        <w:t>Traffic Organization Service</w:t>
      </w:r>
      <w:bookmarkEnd w:id="341"/>
      <w:ins w:id="343" w:author="VTS WG" w:date="2011-03-30T09:47:00Z">
        <w:r>
          <w:rPr>
            <w:lang w:eastAsia="sv-SE"/>
          </w:rPr>
          <w:t xml:space="preserve"> may be provided.</w:t>
        </w:r>
      </w:ins>
    </w:p>
    <w:p w:rsidR="008D48B6" w:rsidRDefault="008D48B6" w:rsidP="00145093">
      <w:r>
        <w:t>Traffic Organization Service may be provided</w:t>
      </w:r>
      <w:r w:rsidRPr="009D739F">
        <w:t xml:space="preserve"> </w:t>
      </w:r>
      <w:r>
        <w:t xml:space="preserve">when the VTS is authorized to provide the service and: </w:t>
      </w:r>
    </w:p>
    <w:p w:rsidR="008D48B6" w:rsidRDefault="008D48B6" w:rsidP="00145093">
      <w:pPr>
        <w:pStyle w:val="ListParagraph"/>
        <w:numPr>
          <w:ilvl w:val="0"/>
          <w:numId w:val="21"/>
        </w:numPr>
        <w:contextualSpacing/>
      </w:pPr>
      <w:r>
        <w:t xml:space="preserve">when vessel movements need to be </w:t>
      </w:r>
      <w:commentRangeStart w:id="344"/>
      <w:del w:id="345" w:author="VTSWG1" w:date="2011-08-10T18:31:00Z">
        <w:r w:rsidDel="00695A35">
          <w:delText>forward</w:delText>
        </w:r>
      </w:del>
      <w:commentRangeEnd w:id="344"/>
      <w:r>
        <w:rPr>
          <w:rStyle w:val="CommentReference"/>
          <w:lang w:eastAsia="de-DE"/>
        </w:rPr>
        <w:commentReference w:id="344"/>
      </w:r>
      <w:del w:id="346" w:author="VTSWG1" w:date="2011-08-10T18:31:00Z">
        <w:r w:rsidDel="00695A35">
          <w:delText xml:space="preserve"> </w:delText>
        </w:r>
      </w:del>
      <w:r>
        <w:t xml:space="preserve">planned or prioritised </w:t>
      </w:r>
      <w:r w:rsidRPr="004F5078">
        <w:t>to prevent congestion and dangerous situations</w:t>
      </w:r>
    </w:p>
    <w:p w:rsidR="008D48B6" w:rsidRDefault="008D48B6" w:rsidP="00145093">
      <w:pPr>
        <w:pStyle w:val="ListParagraph"/>
        <w:numPr>
          <w:ilvl w:val="0"/>
          <w:numId w:val="21"/>
        </w:numPr>
        <w:contextualSpacing/>
      </w:pPr>
      <w:del w:id="347" w:author="VTS WG" w:date="2011-03-30T10:05:00Z">
        <w:r w:rsidDel="001639AE">
          <w:delText>when special transports need to be organised</w:delText>
        </w:r>
      </w:del>
      <w:ins w:id="348" w:author="VTS WG" w:date="2011-03-30T10:05:00Z">
        <w:r>
          <w:t>when competing traffic needs to be managed</w:t>
        </w:r>
      </w:ins>
    </w:p>
    <w:p w:rsidR="008D48B6" w:rsidRDefault="008D48B6" w:rsidP="00145093">
      <w:pPr>
        <w:pStyle w:val="ListParagraph"/>
        <w:numPr>
          <w:ilvl w:val="0"/>
          <w:numId w:val="21"/>
        </w:numPr>
        <w:contextualSpacing/>
      </w:pPr>
      <w:r>
        <w:t>when deemed necessary</w:t>
      </w:r>
    </w:p>
    <w:p w:rsidR="008D48B6" w:rsidRDefault="008D48B6" w:rsidP="00AE6AF7">
      <w:pPr>
        <w:rPr>
          <w:lang w:eastAsia="de-DE"/>
        </w:rPr>
      </w:pPr>
    </w:p>
    <w:p w:rsidR="008D48B6" w:rsidDel="001639AE" w:rsidRDefault="008D48B6" w:rsidP="00AE6AF7">
      <w:pPr>
        <w:pStyle w:val="Heading2"/>
        <w:numPr>
          <w:ilvl w:val="3"/>
          <w:numId w:val="17"/>
        </w:numPr>
        <w:rPr>
          <w:del w:id="349" w:author="VTS WG" w:date="2011-03-30T10:06:00Z"/>
          <w:lang w:eastAsia="sv-SE"/>
        </w:rPr>
      </w:pPr>
      <w:bookmarkStart w:id="350" w:name="_Toc287476530"/>
      <w:bookmarkStart w:id="351" w:name="_Toc287481602"/>
      <w:del w:id="352" w:author="VTS WG" w:date="2011-03-30T10:06:00Z">
        <w:r w:rsidDel="001639AE">
          <w:rPr>
            <w:lang w:eastAsia="sv-SE"/>
          </w:rPr>
          <w:delText>Forward planning</w:delText>
        </w:r>
        <w:bookmarkEnd w:id="350"/>
        <w:bookmarkEnd w:id="351"/>
      </w:del>
    </w:p>
    <w:p w:rsidR="008D48B6" w:rsidDel="001639AE" w:rsidRDefault="008D48B6" w:rsidP="00AE6AF7">
      <w:pPr>
        <w:rPr>
          <w:del w:id="353" w:author="VTS WG" w:date="2011-03-30T10:06:00Z"/>
        </w:rPr>
      </w:pPr>
      <w:del w:id="354" w:author="VTS WG" w:date="2011-03-30T10:06:00Z">
        <w:r w:rsidDel="001639AE">
          <w:delText xml:space="preserve">Traffic Organization Service </w:delText>
        </w:r>
        <w:r w:rsidRPr="000A3DF8" w:rsidDel="001639AE">
          <w:rPr>
            <w:lang w:eastAsia="de-DE"/>
          </w:rPr>
          <w:delText>may be provide</w:delText>
        </w:r>
        <w:r w:rsidDel="001639AE">
          <w:rPr>
            <w:lang w:eastAsia="de-DE"/>
          </w:rPr>
          <w:delText>d</w:delText>
        </w:r>
        <w:r w:rsidDel="001639AE">
          <w:delText xml:space="preserve"> when vessel movements need to be forward planned or prioritised </w:delText>
        </w:r>
        <w:r w:rsidRPr="004F5078" w:rsidDel="001639AE">
          <w:delText>to prevent congestion and dangerous situations</w:delText>
        </w:r>
        <w:r w:rsidDel="001639AE">
          <w:delText>.</w:delText>
        </w:r>
      </w:del>
    </w:p>
    <w:p w:rsidR="008D48B6" w:rsidRPr="00783871" w:rsidDel="001639AE" w:rsidRDefault="008D48B6" w:rsidP="00AE6AF7">
      <w:pPr>
        <w:pStyle w:val="BodyText"/>
        <w:rPr>
          <w:del w:id="355" w:author="VTS WG" w:date="2011-03-30T10:06:00Z"/>
          <w:lang w:eastAsia="sv-SE"/>
        </w:rPr>
      </w:pPr>
    </w:p>
    <w:p w:rsidR="008D48B6" w:rsidDel="001639AE" w:rsidRDefault="008D48B6" w:rsidP="00AE6AF7">
      <w:pPr>
        <w:pStyle w:val="Heading2"/>
        <w:numPr>
          <w:ilvl w:val="3"/>
          <w:numId w:val="17"/>
        </w:numPr>
        <w:rPr>
          <w:del w:id="356" w:author="VTS WG" w:date="2011-03-30T10:06:00Z"/>
          <w:lang w:eastAsia="sv-SE"/>
        </w:rPr>
      </w:pPr>
      <w:bookmarkStart w:id="357" w:name="_Toc287476531"/>
      <w:bookmarkStart w:id="358" w:name="_Toc287481603"/>
      <w:del w:id="359" w:author="VTS WG" w:date="2011-03-30T10:06:00Z">
        <w:r w:rsidDel="001639AE">
          <w:rPr>
            <w:lang w:eastAsia="sv-SE"/>
          </w:rPr>
          <w:delText>Organisation of special transports</w:delText>
        </w:r>
        <w:bookmarkEnd w:id="357"/>
        <w:bookmarkEnd w:id="358"/>
      </w:del>
    </w:p>
    <w:p w:rsidR="008D48B6" w:rsidDel="001639AE" w:rsidRDefault="008D48B6" w:rsidP="00AE6AF7">
      <w:pPr>
        <w:pStyle w:val="BodyText"/>
        <w:rPr>
          <w:del w:id="360" w:author="VTS WG" w:date="2011-03-30T10:06:00Z"/>
        </w:rPr>
      </w:pPr>
      <w:del w:id="361" w:author="VTS WG" w:date="2011-03-30T10:06:00Z">
        <w:r w:rsidDel="001639AE">
          <w:delText xml:space="preserve">Traffic Organization Service </w:delText>
        </w:r>
        <w:r w:rsidRPr="000A3DF8" w:rsidDel="001639AE">
          <w:rPr>
            <w:lang w:eastAsia="de-DE"/>
          </w:rPr>
          <w:delText>may be provide</w:delText>
        </w:r>
        <w:r w:rsidDel="001639AE">
          <w:rPr>
            <w:lang w:eastAsia="de-DE"/>
          </w:rPr>
          <w:delText xml:space="preserve">d when </w:delText>
        </w:r>
        <w:r w:rsidDel="001639AE">
          <w:delText>special transports need to be organised.</w:delText>
        </w:r>
      </w:del>
    </w:p>
    <w:p w:rsidR="008D48B6" w:rsidRPr="00783871" w:rsidDel="001639AE" w:rsidRDefault="008D48B6" w:rsidP="00AE6AF7">
      <w:pPr>
        <w:pStyle w:val="BodyText"/>
        <w:rPr>
          <w:del w:id="362" w:author="VTS WG" w:date="2011-03-30T10:06:00Z"/>
          <w:lang w:eastAsia="sv-SE"/>
        </w:rPr>
      </w:pPr>
    </w:p>
    <w:p w:rsidR="008D48B6" w:rsidRPr="00C37636" w:rsidDel="001639AE" w:rsidRDefault="008D48B6" w:rsidP="00AE6AF7">
      <w:pPr>
        <w:pStyle w:val="Heading2"/>
        <w:numPr>
          <w:ilvl w:val="3"/>
          <w:numId w:val="17"/>
        </w:numPr>
        <w:rPr>
          <w:del w:id="363" w:author="VTS WG" w:date="2011-03-30T10:06:00Z"/>
          <w:lang w:eastAsia="sv-SE"/>
        </w:rPr>
      </w:pPr>
      <w:bookmarkStart w:id="364" w:name="_Toc287476532"/>
      <w:bookmarkStart w:id="365" w:name="_Toc287481604"/>
      <w:del w:id="366" w:author="VTS WG" w:date="2011-03-30T10:06:00Z">
        <w:r w:rsidRPr="00C37636" w:rsidDel="001639AE">
          <w:rPr>
            <w:lang w:eastAsia="sv-SE"/>
          </w:rPr>
          <w:delText xml:space="preserve">Deemed </w:delText>
        </w:r>
        <w:r w:rsidDel="001639AE">
          <w:rPr>
            <w:lang w:eastAsia="sv-SE"/>
          </w:rPr>
          <w:delText>n</w:delText>
        </w:r>
        <w:r w:rsidRPr="00C37636" w:rsidDel="001639AE">
          <w:rPr>
            <w:lang w:eastAsia="sv-SE"/>
          </w:rPr>
          <w:delText>ecessary</w:delText>
        </w:r>
        <w:bookmarkEnd w:id="364"/>
        <w:bookmarkEnd w:id="365"/>
      </w:del>
    </w:p>
    <w:p w:rsidR="008D48B6" w:rsidRDefault="008D48B6" w:rsidP="00AE6AF7">
      <w:pPr>
        <w:rPr>
          <w:rFonts w:cs="Arial"/>
          <w:color w:val="000000"/>
          <w:szCs w:val="22"/>
          <w:lang w:eastAsia="nl-NL"/>
        </w:rPr>
      </w:pPr>
      <w:del w:id="367" w:author="VTS WG" w:date="2011-03-30T10:06:00Z">
        <w:r w:rsidDel="001639AE">
          <w:delText xml:space="preserve">Traffic Organization Service </w:delText>
        </w:r>
        <w:r w:rsidRPr="000A3DF8" w:rsidDel="001639AE">
          <w:rPr>
            <w:lang w:eastAsia="de-DE"/>
          </w:rPr>
          <w:delText>may be provide</w:delText>
        </w:r>
        <w:r w:rsidDel="001639AE">
          <w:rPr>
            <w:lang w:eastAsia="de-DE"/>
          </w:rPr>
          <w:delText xml:space="preserve">d </w:delText>
        </w:r>
        <w:r w:rsidRPr="00045C4D" w:rsidDel="001639AE">
          <w:rPr>
            <w:rFonts w:cs="Arial"/>
            <w:color w:val="000000"/>
            <w:szCs w:val="22"/>
            <w:lang w:eastAsia="nl-NL"/>
          </w:rPr>
          <w:delText xml:space="preserve">when the VTS </w:delText>
        </w:r>
        <w:r w:rsidDel="001639AE">
          <w:rPr>
            <w:rFonts w:cs="Arial"/>
            <w:color w:val="000000"/>
            <w:szCs w:val="22"/>
            <w:lang w:eastAsia="nl-NL"/>
          </w:rPr>
          <w:delText xml:space="preserve">observes a developing situation and </w:delText>
        </w:r>
        <w:r w:rsidRPr="00045C4D" w:rsidDel="001639AE">
          <w:rPr>
            <w:rFonts w:cs="Arial"/>
            <w:color w:val="000000"/>
            <w:szCs w:val="22"/>
            <w:lang w:eastAsia="nl-NL"/>
          </w:rPr>
          <w:delText xml:space="preserve">deems it necessary to </w:delText>
        </w:r>
        <w:r w:rsidDel="001639AE">
          <w:rPr>
            <w:rFonts w:cs="Arial"/>
            <w:color w:val="000000"/>
            <w:szCs w:val="22"/>
            <w:lang w:eastAsia="nl-NL"/>
          </w:rPr>
          <w:delText xml:space="preserve">interact and </w:delText>
        </w:r>
        <w:r w:rsidDel="001639AE">
          <w:delText>direct vessel movements</w:delText>
        </w:r>
      </w:del>
      <w:r>
        <w:rPr>
          <w:rFonts w:cs="Arial"/>
          <w:color w:val="000000"/>
          <w:szCs w:val="22"/>
          <w:lang w:eastAsia="nl-NL"/>
        </w:rPr>
        <w:t>.</w:t>
      </w:r>
    </w:p>
    <w:p w:rsidR="008D48B6" w:rsidRDefault="008D48B6" w:rsidP="00B34932">
      <w:pPr>
        <w:rPr>
          <w:lang w:eastAsia="de-DE"/>
        </w:rPr>
      </w:pPr>
    </w:p>
    <w:p w:rsidR="008D48B6" w:rsidDel="00AB2A87" w:rsidRDefault="008D48B6" w:rsidP="00120CB7">
      <w:pPr>
        <w:pStyle w:val="Heading2"/>
        <w:numPr>
          <w:ilvl w:val="2"/>
          <w:numId w:val="17"/>
        </w:numPr>
        <w:rPr>
          <w:del w:id="368" w:author="VTS WG" w:date="2011-03-30T10:08:00Z"/>
          <w:lang w:eastAsia="sv-SE"/>
        </w:rPr>
      </w:pPr>
      <w:bookmarkStart w:id="369" w:name="_Toc287481605"/>
      <w:del w:id="370" w:author="VTS WG" w:date="2011-03-30T10:09:00Z">
        <w:r w:rsidDel="00AB2A87">
          <w:rPr>
            <w:lang w:eastAsia="sv-SE"/>
          </w:rPr>
          <w:delText>W</w:delText>
        </w:r>
      </w:del>
      <w:del w:id="371" w:author="VTS WG" w:date="2011-03-30T10:08:00Z">
        <w:r w:rsidDel="00AB2A87">
          <w:rPr>
            <w:lang w:eastAsia="sv-SE"/>
          </w:rPr>
          <w:delText>hat to give in a Traffic Organization S</w:delText>
        </w:r>
        <w:r w:rsidRPr="00A33B52" w:rsidDel="00AB2A87">
          <w:rPr>
            <w:lang w:eastAsia="sv-SE"/>
          </w:rPr>
          <w:delText>ervice</w:delText>
        </w:r>
        <w:bookmarkEnd w:id="369"/>
      </w:del>
    </w:p>
    <w:p w:rsidR="008D48B6" w:rsidRDefault="008D48B6" w:rsidP="008D48B6">
      <w:pPr>
        <w:pStyle w:val="Heading2"/>
        <w:numPr>
          <w:ilvl w:val="0"/>
          <w:numId w:val="0"/>
        </w:numPr>
        <w:rPr>
          <w:del w:id="372" w:author="VTS WG" w:date="2011-03-30T10:10:00Z"/>
          <w:lang w:eastAsia="sv-SE"/>
        </w:rPr>
        <w:pPrChange w:id="373" w:author="VTS WG" w:date="2011-03-30T10:28:00Z">
          <w:pPr>
            <w:pStyle w:val="BodyText"/>
            <w:spacing w:before="120"/>
            <w:outlineLvl w:val="1"/>
          </w:pPr>
        </w:pPrChange>
      </w:pPr>
    </w:p>
    <w:p w:rsidR="008D48B6" w:rsidRDefault="008D48B6" w:rsidP="008D48B6">
      <w:pPr>
        <w:pStyle w:val="Heading2"/>
        <w:numPr>
          <w:ilvl w:val="0"/>
          <w:numId w:val="0"/>
        </w:numPr>
        <w:rPr>
          <w:lang w:eastAsia="sv-SE"/>
        </w:rPr>
        <w:pPrChange w:id="374" w:author="VTS WG" w:date="2011-03-30T10:24:00Z">
          <w:pPr>
            <w:pStyle w:val="Heading2"/>
            <w:numPr>
              <w:ilvl w:val="3"/>
              <w:numId w:val="33"/>
            </w:numPr>
            <w:tabs>
              <w:tab w:val="clear" w:pos="851"/>
              <w:tab w:val="num" w:pos="360"/>
            </w:tabs>
            <w:ind w:left="1134" w:hanging="1134"/>
          </w:pPr>
        </w:pPrChange>
      </w:pPr>
      <w:bookmarkStart w:id="375" w:name="_Toc287481606"/>
      <w:ins w:id="376" w:author="VTS WG" w:date="2011-03-30T10:24:00Z">
        <w:r>
          <w:rPr>
            <w:lang w:eastAsia="sv-SE"/>
          </w:rPr>
          <w:t>6.</w:t>
        </w:r>
      </w:ins>
      <w:ins w:id="377" w:author="VTS WG" w:date="2011-03-30T10:26:00Z">
        <w:r>
          <w:rPr>
            <w:lang w:eastAsia="sv-SE"/>
          </w:rPr>
          <w:t>2.3</w:t>
        </w:r>
      </w:ins>
      <w:r w:rsidRPr="00631149">
        <w:rPr>
          <w:lang w:eastAsia="sv-SE"/>
        </w:rPr>
        <w:t xml:space="preserve">Types of information used under a </w:t>
      </w:r>
      <w:r>
        <w:rPr>
          <w:lang w:eastAsia="sv-SE"/>
        </w:rPr>
        <w:t xml:space="preserve">Traffic Organization </w:t>
      </w:r>
      <w:r w:rsidRPr="00631149">
        <w:rPr>
          <w:lang w:eastAsia="sv-SE"/>
        </w:rPr>
        <w:t>Service</w:t>
      </w:r>
      <w:bookmarkEnd w:id="375"/>
    </w:p>
    <w:p w:rsidR="008D48B6" w:rsidRDefault="008D48B6" w:rsidP="00145093">
      <w:pPr>
        <w:rPr>
          <w:ins w:id="378" w:author="mosu01" w:date="2011-03-10T10:42:00Z"/>
          <w:szCs w:val="22"/>
          <w:lang w:val="en-US"/>
        </w:rPr>
      </w:pPr>
      <w:ins w:id="379" w:author="mosu01" w:date="2011-03-10T10:42:00Z">
        <w:r>
          <w:rPr>
            <w:szCs w:val="22"/>
            <w:lang w:val="en-US"/>
          </w:rPr>
          <w:t>The follow</w:t>
        </w:r>
      </w:ins>
      <w:ins w:id="380" w:author="VTS WG" w:date="2011-03-30T10:08:00Z">
        <w:r>
          <w:rPr>
            <w:szCs w:val="22"/>
            <w:lang w:val="en-US"/>
          </w:rPr>
          <w:t xml:space="preserve">ing represents </w:t>
        </w:r>
      </w:ins>
      <w:ins w:id="381" w:author="mosu01" w:date="2011-03-10T10:42:00Z">
        <w:r>
          <w:rPr>
            <w:szCs w:val="22"/>
            <w:lang w:val="en-US"/>
          </w:rPr>
          <w:t xml:space="preserve"> examples of </w:t>
        </w:r>
        <w:del w:id="382" w:author="VTS WG" w:date="2011-03-30T10:08:00Z">
          <w:r w:rsidDel="00AB2A87">
            <w:rPr>
              <w:szCs w:val="22"/>
              <w:lang w:val="en-US"/>
            </w:rPr>
            <w:delText xml:space="preserve">phrases regarding the provision of </w:delText>
          </w:r>
        </w:del>
        <w:r>
          <w:rPr>
            <w:szCs w:val="22"/>
            <w:lang w:val="en-US"/>
          </w:rPr>
          <w:t>Traffic Organization Service</w:t>
        </w:r>
      </w:ins>
      <w:ins w:id="383" w:author="VTS WG" w:date="2011-03-30T10:08:00Z">
        <w:r>
          <w:rPr>
            <w:szCs w:val="22"/>
            <w:lang w:val="en-US"/>
          </w:rPr>
          <w:t xml:space="preserve"> that </w:t>
        </w:r>
      </w:ins>
      <w:ins w:id="384" w:author="mosu01" w:date="2011-03-10T10:42:00Z">
        <w:del w:id="385" w:author="VTS WG" w:date="2011-03-30T10:08:00Z">
          <w:r w:rsidDel="00AB2A87">
            <w:rPr>
              <w:szCs w:val="22"/>
              <w:lang w:val="en-US"/>
            </w:rPr>
            <w:delText xml:space="preserve"> which </w:delText>
          </w:r>
        </w:del>
        <w:r>
          <w:rPr>
            <w:szCs w:val="22"/>
            <w:lang w:val="en-US"/>
          </w:rPr>
          <w:t xml:space="preserve">may be </w:t>
        </w:r>
        <w:del w:id="386" w:author="VTS WG" w:date="2011-03-30T10:08:00Z">
          <w:r w:rsidDel="00AB2A87">
            <w:rPr>
              <w:szCs w:val="22"/>
              <w:lang w:val="en-US"/>
            </w:rPr>
            <w:delText xml:space="preserve">given </w:delText>
          </w:r>
        </w:del>
      </w:ins>
      <w:ins w:id="387" w:author="VTS WG" w:date="2011-03-30T10:08:00Z">
        <w:r>
          <w:rPr>
            <w:szCs w:val="22"/>
            <w:lang w:val="en-US"/>
          </w:rPr>
          <w:t xml:space="preserve"> provided </w:t>
        </w:r>
      </w:ins>
      <w:ins w:id="388" w:author="mosu01" w:date="2011-03-10T10:42:00Z">
        <w:r>
          <w:rPr>
            <w:szCs w:val="22"/>
            <w:lang w:val="en-US"/>
          </w:rPr>
          <w:t>by the VTS:</w:t>
        </w:r>
      </w:ins>
    </w:p>
    <w:p w:rsidR="008D48B6" w:rsidRDefault="008D48B6" w:rsidP="00145093">
      <w:pPr>
        <w:rPr>
          <w:ins w:id="389" w:author="mosu01" w:date="2011-03-10T10:42:00Z"/>
          <w:szCs w:val="22"/>
          <w:lang w:val="en-US"/>
        </w:rPr>
      </w:pPr>
    </w:p>
    <w:tbl>
      <w:tblPr>
        <w:tblW w:w="0" w:type="auto"/>
        <w:tblInd w:w="-30" w:type="dxa"/>
        <w:tblLayout w:type="fixed"/>
        <w:tblLook w:val="0000"/>
      </w:tblPr>
      <w:tblGrid>
        <w:gridCol w:w="3652"/>
        <w:gridCol w:w="5730"/>
      </w:tblGrid>
      <w:tr w:rsidR="008D48B6" w:rsidTr="00145093">
        <w:trPr>
          <w:trHeight w:val="272"/>
          <w:ins w:id="390" w:author="mosu01" w:date="2011-03-10T10:42: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391" w:author="mosu01" w:date="2011-03-10T10:42:00Z"/>
                <w:b/>
                <w:sz w:val="20"/>
                <w:lang w:val="en-US"/>
              </w:rPr>
            </w:pPr>
            <w:ins w:id="392" w:author="mosu01" w:date="2011-03-10T10:42:00Z">
              <w:r>
                <w:rPr>
                  <w:b/>
                  <w:sz w:val="20"/>
                  <w:szCs w:val="22"/>
                  <w:lang w:val="en-US"/>
                </w:rPr>
                <w:t xml:space="preserve">Types of </w:t>
              </w:r>
              <w:r>
                <w:rPr>
                  <w:b/>
                  <w:sz w:val="20"/>
                  <w:szCs w:val="22"/>
                  <w:shd w:val="clear" w:color="auto" w:fill="FFFF00"/>
                  <w:lang w:val="en-US"/>
                </w:rPr>
                <w:t>information</w:t>
              </w:r>
              <w:r>
                <w:rPr>
                  <w:b/>
                  <w:sz w:val="20"/>
                  <w:szCs w:val="22"/>
                  <w:lang w:val="en-US"/>
                </w:rPr>
                <w:t>:</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rPr>
                <w:ins w:id="393" w:author="mosu01" w:date="2011-03-10T10:42:00Z"/>
                <w:b/>
                <w:sz w:val="20"/>
                <w:lang w:val="en-US"/>
              </w:rPr>
            </w:pPr>
            <w:ins w:id="394" w:author="mosu01" w:date="2011-03-10T10:42:00Z">
              <w:r>
                <w:rPr>
                  <w:b/>
                  <w:sz w:val="20"/>
                  <w:szCs w:val="22"/>
                  <w:lang w:val="en-US"/>
                </w:rPr>
                <w:t>Examples:</w:t>
              </w:r>
            </w:ins>
          </w:p>
        </w:tc>
      </w:tr>
      <w:tr w:rsidR="008D48B6" w:rsidTr="00145093">
        <w:trPr>
          <w:ins w:id="395" w:author="mosu01" w:date="2011-03-10T10:42: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396" w:author="mosu01" w:date="2011-03-10T10:42:00Z"/>
                <w:sz w:val="20"/>
                <w:lang w:val="en-US"/>
              </w:rPr>
            </w:pPr>
            <w:ins w:id="397" w:author="mosu01" w:date="2011-03-10T10:42:00Z">
              <w:r>
                <w:rPr>
                  <w:sz w:val="20"/>
                  <w:szCs w:val="22"/>
                  <w:lang w:val="en-US"/>
                </w:rPr>
                <w:t>Clearance and forward planning</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398" w:author="mosu01" w:date="2011-03-10T10:42:00Z"/>
                <w:sz w:val="20"/>
                <w:lang w:val="en-US"/>
              </w:rPr>
            </w:pPr>
            <w:ins w:id="399" w:author="mosu01" w:date="2011-03-10T10:42:00Z">
              <w:r>
                <w:rPr>
                  <w:sz w:val="20"/>
                  <w:szCs w:val="22"/>
                  <w:lang w:val="en-US"/>
                </w:rPr>
                <w:t xml:space="preserve">Give authorization under conditional circumstance to the vessels to enter/leave to/from berth or anchorage position or proceed into the fairway; </w:t>
              </w:r>
            </w:ins>
          </w:p>
          <w:p w:rsidR="008D48B6" w:rsidRDefault="008D48B6" w:rsidP="00145093">
            <w:pPr>
              <w:snapToGrid w:val="0"/>
              <w:jc w:val="both"/>
              <w:rPr>
                <w:ins w:id="400" w:author="mosu01" w:date="2011-03-10T10:42:00Z"/>
                <w:sz w:val="20"/>
                <w:lang w:val="en-US"/>
              </w:rPr>
            </w:pPr>
            <w:ins w:id="401" w:author="mosu01" w:date="2011-03-10T10:42:00Z">
              <w:r>
                <w:rPr>
                  <w:sz w:val="20"/>
                  <w:szCs w:val="22"/>
                  <w:lang w:val="en-US"/>
                </w:rPr>
                <w:t>to arrive at reporting point/pilot station at schedule time; etc.</w:t>
              </w:r>
            </w:ins>
          </w:p>
        </w:tc>
      </w:tr>
      <w:tr w:rsidR="008D48B6" w:rsidTr="00145093">
        <w:trPr>
          <w:ins w:id="402" w:author="mosu01" w:date="2011-03-10T10:42:00Z"/>
        </w:trPr>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ins w:id="403" w:author="mosu01" w:date="2011-03-10T10:42:00Z"/>
                <w:sz w:val="20"/>
                <w:lang w:val="en-US"/>
              </w:rPr>
            </w:pPr>
            <w:ins w:id="404" w:author="mosu01" w:date="2011-03-10T10:42:00Z">
              <w:r>
                <w:rPr>
                  <w:sz w:val="20"/>
                  <w:szCs w:val="22"/>
                  <w:lang w:val="en-US"/>
                </w:rPr>
                <w:t xml:space="preserve">Anchoring </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405" w:author="mosu01" w:date="2011-03-10T10:42:00Z"/>
                <w:sz w:val="20"/>
                <w:lang w:val="en-US"/>
              </w:rPr>
            </w:pPr>
            <w:ins w:id="406" w:author="mosu01" w:date="2011-03-10T10:42:00Z">
              <w:r>
                <w:rPr>
                  <w:sz w:val="20"/>
                  <w:szCs w:val="22"/>
                  <w:lang w:val="en-US"/>
                </w:rPr>
                <w:t>Monitoring anchoring position; etc.</w:t>
              </w:r>
            </w:ins>
          </w:p>
        </w:tc>
      </w:tr>
      <w:tr w:rsidR="008D48B6" w:rsidTr="00145093">
        <w:trPr>
          <w:ins w:id="407" w:author="mosu01" w:date="2011-03-10T10:42:00Z"/>
        </w:trPr>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ins w:id="408" w:author="mosu01" w:date="2011-03-10T10:42:00Z"/>
                <w:sz w:val="20"/>
                <w:lang w:val="en-US"/>
              </w:rPr>
            </w:pPr>
            <w:commentRangeStart w:id="409"/>
            <w:ins w:id="410" w:author="mosu01" w:date="2011-03-10T10:42:00Z">
              <w:r>
                <w:rPr>
                  <w:sz w:val="20"/>
                  <w:szCs w:val="22"/>
                  <w:lang w:val="en-US"/>
                </w:rPr>
                <w:t>Enforcement</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411" w:author="mosu01" w:date="2011-03-10T10:42:00Z"/>
                <w:sz w:val="20"/>
                <w:lang w:val="en-US"/>
              </w:rPr>
            </w:pPr>
            <w:ins w:id="412" w:author="mosu01" w:date="2011-03-10T10:42:00Z">
              <w:r>
                <w:rPr>
                  <w:sz w:val="20"/>
                  <w:szCs w:val="22"/>
                  <w:lang w:val="en-US"/>
                </w:rPr>
                <w:t>Enforce the application of rule of the road and local by</w:t>
              </w:r>
              <w:del w:id="413" w:author="VTSWG1" w:date="2011-08-10T18:32:00Z">
                <w:r w:rsidDel="00695A35">
                  <w:rPr>
                    <w:sz w:val="20"/>
                    <w:szCs w:val="22"/>
                    <w:lang w:val="en-US"/>
                  </w:rPr>
                  <w:delText>e-</w:delText>
                </w:r>
              </w:del>
              <w:r>
                <w:rPr>
                  <w:sz w:val="20"/>
                  <w:szCs w:val="22"/>
                  <w:lang w:val="en-US"/>
                </w:rPr>
                <w:t xml:space="preserve">law; </w:t>
              </w:r>
            </w:ins>
            <w:commentRangeEnd w:id="409"/>
            <w:r>
              <w:rPr>
                <w:rStyle w:val="CommentReference"/>
                <w:lang w:eastAsia="de-DE"/>
              </w:rPr>
              <w:commentReference w:id="409"/>
            </w:r>
          </w:p>
        </w:tc>
      </w:tr>
      <w:tr w:rsidR="008D48B6" w:rsidTr="00145093">
        <w:trPr>
          <w:ins w:id="414" w:author="mosu01" w:date="2011-03-10T10:42:00Z"/>
        </w:trPr>
        <w:tc>
          <w:tcPr>
            <w:tcW w:w="3652" w:type="dxa"/>
            <w:tcBorders>
              <w:top w:val="single" w:sz="4" w:space="0" w:color="000000"/>
              <w:left w:val="single" w:sz="4" w:space="0" w:color="000000"/>
              <w:bottom w:val="single" w:sz="4" w:space="0" w:color="000000"/>
            </w:tcBorders>
          </w:tcPr>
          <w:p w:rsidR="008D48B6" w:rsidRDefault="008D48B6" w:rsidP="00145093">
            <w:pPr>
              <w:autoSpaceDE w:val="0"/>
              <w:snapToGrid w:val="0"/>
              <w:rPr>
                <w:ins w:id="415" w:author="mosu01" w:date="2011-03-10T10:42:00Z"/>
                <w:sz w:val="20"/>
                <w:lang w:val="en-US"/>
              </w:rPr>
            </w:pPr>
            <w:ins w:id="416" w:author="mosu01" w:date="2011-03-10T10:42:00Z">
              <w:r>
                <w:rPr>
                  <w:sz w:val="20"/>
                  <w:szCs w:val="22"/>
                  <w:lang w:val="en-US"/>
                </w:rPr>
                <w:t xml:space="preserve">Waterspace Management Techniques </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417" w:author="mosu01" w:date="2011-03-10T10:42:00Z"/>
                <w:color w:val="000000"/>
                <w:sz w:val="20"/>
                <w:lang w:val="en-US"/>
              </w:rPr>
            </w:pPr>
            <w:ins w:id="418" w:author="mosu01" w:date="2011-03-10T10:42:00Z">
              <w:r>
                <w:rPr>
                  <w:sz w:val="20"/>
                  <w:szCs w:val="22"/>
                  <w:lang w:val="en-US"/>
                </w:rPr>
                <w:t>Use of: o</w:t>
              </w:r>
              <w:r>
                <w:rPr>
                  <w:color w:val="000000"/>
                  <w:sz w:val="20"/>
                  <w:szCs w:val="22"/>
                  <w:lang w:val="en-US"/>
                </w:rPr>
                <w:t>ne-way traffic in a channel, slot management to allocate ships in a time windows, ship safety zone in case of particular operations, exclusion zone in a sensitive geographic area, control of arrivals and departures; etc.</w:t>
              </w:r>
            </w:ins>
          </w:p>
        </w:tc>
      </w:tr>
      <w:tr w:rsidR="008D48B6" w:rsidTr="00145093">
        <w:trPr>
          <w:ins w:id="419" w:author="mosu01" w:date="2011-03-10T10:42:00Z"/>
        </w:trPr>
        <w:tc>
          <w:tcPr>
            <w:tcW w:w="3652" w:type="dxa"/>
            <w:tcBorders>
              <w:top w:val="single" w:sz="4" w:space="0" w:color="000000"/>
              <w:left w:val="single" w:sz="4" w:space="0" w:color="000000"/>
              <w:bottom w:val="single" w:sz="4" w:space="0" w:color="000000"/>
            </w:tcBorders>
          </w:tcPr>
          <w:p w:rsidR="008D48B6" w:rsidRDefault="008D48B6" w:rsidP="00145093">
            <w:pPr>
              <w:snapToGrid w:val="0"/>
              <w:rPr>
                <w:ins w:id="420" w:author="mosu01" w:date="2011-03-10T10:42:00Z"/>
                <w:sz w:val="20"/>
                <w:lang w:val="en-US"/>
              </w:rPr>
            </w:pPr>
            <w:ins w:id="421" w:author="mosu01" w:date="2011-03-10T10:42:00Z">
              <w:r>
                <w:rPr>
                  <w:sz w:val="20"/>
                  <w:szCs w:val="22"/>
                  <w:lang w:val="en-US"/>
                </w:rPr>
                <w:t>Advice or instruction</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422" w:author="mosu01" w:date="2011-03-10T10:42:00Z"/>
                <w:rFonts w:cs="Arial"/>
                <w:sz w:val="20"/>
                <w:lang w:val="en-US"/>
              </w:rPr>
            </w:pPr>
            <w:ins w:id="423" w:author="mosu01" w:date="2011-03-10T10:42:00Z">
              <w:r>
                <w:rPr>
                  <w:sz w:val="20"/>
                  <w:szCs w:val="22"/>
                  <w:lang w:val="en-US"/>
                </w:rPr>
                <w:t xml:space="preserve">Request to alter course and/or speed; request of keep clear from area/position, request of </w:t>
              </w:r>
              <w:r>
                <w:rPr>
                  <w:rFonts w:cs="Arial"/>
                  <w:sz w:val="20"/>
                  <w:szCs w:val="22"/>
                  <w:lang w:val="en-US"/>
                </w:rPr>
                <w:t xml:space="preserve">close up/drop back on/from other vessels; etc. </w:t>
              </w:r>
            </w:ins>
          </w:p>
          <w:p w:rsidR="008D48B6" w:rsidRDefault="008D48B6" w:rsidP="00145093">
            <w:pPr>
              <w:snapToGrid w:val="0"/>
              <w:jc w:val="both"/>
              <w:rPr>
                <w:ins w:id="424" w:author="mosu01" w:date="2011-03-10T10:42:00Z"/>
                <w:color w:val="000000"/>
                <w:sz w:val="20"/>
                <w:lang w:val="en-US"/>
              </w:rPr>
            </w:pPr>
            <w:ins w:id="425" w:author="mosu01" w:date="2011-03-10T10:42:00Z">
              <w:r>
                <w:rPr>
                  <w:color w:val="000000"/>
                  <w:sz w:val="20"/>
                  <w:szCs w:val="22"/>
                  <w:lang w:val="en-US"/>
                </w:rPr>
                <w:t xml:space="preserve">advice about vessels with VTS sailing/route plans </w:t>
              </w:r>
            </w:ins>
          </w:p>
        </w:tc>
      </w:tr>
      <w:tr w:rsidR="008D48B6" w:rsidTr="00145093">
        <w:trPr>
          <w:ins w:id="426" w:author="mosu01" w:date="2011-03-10T10:42:00Z"/>
        </w:trPr>
        <w:tc>
          <w:tcPr>
            <w:tcW w:w="3652" w:type="dxa"/>
            <w:tcBorders>
              <w:left w:val="single" w:sz="4" w:space="0" w:color="000000"/>
              <w:bottom w:val="single" w:sz="4" w:space="0" w:color="000000"/>
            </w:tcBorders>
          </w:tcPr>
          <w:p w:rsidR="008D48B6" w:rsidRDefault="008D48B6" w:rsidP="00145093">
            <w:pPr>
              <w:snapToGrid w:val="0"/>
              <w:rPr>
                <w:ins w:id="427" w:author="mosu01" w:date="2011-03-10T10:42:00Z"/>
                <w:sz w:val="20"/>
                <w:lang w:val="en-US"/>
              </w:rPr>
            </w:pPr>
            <w:ins w:id="428" w:author="mosu01" w:date="2011-03-10T10:42:00Z">
              <w:r>
                <w:rPr>
                  <w:sz w:val="20"/>
                  <w:szCs w:val="22"/>
                  <w:lang w:val="en-US"/>
                </w:rPr>
                <w:t>Traffic information</w:t>
              </w:r>
            </w:ins>
          </w:p>
        </w:tc>
        <w:tc>
          <w:tcPr>
            <w:tcW w:w="5730" w:type="dxa"/>
            <w:tcBorders>
              <w:top w:val="single" w:sz="4" w:space="0" w:color="000000"/>
              <w:left w:val="single" w:sz="4" w:space="0" w:color="000000"/>
              <w:bottom w:val="single" w:sz="4" w:space="0" w:color="000000"/>
              <w:right w:val="single" w:sz="4" w:space="0" w:color="000000"/>
            </w:tcBorders>
          </w:tcPr>
          <w:p w:rsidR="008D48B6" w:rsidRDefault="008D48B6" w:rsidP="00145093">
            <w:pPr>
              <w:snapToGrid w:val="0"/>
              <w:jc w:val="both"/>
              <w:rPr>
                <w:ins w:id="429" w:author="mosu01" w:date="2011-03-10T10:42:00Z"/>
                <w:sz w:val="20"/>
                <w:lang w:val="en-US"/>
              </w:rPr>
            </w:pPr>
            <w:ins w:id="430" w:author="mosu01" w:date="2011-03-10T10:42:00Z">
              <w:r>
                <w:rPr>
                  <w:sz w:val="20"/>
                  <w:szCs w:val="22"/>
                  <w:lang w:val="en-US"/>
                </w:rPr>
                <w:t>Information concerning ship movements such as inbound/outbound from channel/port/fairway; special operations such us submerged work; traffic congestion and special vessels with limited maneuverability; etc.</w:t>
              </w:r>
            </w:ins>
          </w:p>
        </w:tc>
      </w:tr>
      <w:tr w:rsidR="008D48B6" w:rsidTr="00145093">
        <w:trPr>
          <w:ins w:id="431" w:author="mosu01" w:date="2011-03-10T10:42:00Z"/>
        </w:trPr>
        <w:tc>
          <w:tcPr>
            <w:tcW w:w="3652" w:type="dxa"/>
            <w:tcBorders>
              <w:left w:val="single" w:sz="4" w:space="0" w:color="000000"/>
              <w:bottom w:val="single" w:sz="4" w:space="0" w:color="000000"/>
            </w:tcBorders>
          </w:tcPr>
          <w:p w:rsidR="008D48B6" w:rsidRDefault="008D48B6" w:rsidP="00145093">
            <w:pPr>
              <w:snapToGrid w:val="0"/>
              <w:rPr>
                <w:ins w:id="432" w:author="mosu01" w:date="2011-03-10T10:42:00Z"/>
                <w:sz w:val="20"/>
                <w:lang w:val="en-US"/>
              </w:rPr>
            </w:pPr>
            <w:ins w:id="433" w:author="mosu01" w:date="2011-03-10T10:42:00Z">
              <w:r>
                <w:rPr>
                  <w:sz w:val="20"/>
                  <w:szCs w:val="22"/>
                  <w:lang w:val="en-US"/>
                </w:rPr>
                <w:t>Navigational information</w:t>
              </w:r>
            </w:ins>
          </w:p>
        </w:tc>
        <w:tc>
          <w:tcPr>
            <w:tcW w:w="5730" w:type="dxa"/>
            <w:tcBorders>
              <w:left w:val="single" w:sz="4" w:space="0" w:color="000000"/>
              <w:bottom w:val="single" w:sz="4" w:space="0" w:color="000000"/>
              <w:right w:val="single" w:sz="4" w:space="0" w:color="000000"/>
            </w:tcBorders>
          </w:tcPr>
          <w:p w:rsidR="008D48B6" w:rsidRDefault="008D48B6" w:rsidP="00145093">
            <w:pPr>
              <w:snapToGrid w:val="0"/>
              <w:jc w:val="both"/>
              <w:rPr>
                <w:ins w:id="434" w:author="mosu01" w:date="2011-03-10T10:42:00Z"/>
                <w:bCs/>
                <w:sz w:val="20"/>
                <w:lang w:val="en-US"/>
              </w:rPr>
            </w:pPr>
            <w:ins w:id="435" w:author="mosu01" w:date="2011-03-10T10:42:00Z">
              <w:r>
                <w:rPr>
                  <w:bCs/>
                  <w:sz w:val="20"/>
                  <w:szCs w:val="22"/>
                  <w:lang w:val="en-US"/>
                </w:rPr>
                <w:t>navigational information of other vessels such as intention, course and speed, CPA,TCPA; any restrictions of surrounding traffic; etc.</w:t>
              </w:r>
            </w:ins>
          </w:p>
        </w:tc>
      </w:tr>
      <w:tr w:rsidR="008D48B6" w:rsidTr="00145093">
        <w:trPr>
          <w:ins w:id="436" w:author="mosu01" w:date="2011-03-10T10:42:00Z"/>
        </w:trPr>
        <w:tc>
          <w:tcPr>
            <w:tcW w:w="3652" w:type="dxa"/>
            <w:tcBorders>
              <w:left w:val="single" w:sz="4" w:space="0" w:color="000000"/>
              <w:bottom w:val="single" w:sz="4" w:space="0" w:color="000000"/>
            </w:tcBorders>
          </w:tcPr>
          <w:p w:rsidR="008D48B6" w:rsidRDefault="008D48B6" w:rsidP="00145093">
            <w:pPr>
              <w:snapToGrid w:val="0"/>
              <w:rPr>
                <w:ins w:id="437" w:author="mosu01" w:date="2011-03-10T10:42:00Z"/>
                <w:sz w:val="20"/>
                <w:lang w:val="en-US"/>
              </w:rPr>
            </w:pPr>
            <w:ins w:id="438" w:author="mosu01" w:date="2011-03-10T10:42:00Z">
              <w:r>
                <w:rPr>
                  <w:sz w:val="20"/>
                  <w:szCs w:val="22"/>
                  <w:lang w:val="en-US"/>
                </w:rPr>
                <w:t>Other Information</w:t>
              </w:r>
            </w:ins>
          </w:p>
        </w:tc>
        <w:tc>
          <w:tcPr>
            <w:tcW w:w="5730" w:type="dxa"/>
            <w:tcBorders>
              <w:left w:val="single" w:sz="4" w:space="0" w:color="000000"/>
              <w:bottom w:val="single" w:sz="4" w:space="0" w:color="000000"/>
              <w:right w:val="single" w:sz="4" w:space="0" w:color="000000"/>
            </w:tcBorders>
          </w:tcPr>
          <w:p w:rsidR="008D48B6" w:rsidRDefault="008D48B6" w:rsidP="00145093">
            <w:pPr>
              <w:snapToGrid w:val="0"/>
              <w:jc w:val="both"/>
              <w:rPr>
                <w:ins w:id="439" w:author="mosu01" w:date="2011-03-10T10:42:00Z"/>
                <w:bCs/>
                <w:color w:val="000000"/>
                <w:sz w:val="20"/>
                <w:lang w:val="en-US"/>
              </w:rPr>
            </w:pPr>
            <w:ins w:id="440" w:author="mosu01" w:date="2011-03-10T10:42:00Z">
              <w:r>
                <w:rPr>
                  <w:bCs/>
                  <w:color w:val="000000"/>
                  <w:sz w:val="20"/>
                  <w:szCs w:val="22"/>
                  <w:lang w:val="en-US"/>
                </w:rPr>
                <w:t>Information such as meteorological and hydrological conditions, notices to mariners, status of aids to navigation; etc.</w:t>
              </w:r>
            </w:ins>
          </w:p>
          <w:p w:rsidR="008D48B6" w:rsidRDefault="008D48B6" w:rsidP="00145093">
            <w:pPr>
              <w:snapToGrid w:val="0"/>
              <w:jc w:val="both"/>
              <w:rPr>
                <w:ins w:id="441" w:author="mosu01" w:date="2011-03-10T10:42:00Z"/>
                <w:bCs/>
                <w:sz w:val="20"/>
                <w:lang w:val="en-US"/>
              </w:rPr>
            </w:pPr>
          </w:p>
        </w:tc>
      </w:tr>
    </w:tbl>
    <w:p w:rsidR="008D48B6" w:rsidRDefault="008D48B6" w:rsidP="00145093">
      <w:pPr>
        <w:rPr>
          <w:ins w:id="442" w:author="mosu01" w:date="2011-03-10T10:42:00Z"/>
        </w:rPr>
      </w:pPr>
    </w:p>
    <w:p w:rsidR="008D48B6" w:rsidRDefault="008D48B6" w:rsidP="00145093">
      <w:pPr>
        <w:jc w:val="both"/>
        <w:rPr>
          <w:ins w:id="443" w:author="mosu01" w:date="2011-03-10T10:42:00Z"/>
          <w:rFonts w:cs="Arial"/>
          <w:szCs w:val="22"/>
          <w:lang w:val="en-US"/>
        </w:rPr>
      </w:pPr>
      <w:ins w:id="444" w:author="mosu01" w:date="2011-03-10T10:42:00Z">
        <w:r>
          <w:rPr>
            <w:rFonts w:cs="Arial"/>
            <w:i/>
            <w:iCs/>
            <w:szCs w:val="22"/>
            <w:lang w:val="en-US"/>
          </w:rPr>
          <w:t>When the VTS is authorized to issue instructions to vessels, these instructions should be result-oriented only, leaving the details of execution, such as course to be steered or engine manoeuvres to be executed, to the master or pilot on board the vessel. Care should be taken that VTS operations do not encroach upon the master's responsibility for safe navigation, or disturb the traditional relationship between master and pilot</w:t>
        </w:r>
        <w:r>
          <w:rPr>
            <w:rFonts w:cs="Arial"/>
            <w:szCs w:val="22"/>
            <w:lang w:val="en-US"/>
          </w:rPr>
          <w:t>.</w:t>
        </w:r>
      </w:ins>
    </w:p>
    <w:p w:rsidR="008D48B6" w:rsidRPr="00145093" w:rsidRDefault="008D48B6" w:rsidP="00B34932">
      <w:pPr>
        <w:rPr>
          <w:lang w:val="en-US" w:eastAsia="de-DE"/>
        </w:rPr>
      </w:pPr>
    </w:p>
    <w:p w:rsidR="008D48B6" w:rsidRDefault="008D48B6" w:rsidP="008D48B6">
      <w:pPr>
        <w:pStyle w:val="Heading2"/>
        <w:numPr>
          <w:ilvl w:val="0"/>
          <w:numId w:val="0"/>
        </w:numPr>
        <w:rPr>
          <w:lang w:eastAsia="sv-SE"/>
        </w:rPr>
        <w:pPrChange w:id="445" w:author="VTS WG" w:date="2011-03-30T10:24:00Z">
          <w:pPr>
            <w:pStyle w:val="Heading2"/>
            <w:numPr>
              <w:ilvl w:val="2"/>
              <w:numId w:val="33"/>
            </w:numPr>
            <w:tabs>
              <w:tab w:val="clear" w:pos="851"/>
              <w:tab w:val="num" w:pos="360"/>
            </w:tabs>
            <w:ind w:left="992" w:hanging="992"/>
          </w:pPr>
        </w:pPrChange>
      </w:pPr>
      <w:bookmarkStart w:id="446" w:name="_Toc287481607"/>
      <w:ins w:id="447" w:author="VTS WG" w:date="2011-03-30T10:24:00Z">
        <w:r>
          <w:rPr>
            <w:lang w:eastAsia="sv-SE"/>
          </w:rPr>
          <w:t>6.</w:t>
        </w:r>
      </w:ins>
      <w:ins w:id="448" w:author="VTS WG" w:date="2011-03-30T10:26:00Z">
        <w:r>
          <w:rPr>
            <w:lang w:eastAsia="sv-SE"/>
          </w:rPr>
          <w:t>2.</w:t>
        </w:r>
      </w:ins>
      <w:ins w:id="449" w:author="VTS WG" w:date="2011-03-30T10:24:00Z">
        <w:r>
          <w:rPr>
            <w:lang w:eastAsia="sv-SE"/>
          </w:rPr>
          <w:t xml:space="preserve">4 </w:t>
        </w:r>
      </w:ins>
      <w:del w:id="450" w:author="VTS WG" w:date="2011-03-30T10:20:00Z">
        <w:r w:rsidRPr="00A33B52" w:rsidDel="00100A04">
          <w:rPr>
            <w:lang w:eastAsia="sv-SE"/>
          </w:rPr>
          <w:delText>Where is</w:delText>
        </w:r>
      </w:del>
      <w:ins w:id="451" w:author="VTS WG" w:date="2011-03-30T10:20:00Z">
        <w:r>
          <w:rPr>
            <w:lang w:eastAsia="sv-SE"/>
          </w:rPr>
          <w:t xml:space="preserve"> Area of service </w:t>
        </w:r>
      </w:ins>
      <w:del w:id="452" w:author="VTS WG" w:date="2011-03-30T10:20:00Z">
        <w:r w:rsidRPr="00A33B52" w:rsidDel="00100A04">
          <w:rPr>
            <w:lang w:eastAsia="sv-SE"/>
          </w:rPr>
          <w:delText xml:space="preserve"> </w:delText>
        </w:r>
        <w:r w:rsidDel="00100A04">
          <w:rPr>
            <w:lang w:eastAsia="sv-SE"/>
          </w:rPr>
          <w:delText>Traffic Organization Service</w:delText>
        </w:r>
        <w:r w:rsidRPr="00A33B52" w:rsidDel="00100A04">
          <w:rPr>
            <w:lang w:eastAsia="sv-SE"/>
          </w:rPr>
          <w:delText xml:space="preserve"> given</w:delText>
        </w:r>
      </w:del>
      <w:bookmarkEnd w:id="446"/>
      <w:ins w:id="453" w:author="VTS WG" w:date="2011-03-30T10:20:00Z">
        <w:r>
          <w:rPr>
            <w:lang w:eastAsia="sv-SE"/>
          </w:rPr>
          <w:t xml:space="preserve"> provided</w:t>
        </w:r>
      </w:ins>
    </w:p>
    <w:p w:rsidR="008D48B6" w:rsidRDefault="008D48B6" w:rsidP="004062BE">
      <w:pPr>
        <w:pStyle w:val="BodyText"/>
      </w:pPr>
      <w:r>
        <w:t xml:space="preserve">Traffic Organization Service </w:t>
      </w:r>
      <w:ins w:id="454" w:author="VTS WG" w:date="2011-03-30T10:21:00Z">
        <w:r>
          <w:t>should be provided within the  declared VTS area and/or in specified areas or sectors within the VTS area where TOS is deemed necessary</w:t>
        </w:r>
      </w:ins>
      <w:del w:id="455" w:author="VTS WG" w:date="2011-03-30T10:21:00Z">
        <w:r w:rsidDel="00100A04">
          <w:delText>should be given within a formally declared VTS area and in specified areas or sectors within the VTS area where strict organisation of the shipping is deemed necessary</w:delText>
        </w:r>
      </w:del>
      <w:r>
        <w:t xml:space="preserve">. </w:t>
      </w:r>
    </w:p>
    <w:p w:rsidR="008D48B6" w:rsidRDefault="008D48B6" w:rsidP="00A755AA">
      <w:pPr>
        <w:pStyle w:val="BodyText"/>
        <w:rPr>
          <w:ins w:id="456" w:author="mosu01" w:date="2011-03-10T10:51:00Z"/>
        </w:rPr>
      </w:pPr>
      <w:ins w:id="457" w:author="mosu01" w:date="2011-03-10T10:51:00Z">
        <w:r>
          <w:t>[See picture in Annex xx]</w:t>
        </w:r>
      </w:ins>
    </w:p>
    <w:p w:rsidR="008D48B6" w:rsidRPr="00A876F8" w:rsidRDefault="008D48B6" w:rsidP="004062BE">
      <w:pPr>
        <w:pStyle w:val="BodyText"/>
      </w:pPr>
    </w:p>
    <w:p w:rsidR="008D48B6" w:rsidRDefault="008D48B6" w:rsidP="008D48B6">
      <w:pPr>
        <w:pStyle w:val="Heading2"/>
        <w:numPr>
          <w:ilvl w:val="2"/>
          <w:numId w:val="23"/>
        </w:numPr>
        <w:ind w:left="720"/>
        <w:rPr>
          <w:ins w:id="458" w:author="VTS WG" w:date="2011-03-30T10:22:00Z"/>
          <w:lang w:eastAsia="sv-SE"/>
        </w:rPr>
        <w:pPrChange w:id="459" w:author="VTS WG" w:date="2011-03-30T10:27:00Z">
          <w:pPr>
            <w:pStyle w:val="Heading2"/>
            <w:numPr>
              <w:ilvl w:val="2"/>
              <w:numId w:val="33"/>
            </w:numPr>
            <w:tabs>
              <w:tab w:val="clear" w:pos="851"/>
              <w:tab w:val="num" w:pos="360"/>
            </w:tabs>
            <w:ind w:left="992" w:hanging="992"/>
          </w:pPr>
        </w:pPrChange>
      </w:pPr>
      <w:bookmarkStart w:id="460" w:name="_Toc287481608"/>
      <w:del w:id="461" w:author="WTSWG1" w:date="2011-08-19T09:22:00Z">
        <w:r w:rsidRPr="00A33B52" w:rsidDel="000A1A14">
          <w:rPr>
            <w:lang w:eastAsia="sv-SE"/>
          </w:rPr>
          <w:delText xml:space="preserve">How to </w:delText>
        </w:r>
        <w:r w:rsidRPr="00A33B52" w:rsidDel="000A1A14">
          <w:rPr>
            <w:lang w:eastAsia="sv-SE"/>
          </w:rPr>
          <w:delText xml:space="preserve">give </w:delText>
        </w:r>
      </w:del>
      <w:ins w:id="462" w:author="VTS WG" w:date="2011-03-30T10:11:00Z">
        <w:del w:id="463" w:author="WTSWG1" w:date="2011-08-19T09:22:00Z">
          <w:r w:rsidDel="000A1A14">
            <w:rPr>
              <w:lang w:eastAsia="sv-SE"/>
            </w:rPr>
            <w:delText>provide</w:delText>
          </w:r>
          <w:r w:rsidRPr="00A33B52" w:rsidDel="000A1A14">
            <w:rPr>
              <w:lang w:eastAsia="sv-SE"/>
            </w:rPr>
            <w:delText xml:space="preserve"> </w:delText>
          </w:r>
        </w:del>
      </w:ins>
      <w:del w:id="464" w:author="WTSWG1" w:date="2011-08-19T09:22:00Z">
        <w:r w:rsidDel="000A1A14">
          <w:rPr>
            <w:lang w:eastAsia="sv-SE"/>
          </w:rPr>
          <w:delText>Traffic Organization S</w:delText>
        </w:r>
        <w:r w:rsidRPr="00A33B52" w:rsidDel="000A1A14">
          <w:rPr>
            <w:lang w:eastAsia="sv-SE"/>
          </w:rPr>
          <w:delText>ervice</w:delText>
        </w:r>
      </w:del>
      <w:bookmarkStart w:id="465" w:name="_Toc287481609"/>
      <w:bookmarkEnd w:id="460"/>
      <w:ins w:id="466" w:author="VTS WG" w:date="2011-03-30T10:22:00Z">
        <w:r>
          <w:rPr>
            <w:lang w:eastAsia="sv-SE"/>
          </w:rPr>
          <w:t>Methods of providing Traffic organisation service</w:t>
        </w:r>
      </w:ins>
      <w:ins w:id="467" w:author="VTS WG" w:date="2011-03-30T10:28:00Z">
        <w:r>
          <w:rPr>
            <w:lang w:eastAsia="sv-SE"/>
          </w:rPr>
          <w:t xml:space="preserve"> </w:t>
        </w:r>
      </w:ins>
    </w:p>
    <w:p w:rsidR="008D48B6" w:rsidRPr="00A33B52" w:rsidRDefault="008D48B6" w:rsidP="00100A04">
      <w:pPr>
        <w:rPr>
          <w:ins w:id="468" w:author="VTS WG" w:date="2011-03-30T10:22:00Z"/>
          <w:lang w:eastAsia="de-DE"/>
        </w:rPr>
      </w:pPr>
      <w:ins w:id="469" w:author="VTS WG" w:date="2011-03-30T10:22:00Z">
        <w:r>
          <w:rPr>
            <w:szCs w:val="22"/>
            <w:lang w:eastAsia="fi-FI" w:bidi="bn-IN"/>
          </w:rPr>
          <w:t xml:space="preserve">While VHF may be </w:t>
        </w:r>
      </w:ins>
      <w:ins w:id="470" w:author="VTSWG1" w:date="2011-08-10T18:32:00Z">
        <w:r>
          <w:rPr>
            <w:szCs w:val="22"/>
            <w:lang w:eastAsia="fi-FI" w:bidi="bn-IN"/>
          </w:rPr>
          <w:t>the</w:t>
        </w:r>
      </w:ins>
      <w:ins w:id="471" w:author="VTS WG" w:date="2011-03-30T10:22:00Z">
        <w:r>
          <w:rPr>
            <w:szCs w:val="22"/>
            <w:lang w:eastAsia="fi-FI" w:bidi="bn-IN"/>
          </w:rPr>
          <w:t xml:space="preserve"> primary means of providing </w:t>
        </w:r>
      </w:ins>
      <w:ins w:id="472" w:author="VTS WG" w:date="2011-03-30T10:23:00Z">
        <w:r>
          <w:rPr>
            <w:szCs w:val="22"/>
            <w:lang w:eastAsia="fi-FI" w:bidi="bn-IN"/>
          </w:rPr>
          <w:t>traffic organisation service</w:t>
        </w:r>
      </w:ins>
      <w:ins w:id="473" w:author="VTS WG" w:date="2011-03-30T10:22:00Z">
        <w:r>
          <w:rPr>
            <w:szCs w:val="22"/>
            <w:lang w:eastAsia="fi-FI" w:bidi="bn-IN"/>
          </w:rPr>
          <w:t xml:space="preserve"> any available means may be used</w:t>
        </w:r>
      </w:ins>
    </w:p>
    <w:p w:rsidR="008D48B6" w:rsidRDefault="008D48B6" w:rsidP="000A1A14">
      <w:pPr>
        <w:pStyle w:val="Heading2"/>
        <w:numPr>
          <w:ilvl w:val="3"/>
          <w:numId w:val="17"/>
        </w:numPr>
        <w:rPr>
          <w:lang w:eastAsia="sv-SE"/>
        </w:rPr>
      </w:pPr>
      <w:r w:rsidRPr="00A33B52">
        <w:rPr>
          <w:lang w:eastAsia="sv-SE"/>
        </w:rPr>
        <w:t xml:space="preserve">Message markers used under </w:t>
      </w:r>
      <w:r>
        <w:rPr>
          <w:lang w:eastAsia="sv-SE"/>
        </w:rPr>
        <w:t>a Traffic Organization Service</w:t>
      </w:r>
      <w:bookmarkEnd w:id="465"/>
    </w:p>
    <w:p w:rsidR="008D48B6" w:rsidRDefault="008D48B6" w:rsidP="004062BE">
      <w:pPr>
        <w:pStyle w:val="Default"/>
        <w:rPr>
          <w:sz w:val="22"/>
          <w:szCs w:val="22"/>
          <w:lang w:val="en-GB"/>
        </w:rPr>
      </w:pPr>
      <w:r>
        <w:rPr>
          <w:sz w:val="22"/>
          <w:szCs w:val="22"/>
          <w:lang w:val="en-GB"/>
        </w:rPr>
        <w:t xml:space="preserve">When providing </w:t>
      </w:r>
      <w:r w:rsidRPr="004062BE">
        <w:rPr>
          <w:sz w:val="22"/>
          <w:szCs w:val="22"/>
          <w:lang w:val="en-GB"/>
        </w:rPr>
        <w:t xml:space="preserve">Traffic Organisation </w:t>
      </w:r>
      <w:r>
        <w:rPr>
          <w:sz w:val="22"/>
          <w:szCs w:val="22"/>
          <w:lang w:val="en-GB"/>
        </w:rPr>
        <w:t>Service the following message markers may be used:</w:t>
      </w:r>
      <w:r w:rsidRPr="00481383">
        <w:rPr>
          <w:sz w:val="22"/>
          <w:szCs w:val="22"/>
          <w:lang w:val="en-GB"/>
        </w:rPr>
        <w:t xml:space="preserve"> </w:t>
      </w:r>
    </w:p>
    <w:p w:rsidR="008D48B6" w:rsidRPr="00481383" w:rsidRDefault="008D48B6" w:rsidP="004062BE">
      <w:pPr>
        <w:pStyle w:val="Default"/>
        <w:rPr>
          <w:sz w:val="22"/>
          <w:szCs w:val="22"/>
          <w:lang w:val="en-GB"/>
        </w:rPr>
      </w:pPr>
    </w:p>
    <w:p w:rsidR="008D48B6" w:rsidRPr="00481383" w:rsidRDefault="008D48B6" w:rsidP="004062BE">
      <w:pPr>
        <w:tabs>
          <w:tab w:val="num" w:pos="993"/>
        </w:tabs>
        <w:ind w:left="993" w:hanging="426"/>
      </w:pPr>
      <w:r w:rsidRPr="00481383">
        <w:t xml:space="preserve">INFORMATION </w:t>
      </w:r>
    </w:p>
    <w:p w:rsidR="008D48B6" w:rsidRPr="004062BE" w:rsidRDefault="008D48B6" w:rsidP="004062BE">
      <w:pPr>
        <w:tabs>
          <w:tab w:val="num" w:pos="993"/>
        </w:tabs>
        <w:ind w:left="993" w:hanging="426"/>
      </w:pPr>
      <w:r w:rsidRPr="004062BE">
        <w:t xml:space="preserve">WARNING </w:t>
      </w:r>
    </w:p>
    <w:p w:rsidR="008D48B6" w:rsidRPr="004062BE" w:rsidRDefault="008D48B6" w:rsidP="004062BE">
      <w:pPr>
        <w:tabs>
          <w:tab w:val="num" w:pos="993"/>
        </w:tabs>
        <w:ind w:left="993" w:hanging="426"/>
      </w:pPr>
      <w:r w:rsidRPr="004062BE">
        <w:t xml:space="preserve">ADVICE </w:t>
      </w:r>
    </w:p>
    <w:p w:rsidR="008D48B6" w:rsidRPr="004062BE" w:rsidRDefault="008D48B6" w:rsidP="004062BE">
      <w:pPr>
        <w:tabs>
          <w:tab w:val="num" w:pos="993"/>
        </w:tabs>
        <w:ind w:left="993" w:hanging="426"/>
      </w:pPr>
      <w:r w:rsidRPr="004062BE">
        <w:t>INSTRUCTION</w:t>
      </w:r>
    </w:p>
    <w:p w:rsidR="008D48B6" w:rsidRPr="00481383" w:rsidRDefault="008D48B6" w:rsidP="004062BE">
      <w:pPr>
        <w:tabs>
          <w:tab w:val="num" w:pos="993"/>
        </w:tabs>
        <w:ind w:left="993" w:hanging="426"/>
      </w:pPr>
      <w:r w:rsidRPr="004062BE">
        <w:t>QUESTION</w:t>
      </w:r>
      <w:r w:rsidRPr="00481383">
        <w:t xml:space="preserve"> </w:t>
      </w:r>
    </w:p>
    <w:p w:rsidR="008D48B6" w:rsidRPr="00481383" w:rsidRDefault="008D48B6" w:rsidP="004062BE">
      <w:pPr>
        <w:tabs>
          <w:tab w:val="num" w:pos="993"/>
        </w:tabs>
        <w:ind w:left="993" w:hanging="426"/>
      </w:pPr>
      <w:r w:rsidRPr="00481383">
        <w:t xml:space="preserve">ANSWER </w:t>
      </w:r>
    </w:p>
    <w:p w:rsidR="008D48B6" w:rsidRDefault="008D48B6" w:rsidP="004062BE">
      <w:pPr>
        <w:tabs>
          <w:tab w:val="num" w:pos="993"/>
        </w:tabs>
        <w:ind w:left="993" w:hanging="426"/>
      </w:pPr>
      <w:r w:rsidRPr="00481383">
        <w:t>REQUEST</w:t>
      </w:r>
    </w:p>
    <w:p w:rsidR="008D48B6" w:rsidRDefault="008D48B6" w:rsidP="004062BE">
      <w:pPr>
        <w:tabs>
          <w:tab w:val="num" w:pos="993"/>
        </w:tabs>
        <w:ind w:left="993" w:hanging="426"/>
      </w:pPr>
      <w:r>
        <w:t>INTENTION</w:t>
      </w:r>
    </w:p>
    <w:p w:rsidR="008D48B6" w:rsidRDefault="008D48B6" w:rsidP="004062BE"/>
    <w:p w:rsidR="008D48B6" w:rsidRPr="001B3138" w:rsidRDefault="008D48B6" w:rsidP="004062BE">
      <w:r>
        <w:rPr>
          <w:szCs w:val="22"/>
        </w:rPr>
        <w:t xml:space="preserve">For more information see the IMO Resolution A.918(22) </w:t>
      </w:r>
      <w:r>
        <w:rPr>
          <w:i/>
          <w:iCs/>
          <w:szCs w:val="22"/>
        </w:rPr>
        <w:t xml:space="preserve">IMO Standard Marine Communication </w:t>
      </w:r>
      <w:r w:rsidRPr="001B3138">
        <w:rPr>
          <w:i/>
        </w:rPr>
        <w:t>Phrases</w:t>
      </w:r>
      <w:r w:rsidRPr="001B3138">
        <w:t xml:space="preserve">. </w:t>
      </w:r>
    </w:p>
    <w:p w:rsidR="008D48B6" w:rsidRPr="00B34932" w:rsidRDefault="008D48B6" w:rsidP="00B34932">
      <w:pPr>
        <w:rPr>
          <w:lang w:eastAsia="de-DE"/>
        </w:rPr>
      </w:pPr>
    </w:p>
    <w:p w:rsidR="008D48B6" w:rsidRDefault="008D48B6">
      <w:pPr>
        <w:rPr>
          <w:b/>
          <w:caps/>
          <w:kern w:val="28"/>
          <w:sz w:val="24"/>
          <w:szCs w:val="20"/>
          <w:lang w:eastAsia="de-DE"/>
        </w:rPr>
      </w:pPr>
      <w:r>
        <w:br w:type="page"/>
      </w:r>
    </w:p>
    <w:p w:rsidR="008D48B6" w:rsidRPr="001E7670" w:rsidRDefault="008D48B6" w:rsidP="009E47AA">
      <w:pPr>
        <w:pStyle w:val="Heading1"/>
        <w:numPr>
          <w:ilvl w:val="0"/>
          <w:numId w:val="19"/>
        </w:numPr>
      </w:pPr>
      <w:bookmarkStart w:id="474" w:name="_Toc287481610"/>
      <w:r w:rsidRPr="001E7670">
        <w:t>REFERENCES</w:t>
      </w:r>
      <w:bookmarkEnd w:id="474"/>
    </w:p>
    <w:p w:rsidR="008D48B6" w:rsidRPr="00264724" w:rsidRDefault="008D48B6" w:rsidP="00264724">
      <w:pPr>
        <w:pStyle w:val="Default"/>
        <w:spacing w:before="120" w:after="120"/>
        <w:ind w:left="1133" w:hanging="1134"/>
        <w:jc w:val="both"/>
        <w:rPr>
          <w:sz w:val="22"/>
          <w:szCs w:val="22"/>
          <w:lang w:val="en-GB"/>
        </w:rPr>
      </w:pPr>
      <w:r w:rsidRPr="00264724">
        <w:rPr>
          <w:sz w:val="22"/>
          <w:szCs w:val="22"/>
          <w:lang w:val="en-GB"/>
        </w:rPr>
        <w:t>[1] SOLAS Regulation</w:t>
      </w:r>
      <w:r>
        <w:rPr>
          <w:sz w:val="22"/>
          <w:szCs w:val="22"/>
          <w:lang w:val="en-GB"/>
        </w:rPr>
        <w:t xml:space="preserve"> V-12 </w:t>
      </w:r>
      <w:r w:rsidRPr="00AE6AF7">
        <w:rPr>
          <w:i/>
          <w:sz w:val="22"/>
          <w:szCs w:val="22"/>
          <w:lang w:val="en-GB"/>
        </w:rPr>
        <w:t>Vessel Traffic Services</w:t>
      </w:r>
    </w:p>
    <w:p w:rsidR="008D48B6" w:rsidRPr="001E7670" w:rsidRDefault="008D48B6" w:rsidP="001E7670">
      <w:pPr>
        <w:pStyle w:val="Default"/>
        <w:spacing w:before="120" w:after="120"/>
        <w:ind w:left="1133" w:hanging="1134"/>
        <w:jc w:val="both"/>
        <w:rPr>
          <w:sz w:val="22"/>
          <w:szCs w:val="22"/>
          <w:lang w:val="en-GB"/>
        </w:rPr>
      </w:pPr>
      <w:r w:rsidRPr="001E7670">
        <w:rPr>
          <w:sz w:val="22"/>
          <w:szCs w:val="22"/>
          <w:lang w:val="en-GB"/>
        </w:rPr>
        <w:t>[2] IMO R</w:t>
      </w:r>
      <w:r>
        <w:rPr>
          <w:sz w:val="22"/>
          <w:szCs w:val="22"/>
          <w:lang w:val="en-GB"/>
        </w:rPr>
        <w:t xml:space="preserve">esolution A.857(20) </w:t>
      </w:r>
      <w:r w:rsidRPr="00AE6AF7">
        <w:rPr>
          <w:i/>
          <w:sz w:val="22"/>
          <w:szCs w:val="22"/>
          <w:lang w:val="en-GB"/>
        </w:rPr>
        <w:t>Guidelines for Vessel Traffic Services</w:t>
      </w:r>
      <w:r w:rsidRPr="001E7670">
        <w:rPr>
          <w:sz w:val="22"/>
          <w:szCs w:val="22"/>
          <w:lang w:val="en-GB"/>
        </w:rPr>
        <w:t xml:space="preserve"> </w:t>
      </w:r>
    </w:p>
    <w:p w:rsidR="008D48B6" w:rsidRPr="000908D6" w:rsidRDefault="008D48B6" w:rsidP="000908D6">
      <w:pPr>
        <w:pStyle w:val="Default"/>
        <w:spacing w:after="120"/>
        <w:jc w:val="both"/>
        <w:rPr>
          <w:strike/>
          <w:sz w:val="22"/>
          <w:szCs w:val="22"/>
          <w:lang w:val="en-GB"/>
        </w:rPr>
      </w:pPr>
      <w:r w:rsidRPr="000908D6">
        <w:rPr>
          <w:strike/>
          <w:sz w:val="22"/>
          <w:szCs w:val="22"/>
          <w:lang w:val="en-GB"/>
        </w:rPr>
        <w:t xml:space="preserve">[3] IMO Resolution A.851(20) General Principles for Ship Reporting Systems and Ship Reporting Requirements </w:t>
      </w:r>
    </w:p>
    <w:p w:rsidR="008D48B6" w:rsidRPr="001E7670" w:rsidRDefault="008D48B6" w:rsidP="001E7670">
      <w:pPr>
        <w:pStyle w:val="List1text"/>
        <w:ind w:left="0"/>
      </w:pPr>
      <w:r w:rsidRPr="001E7670">
        <w:t xml:space="preserve">[4] IMO Resolution A.918(22) </w:t>
      </w:r>
      <w:r w:rsidRPr="00AE6AF7">
        <w:rPr>
          <w:i/>
        </w:rPr>
        <w:t>IMO Standard Marine Communication Phrases</w:t>
      </w:r>
      <w:r w:rsidRPr="001E7670">
        <w:t xml:space="preserve"> </w:t>
      </w:r>
    </w:p>
    <w:p w:rsidR="008D48B6" w:rsidRPr="001E7670" w:rsidRDefault="008D48B6" w:rsidP="001E7670">
      <w:pPr>
        <w:pStyle w:val="List1text"/>
        <w:ind w:left="0"/>
      </w:pPr>
      <w:r w:rsidRPr="001E7670">
        <w:t>[5] IALA Recommend</w:t>
      </w:r>
      <w:r>
        <w:t>ation V-127 o</w:t>
      </w:r>
      <w:r w:rsidRPr="001E7670">
        <w:t xml:space="preserve">n </w:t>
      </w:r>
      <w:r w:rsidRPr="00AE6AF7">
        <w:rPr>
          <w:i/>
        </w:rPr>
        <w:t xml:space="preserve">Operational Procedures for Vessel Traffic Services </w:t>
      </w:r>
    </w:p>
    <w:p w:rsidR="008D48B6" w:rsidRPr="001E7670" w:rsidRDefault="008D48B6" w:rsidP="001E7670">
      <w:pPr>
        <w:pStyle w:val="List1text"/>
        <w:ind w:left="0"/>
      </w:pPr>
      <w:r w:rsidRPr="001E7670">
        <w:t xml:space="preserve">[6] IALA VTS Manual (2008) </w:t>
      </w:r>
    </w:p>
    <w:p w:rsidR="008D48B6" w:rsidRPr="001E7670" w:rsidRDefault="008D48B6" w:rsidP="001E7670">
      <w:pPr>
        <w:pStyle w:val="List1text"/>
        <w:ind w:left="0"/>
      </w:pPr>
      <w:r w:rsidRPr="001E7670">
        <w:t xml:space="preserve">[7] IALA Recommendation V-128 – </w:t>
      </w:r>
      <w:r w:rsidRPr="00AE6AF7">
        <w:rPr>
          <w:i/>
        </w:rPr>
        <w:t xml:space="preserve">Operational and Technical Performance Requirements for VTS Equipment </w:t>
      </w:r>
      <w:r w:rsidRPr="00AE6AF7">
        <w:rPr>
          <w:i/>
          <w:highlight w:val="yellow"/>
        </w:rPr>
        <w:t>Edition 3.0</w:t>
      </w:r>
      <w:r w:rsidRPr="001E7670">
        <w:t xml:space="preserve"> </w:t>
      </w:r>
    </w:p>
    <w:p w:rsidR="008D48B6" w:rsidRDefault="008D48B6" w:rsidP="001E7670">
      <w:pPr>
        <w:pStyle w:val="List1text"/>
        <w:ind w:left="0"/>
      </w:pPr>
      <w:r w:rsidRPr="001E7670">
        <w:t>[8] IALA Recommendation V-103 - VTS Operator training</w:t>
      </w:r>
    </w:p>
    <w:p w:rsidR="008D48B6" w:rsidRPr="00C91AE4" w:rsidRDefault="008D48B6" w:rsidP="001E7670">
      <w:pPr>
        <w:pStyle w:val="List1text"/>
        <w:ind w:left="0"/>
      </w:pPr>
      <w:r w:rsidRPr="00C91AE4">
        <w:rPr>
          <w:szCs w:val="22"/>
          <w:highlight w:val="cyan"/>
        </w:rPr>
        <w:t>IALA Guidelines 1045 on Staffing Levels at VTS Centres</w:t>
      </w:r>
    </w:p>
    <w:p w:rsidR="008D48B6" w:rsidRDefault="008D48B6" w:rsidP="009E47AA">
      <w:pPr>
        <w:rPr>
          <w:szCs w:val="22"/>
        </w:rPr>
      </w:pPr>
    </w:p>
    <w:p w:rsidR="008D48B6" w:rsidRPr="00E4569D" w:rsidRDefault="008D48B6" w:rsidP="00AE6AF7">
      <w:pPr>
        <w:rPr>
          <w:b/>
        </w:rPr>
      </w:pPr>
      <w:r>
        <w:rPr>
          <w:szCs w:val="22"/>
        </w:rPr>
        <w:br w:type="page"/>
      </w:r>
      <w:r w:rsidRPr="00E4569D">
        <w:rPr>
          <w:b/>
        </w:rPr>
        <w:t>Annex X - Examples on the use of message markers</w:t>
      </w:r>
    </w:p>
    <w:p w:rsidR="008D48B6" w:rsidRDefault="008D48B6" w:rsidP="009E47AA">
      <w:pPr>
        <w:rPr>
          <w:szCs w:val="22"/>
        </w:rPr>
      </w:pPr>
    </w:p>
    <w:p w:rsidR="008D48B6" w:rsidRPr="002B3AD7" w:rsidRDefault="008D48B6" w:rsidP="00826C23">
      <w:pPr>
        <w:pStyle w:val="Heading4"/>
        <w:numPr>
          <w:ilvl w:val="2"/>
          <w:numId w:val="13"/>
        </w:numPr>
      </w:pPr>
      <w:r w:rsidRPr="002B3AD7">
        <w:t xml:space="preserve">INFORMATION </w:t>
      </w:r>
    </w:p>
    <w:p w:rsidR="008D48B6" w:rsidRPr="00481383" w:rsidRDefault="008D48B6" w:rsidP="00826C23">
      <w:r w:rsidRPr="00481383">
        <w:t xml:space="preserve">SMCP defines Information as a communication whereby the message is restricted to observed facts, situations, etc. and is preferably used for navigational and traffic information. </w:t>
      </w:r>
    </w:p>
    <w:p w:rsidR="008D48B6" w:rsidRPr="00481383" w:rsidRDefault="008D48B6" w:rsidP="00826C23">
      <w:r w:rsidRPr="00481383">
        <w:t xml:space="preserve">As such, it is a relay of information extracted from the VTS sensors and the traffic image where no professional opinion by the VTSO is included, other than the determination by the VTSO that the information is relevant to the mariner. </w:t>
      </w:r>
    </w:p>
    <w:p w:rsidR="008D48B6" w:rsidRPr="00481383" w:rsidRDefault="008D48B6" w:rsidP="00826C23">
      <w:r w:rsidRPr="00481383">
        <w:t xml:space="preserve">Implicit in this definition is that the consequences of using the INFORMATION will be up to the recipient. </w:t>
      </w:r>
    </w:p>
    <w:p w:rsidR="008D48B6" w:rsidRPr="00481383" w:rsidRDefault="008D48B6" w:rsidP="00826C23">
      <w:r w:rsidRPr="00481383">
        <w:t xml:space="preserve">Examples of the provision of an INFORMATION Message during the delivery of Navigational Assistance to a vessel include: </w:t>
      </w:r>
    </w:p>
    <w:p w:rsidR="008D48B6" w:rsidRPr="00B54F4F" w:rsidRDefault="008D48B6" w:rsidP="00826C23">
      <w:pPr>
        <w:ind w:left="360"/>
        <w:rPr>
          <w:highlight w:val="green"/>
        </w:rPr>
      </w:pPr>
      <w:r w:rsidRPr="00B54F4F">
        <w:rPr>
          <w:highlight w:val="green"/>
        </w:rPr>
        <w:t xml:space="preserve">Course and speed over the ground by a vessel; </w:t>
      </w:r>
    </w:p>
    <w:p w:rsidR="008D48B6" w:rsidRPr="00B54F4F" w:rsidRDefault="008D48B6" w:rsidP="00826C23">
      <w:pPr>
        <w:ind w:left="360"/>
        <w:rPr>
          <w:highlight w:val="green"/>
        </w:rPr>
      </w:pPr>
      <w:r w:rsidRPr="00B54F4F">
        <w:rPr>
          <w:highlight w:val="green"/>
        </w:rPr>
        <w:t xml:space="preserve">Position relative to fairway axis, navigational features and/or way-points; </w:t>
      </w:r>
    </w:p>
    <w:p w:rsidR="008D48B6" w:rsidRPr="00B54F4F" w:rsidRDefault="008D48B6" w:rsidP="00826C23">
      <w:pPr>
        <w:ind w:left="360"/>
        <w:rPr>
          <w:highlight w:val="green"/>
        </w:rPr>
      </w:pPr>
      <w:r w:rsidRPr="00B54F4F">
        <w:rPr>
          <w:highlight w:val="green"/>
        </w:rPr>
        <w:t xml:space="preserve">Proximity to navigational hazards; and </w:t>
      </w:r>
    </w:p>
    <w:p w:rsidR="008D48B6" w:rsidRDefault="008D48B6" w:rsidP="00826C23">
      <w:pPr>
        <w:ind w:left="360"/>
      </w:pPr>
      <w:r w:rsidRPr="00B54F4F">
        <w:rPr>
          <w:highlight w:val="green"/>
        </w:rPr>
        <w:t>Positions, identities, intentions and any restrictions of surrounding traffic.</w:t>
      </w:r>
      <w:r w:rsidRPr="00481383">
        <w:t xml:space="preserve"> </w:t>
      </w:r>
    </w:p>
    <w:p w:rsidR="008D48B6" w:rsidRPr="00481383" w:rsidRDefault="008D48B6" w:rsidP="00826C23">
      <w:r w:rsidRPr="00481383">
        <w:rPr>
          <w:lang w:val="sv-SE"/>
        </w:rPr>
        <w:t>For example:</w:t>
      </w:r>
    </w:p>
    <w:tbl>
      <w:tblPr>
        <w:tblpPr w:leftFromText="180" w:rightFromText="180" w:vertAnchor="text" w:horzAnchor="margin" w:tblpXSpec="center" w:tblpY="4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6858"/>
      </w:tblGrid>
      <w:tr w:rsidR="008D48B6" w:rsidTr="00464404">
        <w:tc>
          <w:tcPr>
            <w:tcW w:w="1440" w:type="dxa"/>
            <w:shd w:val="clear" w:color="auto" w:fill="99CCFF"/>
          </w:tcPr>
          <w:p w:rsidR="008D48B6" w:rsidRDefault="008D48B6" w:rsidP="00464404">
            <w:pPr>
              <w:spacing w:before="120" w:after="120"/>
              <w:jc w:val="both"/>
            </w:pPr>
            <w:bookmarkStart w:id="475" w:name="OLE_LINK36"/>
            <w:r>
              <w:t>Example 1</w:t>
            </w:r>
          </w:p>
        </w:tc>
        <w:tc>
          <w:tcPr>
            <w:tcW w:w="6858" w:type="dxa"/>
            <w:shd w:val="clear" w:color="auto" w:fill="99CCFF"/>
          </w:tcPr>
          <w:p w:rsidR="008D48B6" w:rsidRDefault="008D48B6" w:rsidP="00464404">
            <w:pPr>
              <w:spacing w:before="120" w:after="120"/>
              <w:jc w:val="both"/>
            </w:pPr>
            <w:r>
              <w:t xml:space="preserve">“INFORMATION, </w:t>
            </w:r>
            <w:r w:rsidRPr="009B43A1">
              <w:t xml:space="preserve">According to my </w:t>
            </w:r>
            <w:r>
              <w:t>equipment, vessel “No Name” will overtake you on your starboard side in the vicinity of Buoy “….”.</w:t>
            </w:r>
          </w:p>
        </w:tc>
      </w:tr>
      <w:tr w:rsidR="008D48B6" w:rsidTr="00464404">
        <w:tc>
          <w:tcPr>
            <w:tcW w:w="1440" w:type="dxa"/>
            <w:shd w:val="clear" w:color="auto" w:fill="99CCFF"/>
          </w:tcPr>
          <w:p w:rsidR="008D48B6" w:rsidRDefault="008D48B6" w:rsidP="00464404">
            <w:pPr>
              <w:spacing w:before="120" w:after="120"/>
              <w:jc w:val="both"/>
            </w:pPr>
            <w:r>
              <w:t>Example 2</w:t>
            </w:r>
          </w:p>
        </w:tc>
        <w:tc>
          <w:tcPr>
            <w:tcW w:w="6858" w:type="dxa"/>
            <w:shd w:val="clear" w:color="auto" w:fill="99CCFF"/>
          </w:tcPr>
          <w:p w:rsidR="008D48B6" w:rsidRDefault="008D48B6" w:rsidP="00464404">
            <w:pPr>
              <w:spacing w:before="120" w:after="120"/>
              <w:jc w:val="both"/>
            </w:pPr>
            <w:r>
              <w:t>“INFORMATION, Next high water at Port “YY” predicted to be “….” at a height of “ZZ” metres.</w:t>
            </w:r>
          </w:p>
        </w:tc>
      </w:tr>
      <w:bookmarkEnd w:id="475"/>
    </w:tbl>
    <w:p w:rsidR="008D48B6" w:rsidRDefault="008D48B6" w:rsidP="00826C23">
      <w:pPr>
        <w:rPr>
          <w:lang w:eastAsia="de-DE"/>
        </w:rPr>
      </w:pPr>
    </w:p>
    <w:p w:rsidR="008D48B6" w:rsidRDefault="008D48B6" w:rsidP="00826C23">
      <w:pPr>
        <w:rPr>
          <w:lang w:eastAsia="de-DE"/>
        </w:rPr>
      </w:pPr>
    </w:p>
    <w:p w:rsidR="008D48B6" w:rsidRDefault="008D48B6" w:rsidP="00826C23">
      <w:pPr>
        <w:rPr>
          <w:lang w:eastAsia="de-DE"/>
        </w:rPr>
      </w:pPr>
    </w:p>
    <w:p w:rsidR="008D48B6" w:rsidRPr="002B3AD7" w:rsidRDefault="008D48B6" w:rsidP="00826C23">
      <w:pPr>
        <w:pStyle w:val="Heading4"/>
        <w:numPr>
          <w:ilvl w:val="2"/>
          <w:numId w:val="13"/>
        </w:numPr>
      </w:pPr>
      <w:r w:rsidRPr="002B3AD7">
        <w:t>WARNING</w:t>
      </w:r>
    </w:p>
    <w:p w:rsidR="008D48B6" w:rsidRPr="00235819" w:rsidRDefault="008D48B6" w:rsidP="00826C23">
      <w:pPr>
        <w:rPr>
          <w:highlight w:val="yellow"/>
          <w:lang w:eastAsia="de-DE"/>
        </w:rPr>
      </w:pPr>
      <w:r w:rsidRPr="00235819">
        <w:rPr>
          <w:highlight w:val="yellow"/>
          <w:lang w:eastAsia="de-DE"/>
        </w:rPr>
        <w:t xml:space="preserve">The provision of information during the delivery of Navigational Assistance may also include Warnings. SMCP defines WARNING as a communication whereby the message implies the intention of the sender to inform others about danger. It may be used to convey potentially dangerous situations or observed developing situations. </w:t>
      </w:r>
    </w:p>
    <w:p w:rsidR="008D48B6" w:rsidRPr="00235819" w:rsidRDefault="008D48B6" w:rsidP="00826C23">
      <w:pPr>
        <w:rPr>
          <w:highlight w:val="yellow"/>
          <w:lang w:eastAsia="de-DE"/>
        </w:rPr>
      </w:pPr>
    </w:p>
    <w:p w:rsidR="008D48B6" w:rsidRPr="00235819" w:rsidRDefault="008D48B6" w:rsidP="00826C23">
      <w:pPr>
        <w:rPr>
          <w:highlight w:val="yellow"/>
          <w:lang w:eastAsia="de-DE"/>
        </w:rPr>
      </w:pPr>
      <w:r w:rsidRPr="00235819">
        <w:rPr>
          <w:highlight w:val="yellow"/>
          <w:lang w:eastAsia="de-DE"/>
        </w:rPr>
        <w:t xml:space="preserve">As such, it is a relay of information extracted from the VTS sensors and the traffic image and, in the professional opinion of the VTSO, the message should be communicated to inform a vessel about potential danger. </w:t>
      </w:r>
    </w:p>
    <w:p w:rsidR="008D48B6" w:rsidRPr="00235819" w:rsidRDefault="008D48B6" w:rsidP="00826C23">
      <w:pPr>
        <w:rPr>
          <w:highlight w:val="yellow"/>
          <w:lang w:eastAsia="de-DE"/>
        </w:rPr>
      </w:pPr>
    </w:p>
    <w:p w:rsidR="008D48B6" w:rsidRPr="00235819" w:rsidRDefault="008D48B6" w:rsidP="00826C23">
      <w:pPr>
        <w:rPr>
          <w:highlight w:val="yellow"/>
          <w:lang w:eastAsia="de-DE"/>
        </w:rPr>
      </w:pPr>
      <w:r w:rsidRPr="00235819">
        <w:rPr>
          <w:highlight w:val="yellow"/>
          <w:lang w:eastAsia="de-DE"/>
        </w:rPr>
        <w:t>The contents of a Warning Message should be immediately assessed onboard the vessel in conjunction with any additional information which may not be available to the VTS centre.</w:t>
      </w:r>
    </w:p>
    <w:p w:rsidR="008D48B6" w:rsidRPr="002B3AD7" w:rsidRDefault="008D48B6" w:rsidP="00826C23">
      <w:pPr>
        <w:rPr>
          <w:lang w:eastAsia="de-DE"/>
        </w:rPr>
      </w:pPr>
      <w:r w:rsidRPr="00235819">
        <w:rPr>
          <w:highlight w:val="yellow"/>
          <w:lang w:eastAsia="de-DE"/>
        </w:rPr>
        <w:t xml:space="preserve">Implicit in this definition is that the recipient should pay immediate attention to the danger mentioned. </w:t>
      </w:r>
      <w:r>
        <w:rPr>
          <w:highlight w:val="yellow"/>
          <w:lang w:eastAsia="de-DE"/>
        </w:rPr>
        <w:t>The c</w:t>
      </w:r>
      <w:r w:rsidRPr="008D47DC">
        <w:rPr>
          <w:highlight w:val="yellow"/>
          <w:lang w:eastAsia="de-DE"/>
        </w:rPr>
        <w:t>onsequences of a WARNING will be up to the recipient</w:t>
      </w:r>
      <w:r>
        <w:rPr>
          <w:highlight w:val="yellow"/>
          <w:lang w:eastAsia="de-DE"/>
        </w:rPr>
        <w:t>.</w:t>
      </w:r>
      <w:r w:rsidRPr="008D47DC">
        <w:rPr>
          <w:highlight w:val="yellow"/>
          <w:lang w:eastAsia="de-DE"/>
        </w:rPr>
        <w:t xml:space="preserve"> </w:t>
      </w:r>
      <w:r w:rsidRPr="00235819">
        <w:rPr>
          <w:highlight w:val="yellow"/>
          <w:lang w:eastAsia="de-DE"/>
        </w:rPr>
        <w:t>Subject to the response of the vessel, a Warning Message may be followed by fu</w:t>
      </w:r>
      <w:r>
        <w:rPr>
          <w:highlight w:val="yellow"/>
          <w:lang w:eastAsia="de-DE"/>
        </w:rPr>
        <w:t>rther messages such as ADVICE</w:t>
      </w:r>
      <w:r w:rsidRPr="00235819">
        <w:rPr>
          <w:highlight w:val="yellow"/>
          <w:lang w:eastAsia="de-DE"/>
        </w:rPr>
        <w:t>.</w:t>
      </w:r>
      <w:r>
        <w:rPr>
          <w:highlight w:val="yellow"/>
          <w:lang w:eastAsia="de-DE"/>
        </w:rPr>
        <w:t xml:space="preserve"> </w:t>
      </w:r>
      <w:r w:rsidRPr="00235819">
        <w:rPr>
          <w:highlight w:val="yellow"/>
          <w:lang w:eastAsia="de-DE"/>
        </w:rPr>
        <w:t xml:space="preserve">Examples of the provision of a Warning Message during the delivery of </w:t>
      </w:r>
      <w:r>
        <w:rPr>
          <w:highlight w:val="yellow"/>
          <w:lang w:eastAsia="de-DE"/>
        </w:rPr>
        <w:t>Information Service</w:t>
      </w:r>
      <w:r w:rsidRPr="00235819">
        <w:rPr>
          <w:highlight w:val="yellow"/>
          <w:lang w:eastAsia="de-DE"/>
        </w:rPr>
        <w:t xml:space="preserve"> to a participating vessel include:</w:t>
      </w:r>
    </w:p>
    <w:p w:rsidR="008D48B6" w:rsidRDefault="008D48B6" w:rsidP="00826C23">
      <w:pPr>
        <w:rPr>
          <w:lang w:eastAsia="de-DE"/>
        </w:rPr>
      </w:pPr>
    </w:p>
    <w:tbl>
      <w:tblPr>
        <w:tblpPr w:leftFromText="180" w:rightFromText="180"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6858"/>
      </w:tblGrid>
      <w:tr w:rsidR="008D48B6" w:rsidRPr="003946EE" w:rsidTr="00464404">
        <w:tc>
          <w:tcPr>
            <w:tcW w:w="1620" w:type="dxa"/>
            <w:shd w:val="clear" w:color="auto" w:fill="99CCFF"/>
          </w:tcPr>
          <w:p w:rsidR="008D48B6" w:rsidRPr="00712184" w:rsidRDefault="008D48B6" w:rsidP="00464404">
            <w:pPr>
              <w:spacing w:before="120" w:after="120"/>
            </w:pPr>
            <w:r w:rsidRPr="00697A85">
              <w:t>Example 1</w:t>
            </w:r>
          </w:p>
        </w:tc>
        <w:tc>
          <w:tcPr>
            <w:tcW w:w="6858" w:type="dxa"/>
            <w:shd w:val="clear" w:color="auto" w:fill="99CCFF"/>
          </w:tcPr>
          <w:p w:rsidR="008D48B6" w:rsidRPr="002C7E83" w:rsidRDefault="008D48B6" w:rsidP="00464404">
            <w:pPr>
              <w:spacing w:before="120" w:after="120"/>
              <w:rPr>
                <w:highlight w:val="yellow"/>
              </w:rPr>
            </w:pPr>
            <w:r w:rsidRPr="002C7E83">
              <w:t>"WARNING.  Obstruction in the fairway.  Submerged container …. degrees, distance …. meters from …. buoy.”</w:t>
            </w:r>
          </w:p>
        </w:tc>
      </w:tr>
      <w:tr w:rsidR="008D48B6" w:rsidRPr="003946EE" w:rsidTr="00464404">
        <w:tc>
          <w:tcPr>
            <w:tcW w:w="1620" w:type="dxa"/>
            <w:shd w:val="clear" w:color="auto" w:fill="99CCFF"/>
          </w:tcPr>
          <w:p w:rsidR="008D48B6" w:rsidRPr="002C7E83" w:rsidRDefault="008D48B6" w:rsidP="00464404">
            <w:pPr>
              <w:spacing w:before="120" w:after="120"/>
            </w:pPr>
            <w:r>
              <w:t>Example 2</w:t>
            </w:r>
          </w:p>
        </w:tc>
        <w:tc>
          <w:tcPr>
            <w:tcW w:w="6858" w:type="dxa"/>
            <w:shd w:val="clear" w:color="auto" w:fill="99CCFF"/>
          </w:tcPr>
          <w:p w:rsidR="008D48B6" w:rsidRPr="00697A85" w:rsidRDefault="008D48B6" w:rsidP="00464404">
            <w:pPr>
              <w:spacing w:before="120" w:after="120"/>
            </w:pPr>
            <w:r>
              <w:t>“</w:t>
            </w:r>
            <w:r w:rsidRPr="00697A85">
              <w:t>WARNING</w:t>
            </w:r>
            <w:r>
              <w:t>.</w:t>
            </w:r>
            <w:r w:rsidRPr="00697A85">
              <w:t xml:space="preserve"> </w:t>
            </w:r>
            <w:r w:rsidRPr="009B43A1">
              <w:t xml:space="preserve"> According to my </w:t>
            </w:r>
            <w:r>
              <w:t>equipment</w:t>
            </w:r>
            <w:r w:rsidRPr="00697A85" w:rsidDel="00244221">
              <w:t xml:space="preserve"> </w:t>
            </w:r>
            <w:r w:rsidRPr="00697A85">
              <w:t xml:space="preserve">you </w:t>
            </w:r>
            <w:r>
              <w:t>are running into s</w:t>
            </w:r>
            <w:r w:rsidRPr="00697A85">
              <w:t>hallow water</w:t>
            </w:r>
            <w:r>
              <w:t>.”</w:t>
            </w:r>
          </w:p>
        </w:tc>
      </w:tr>
      <w:tr w:rsidR="008D48B6" w:rsidRPr="003946EE" w:rsidTr="00464404">
        <w:tc>
          <w:tcPr>
            <w:tcW w:w="1620" w:type="dxa"/>
            <w:shd w:val="clear" w:color="auto" w:fill="99CCFF"/>
          </w:tcPr>
          <w:p w:rsidR="008D48B6" w:rsidRDefault="008D48B6" w:rsidP="00464404">
            <w:pPr>
              <w:spacing w:before="120" w:after="120"/>
            </w:pPr>
            <w:r>
              <w:t>Example 3</w:t>
            </w:r>
          </w:p>
        </w:tc>
        <w:tc>
          <w:tcPr>
            <w:tcW w:w="6858" w:type="dxa"/>
            <w:shd w:val="clear" w:color="auto" w:fill="99CCFF"/>
          </w:tcPr>
          <w:p w:rsidR="008D48B6" w:rsidRDefault="008D48B6" w:rsidP="00464404">
            <w:pPr>
              <w:spacing w:before="120" w:after="120"/>
            </w:pPr>
            <w:r>
              <w:t>“WARNING.  According to my equipment, you will pass close to the outgoing vessel bearing …… degrees distance … nautical miles.”</w:t>
            </w:r>
          </w:p>
        </w:tc>
      </w:tr>
    </w:tbl>
    <w:p w:rsidR="008D48B6" w:rsidRDefault="008D48B6" w:rsidP="00826C23">
      <w:pPr>
        <w:rPr>
          <w:lang w:eastAsia="de-DE"/>
        </w:rPr>
      </w:pPr>
    </w:p>
    <w:p w:rsidR="008D48B6" w:rsidRDefault="008D48B6" w:rsidP="00826C23">
      <w:pPr>
        <w:rPr>
          <w:lang w:eastAsia="de-DE"/>
        </w:rPr>
      </w:pPr>
    </w:p>
    <w:p w:rsidR="008D48B6" w:rsidRPr="002B3AD7" w:rsidRDefault="008D48B6" w:rsidP="00826C23">
      <w:pPr>
        <w:pStyle w:val="Heading4"/>
        <w:numPr>
          <w:ilvl w:val="2"/>
          <w:numId w:val="13"/>
        </w:numPr>
      </w:pPr>
      <w:r>
        <w:t>ADVICE</w:t>
      </w:r>
    </w:p>
    <w:p w:rsidR="008D48B6" w:rsidRPr="004B0E6D" w:rsidRDefault="008D48B6" w:rsidP="00826C23">
      <w:pPr>
        <w:rPr>
          <w:iCs/>
          <w:highlight w:val="yellow"/>
          <w:lang w:eastAsia="de-DE"/>
        </w:rPr>
      </w:pPr>
      <w:r w:rsidRPr="004B0E6D">
        <w:rPr>
          <w:highlight w:val="yellow"/>
          <w:lang w:eastAsia="de-DE"/>
        </w:rPr>
        <w:t>SMCP defines ADVICE as a communication whereby the message implies the intention of the sender to influence the recipient by a recommendation</w:t>
      </w:r>
      <w:r w:rsidRPr="004B0E6D">
        <w:rPr>
          <w:i/>
          <w:iCs/>
          <w:highlight w:val="yellow"/>
          <w:lang w:eastAsia="de-DE"/>
        </w:rPr>
        <w:t xml:space="preserve">. </w:t>
      </w:r>
    </w:p>
    <w:p w:rsidR="008D48B6" w:rsidRPr="004B0E6D" w:rsidRDefault="008D48B6" w:rsidP="00826C23">
      <w:pPr>
        <w:rPr>
          <w:highlight w:val="yellow"/>
          <w:lang w:eastAsia="de-DE"/>
        </w:rPr>
      </w:pPr>
    </w:p>
    <w:p w:rsidR="008D48B6" w:rsidRPr="004B0E6D" w:rsidRDefault="008D48B6" w:rsidP="00826C23">
      <w:pPr>
        <w:rPr>
          <w:highlight w:val="yellow"/>
          <w:lang w:eastAsia="de-DE"/>
        </w:rPr>
      </w:pPr>
      <w:r w:rsidRPr="004B0E6D">
        <w:rPr>
          <w:highlight w:val="yellow"/>
          <w:lang w:eastAsia="de-DE"/>
        </w:rPr>
        <w:t xml:space="preserve">Implicit in this definition is: </w:t>
      </w:r>
    </w:p>
    <w:p w:rsidR="008D48B6" w:rsidRPr="004B0E6D" w:rsidRDefault="008D48B6" w:rsidP="00826C23">
      <w:pPr>
        <w:pStyle w:val="ListParagraph"/>
        <w:numPr>
          <w:ilvl w:val="0"/>
          <w:numId w:val="15"/>
        </w:numPr>
        <w:rPr>
          <w:highlight w:val="yellow"/>
          <w:lang w:eastAsia="de-DE"/>
        </w:rPr>
      </w:pPr>
      <w:r w:rsidRPr="004B0E6D">
        <w:rPr>
          <w:highlight w:val="yellow"/>
          <w:lang w:eastAsia="de-DE"/>
        </w:rPr>
        <w:t xml:space="preserve">A professional opinion on the part of the VTSO is included in the message as a means to influence the recipient; and </w:t>
      </w:r>
    </w:p>
    <w:p w:rsidR="008D48B6" w:rsidRPr="004B0E6D" w:rsidRDefault="008D48B6" w:rsidP="00826C23">
      <w:pPr>
        <w:pStyle w:val="ListParagraph"/>
        <w:numPr>
          <w:ilvl w:val="0"/>
          <w:numId w:val="15"/>
        </w:numPr>
        <w:rPr>
          <w:highlight w:val="yellow"/>
          <w:lang w:eastAsia="de-DE"/>
        </w:rPr>
      </w:pPr>
      <w:r w:rsidRPr="004B0E6D">
        <w:rPr>
          <w:highlight w:val="yellow"/>
          <w:lang w:eastAsia="de-DE"/>
        </w:rPr>
        <w:t xml:space="preserve">The recipient should pay immediate attention to the advice mentioned and the consequences of using the information provided will be up to the recipient. Advice does not necessarily have to be followed but should be considered very carefully by the recipient;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The recipient should always inform the VTS of intended actions. </w:t>
      </w:r>
    </w:p>
    <w:p w:rsidR="008D48B6" w:rsidRPr="004B0E6D" w:rsidRDefault="008D48B6" w:rsidP="00826C23">
      <w:pPr>
        <w:pStyle w:val="ListParagraph"/>
        <w:numPr>
          <w:ilvl w:val="0"/>
          <w:numId w:val="15"/>
        </w:numPr>
        <w:rPr>
          <w:highlight w:val="yellow"/>
          <w:lang w:eastAsia="de-DE"/>
        </w:rPr>
      </w:pPr>
      <w:r w:rsidRPr="004B0E6D">
        <w:rPr>
          <w:highlight w:val="yellow"/>
          <w:lang w:eastAsia="de-DE"/>
        </w:rPr>
        <w:t xml:space="preserve">The provision of advice in response to a developing situation may also include or require: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An assessment of the suitability of the vessel to respond to the advice provided including an assessment of linguistic ability;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A review of vessel characteristics including manoeuvrability relative to the area in which the service is provided and any defects or deficiencies;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 xml:space="preserve">An assessment of the environmental conditions; </w:t>
      </w:r>
    </w:p>
    <w:p w:rsidR="008D48B6" w:rsidRPr="004B0E6D" w:rsidRDefault="008D48B6" w:rsidP="00826C23">
      <w:pPr>
        <w:pStyle w:val="ListParagraph"/>
        <w:numPr>
          <w:ilvl w:val="1"/>
          <w:numId w:val="15"/>
        </w:numPr>
        <w:rPr>
          <w:highlight w:val="yellow"/>
          <w:lang w:eastAsia="de-DE"/>
        </w:rPr>
      </w:pPr>
      <w:r w:rsidRPr="004B0E6D">
        <w:rPr>
          <w:highlight w:val="yellow"/>
          <w:lang w:eastAsia="de-DE"/>
        </w:rPr>
        <w:t>An assessment of the implications of the cargo carried.</w:t>
      </w:r>
    </w:p>
    <w:p w:rsidR="008D48B6" w:rsidRDefault="008D48B6" w:rsidP="00826C23">
      <w:pPr>
        <w:rPr>
          <w:szCs w:val="22"/>
        </w:rPr>
      </w:pPr>
      <w:r w:rsidRPr="004B0E6D">
        <w:rPr>
          <w:szCs w:val="22"/>
          <w:highlight w:val="yellow"/>
        </w:rPr>
        <w:t>Examples of the provision of ADVICE during the delivery of Navigational Assistance to a participating vessel include:</w:t>
      </w:r>
    </w:p>
    <w:p w:rsidR="008D48B6" w:rsidRDefault="008D48B6" w:rsidP="00826C23">
      <w:pPr>
        <w:rPr>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6858"/>
      </w:tblGrid>
      <w:tr w:rsidR="008D48B6" w:rsidRPr="003946EE" w:rsidTr="00464404">
        <w:trPr>
          <w:cantSplit/>
          <w:trHeight w:val="903"/>
        </w:trPr>
        <w:tc>
          <w:tcPr>
            <w:tcW w:w="1800" w:type="dxa"/>
            <w:shd w:val="clear" w:color="auto" w:fill="99CCFF"/>
          </w:tcPr>
          <w:p w:rsidR="008D48B6" w:rsidRPr="002C7E83" w:rsidRDefault="008D48B6" w:rsidP="00464404">
            <w:pPr>
              <w:spacing w:before="120" w:after="120"/>
            </w:pPr>
            <w:r w:rsidRPr="00697A85">
              <w:t xml:space="preserve">Example </w:t>
            </w:r>
            <w:r>
              <w:t>1</w:t>
            </w:r>
          </w:p>
        </w:tc>
        <w:tc>
          <w:tcPr>
            <w:tcW w:w="6858" w:type="dxa"/>
            <w:shd w:val="clear" w:color="auto" w:fill="99CCFF"/>
          </w:tcPr>
          <w:p w:rsidR="008D48B6" w:rsidRDefault="008D48B6" w:rsidP="00464404">
            <w:pPr>
              <w:spacing w:before="120" w:after="120"/>
            </w:pPr>
            <w:r>
              <w:t>“WARNING.  According to my equipment, you are diverging from the recommended track.”</w:t>
            </w:r>
          </w:p>
          <w:p w:rsidR="008D48B6" w:rsidRPr="00697A85" w:rsidRDefault="008D48B6" w:rsidP="00464404">
            <w:pPr>
              <w:spacing w:before="120" w:after="120"/>
            </w:pPr>
            <w:r>
              <w:t>“ADVICE, Follow the recommended track.”</w:t>
            </w:r>
          </w:p>
        </w:tc>
      </w:tr>
      <w:tr w:rsidR="008D48B6" w:rsidRPr="003946EE" w:rsidTr="00464404">
        <w:trPr>
          <w:cantSplit/>
          <w:trHeight w:val="494"/>
        </w:trPr>
        <w:tc>
          <w:tcPr>
            <w:tcW w:w="1800" w:type="dxa"/>
            <w:shd w:val="clear" w:color="auto" w:fill="99CCFF"/>
          </w:tcPr>
          <w:p w:rsidR="008D48B6" w:rsidRPr="00712184" w:rsidRDefault="008D48B6" w:rsidP="00464404">
            <w:pPr>
              <w:spacing w:before="120" w:after="120"/>
            </w:pPr>
            <w:r w:rsidRPr="00697A85">
              <w:t xml:space="preserve">Example </w:t>
            </w:r>
            <w:r>
              <w:t>2</w:t>
            </w:r>
          </w:p>
        </w:tc>
        <w:tc>
          <w:tcPr>
            <w:tcW w:w="6858" w:type="dxa"/>
            <w:shd w:val="clear" w:color="auto" w:fill="99CCFF"/>
          </w:tcPr>
          <w:p w:rsidR="008D48B6" w:rsidRPr="00697A85" w:rsidRDefault="008D48B6" w:rsidP="00464404">
            <w:pPr>
              <w:spacing w:before="120" w:after="120"/>
            </w:pPr>
            <w:r>
              <w:t>“ADVICE.  Recommend course to make good ... degrees.”</w:t>
            </w:r>
          </w:p>
        </w:tc>
      </w:tr>
      <w:tr w:rsidR="008D48B6" w:rsidRPr="003946EE" w:rsidTr="00464404">
        <w:trPr>
          <w:cantSplit/>
          <w:trHeight w:val="969"/>
        </w:trPr>
        <w:tc>
          <w:tcPr>
            <w:tcW w:w="1800" w:type="dxa"/>
            <w:shd w:val="clear" w:color="auto" w:fill="99CCFF"/>
          </w:tcPr>
          <w:p w:rsidR="008D48B6" w:rsidRPr="00697A85" w:rsidRDefault="008D48B6" w:rsidP="00464404">
            <w:pPr>
              <w:spacing w:before="120" w:after="120"/>
            </w:pPr>
            <w:r>
              <w:t>Example 3</w:t>
            </w:r>
          </w:p>
        </w:tc>
        <w:tc>
          <w:tcPr>
            <w:tcW w:w="6858" w:type="dxa"/>
            <w:shd w:val="clear" w:color="auto" w:fill="99CCFF"/>
          </w:tcPr>
          <w:p w:rsidR="008D48B6" w:rsidRDefault="008D48B6" w:rsidP="00464404">
            <w:pPr>
              <w:spacing w:before="120" w:after="120"/>
            </w:pPr>
            <w:r>
              <w:t>“</w:t>
            </w:r>
            <w:r w:rsidRPr="00697A85">
              <w:t>WARNING</w:t>
            </w:r>
            <w:r>
              <w:t>.</w:t>
            </w:r>
            <w:r w:rsidRPr="00697A85">
              <w:t xml:space="preserve"> </w:t>
            </w:r>
            <w:r>
              <w:t xml:space="preserve"> According to my equipment</w:t>
            </w:r>
            <w:r w:rsidRPr="00697A85" w:rsidDel="00C9074E">
              <w:t xml:space="preserve"> </w:t>
            </w:r>
            <w:r w:rsidRPr="00697A85">
              <w:t xml:space="preserve">you are </w:t>
            </w:r>
            <w:r>
              <w:t xml:space="preserve">running into </w:t>
            </w:r>
            <w:r w:rsidRPr="00697A85">
              <w:t>shallow water</w:t>
            </w:r>
            <w:r>
              <w:t>, distance ...”</w:t>
            </w:r>
          </w:p>
          <w:p w:rsidR="008D48B6" w:rsidRDefault="008D48B6" w:rsidP="00464404">
            <w:pPr>
              <w:spacing w:before="120" w:after="120"/>
            </w:pPr>
            <w:r w:rsidDel="00320F7D">
              <w:t xml:space="preserve"> </w:t>
            </w:r>
            <w:r>
              <w:t>“ADVICE.  Recommend course … degrees.”</w:t>
            </w:r>
          </w:p>
        </w:tc>
      </w:tr>
    </w:tbl>
    <w:p w:rsidR="008D48B6" w:rsidRDefault="008D48B6" w:rsidP="00826C23">
      <w:pPr>
        <w:rPr>
          <w:szCs w:val="22"/>
        </w:rPr>
      </w:pPr>
    </w:p>
    <w:p w:rsidR="008D48B6" w:rsidRPr="004B0E6D" w:rsidRDefault="008D48B6" w:rsidP="00826C23">
      <w:pPr>
        <w:rPr>
          <w:highlight w:val="yellow"/>
          <w:lang w:eastAsia="de-DE"/>
        </w:rPr>
      </w:pPr>
      <w:r w:rsidRPr="004B0E6D">
        <w:rPr>
          <w:highlight w:val="yellow"/>
          <w:lang w:eastAsia="de-DE"/>
        </w:rPr>
        <w:t xml:space="preserve">VTS personnel and mariners should be fully aware of the implications of words such as "track", "heading", "course made good", “course to make good” and “course”. </w:t>
      </w:r>
    </w:p>
    <w:p w:rsidR="008D48B6" w:rsidRPr="004B0E6D" w:rsidRDefault="008D48B6" w:rsidP="00826C23">
      <w:pPr>
        <w:rPr>
          <w:highlight w:val="yellow"/>
          <w:lang w:eastAsia="de-DE"/>
        </w:rPr>
      </w:pPr>
      <w:r w:rsidRPr="004B0E6D">
        <w:rPr>
          <w:highlight w:val="yellow"/>
          <w:lang w:eastAsia="de-DE"/>
        </w:rPr>
        <w:t xml:space="preserve">Advice given from the VTS Centre should be result-oriented. Generally, advice should be provided using the terms “track” or “course to make good”. </w:t>
      </w:r>
    </w:p>
    <w:p w:rsidR="008D48B6" w:rsidRPr="004B0E6D" w:rsidRDefault="008D48B6" w:rsidP="00826C23">
      <w:pPr>
        <w:rPr>
          <w:highlight w:val="yellow"/>
          <w:lang w:eastAsia="de-DE"/>
        </w:rPr>
      </w:pPr>
      <w:r w:rsidRPr="004B0E6D">
        <w:rPr>
          <w:highlight w:val="yellow"/>
          <w:lang w:eastAsia="de-DE"/>
        </w:rPr>
        <w:t xml:space="preserve">When authorised by the competent authority and when intervention by VTS is deemed necessary or requested by a vessel, the VTS operator may advise or recommend a course. However, it should be understood that the safe and effective execution of the action remains the responsibility of the master. </w:t>
      </w:r>
    </w:p>
    <w:p w:rsidR="008D48B6" w:rsidRPr="004B0E6D" w:rsidRDefault="008D48B6" w:rsidP="00826C23">
      <w:pPr>
        <w:rPr>
          <w:highlight w:val="yellow"/>
          <w:lang w:eastAsia="de-DE"/>
        </w:rPr>
      </w:pPr>
      <w:r w:rsidRPr="004B0E6D">
        <w:rPr>
          <w:highlight w:val="yellow"/>
          <w:lang w:eastAsia="de-DE"/>
        </w:rPr>
        <w:t xml:space="preserve">In all circumstances when ADVICE is given, VTS personnel should monitor its effect carefully. </w:t>
      </w:r>
    </w:p>
    <w:p w:rsidR="008D48B6" w:rsidRDefault="008D48B6" w:rsidP="00826C23">
      <w:pPr>
        <w:rPr>
          <w:lang w:eastAsia="de-DE"/>
        </w:rPr>
      </w:pPr>
      <w:r w:rsidRPr="004B0E6D">
        <w:rPr>
          <w:highlight w:val="yellow"/>
          <w:lang w:eastAsia="de-DE"/>
        </w:rPr>
        <w:t>VTS/Competent Authorities should consider the legal implications of authorising VTS personnel to issue ADVICE and the competence of staff to give it.</w:t>
      </w:r>
    </w:p>
    <w:p w:rsidR="008D48B6" w:rsidRDefault="008D48B6" w:rsidP="00826C23">
      <w:pPr>
        <w:rPr>
          <w:lang w:eastAsia="de-DE"/>
        </w:rPr>
      </w:pPr>
    </w:p>
    <w:p w:rsidR="008D48B6" w:rsidRDefault="008D48B6" w:rsidP="00826C23">
      <w:pPr>
        <w:pStyle w:val="Heading4"/>
        <w:numPr>
          <w:ilvl w:val="2"/>
          <w:numId w:val="13"/>
        </w:numPr>
      </w:pPr>
      <w:r w:rsidRPr="00481383">
        <w:t xml:space="preserve">QUESTION </w:t>
      </w:r>
    </w:p>
    <w:p w:rsidR="008D48B6" w:rsidRPr="004B0E6D" w:rsidRDefault="008D48B6" w:rsidP="00826C23">
      <w:pPr>
        <w:rPr>
          <w:lang w:eastAsia="de-DE"/>
        </w:rPr>
      </w:pPr>
    </w:p>
    <w:p w:rsidR="008D48B6" w:rsidRPr="004B0E6D" w:rsidRDefault="008D48B6" w:rsidP="00826C23">
      <w:pPr>
        <w:rPr>
          <w:lang w:eastAsia="de-DE"/>
        </w:rPr>
      </w:pPr>
    </w:p>
    <w:p w:rsidR="008D48B6" w:rsidRDefault="008D48B6" w:rsidP="00826C23">
      <w:pPr>
        <w:pStyle w:val="Heading4"/>
        <w:numPr>
          <w:ilvl w:val="2"/>
          <w:numId w:val="13"/>
        </w:numPr>
      </w:pPr>
      <w:r>
        <w:t>ANSWER</w:t>
      </w:r>
    </w:p>
    <w:p w:rsidR="008D48B6" w:rsidRPr="004B0E6D" w:rsidRDefault="008D48B6" w:rsidP="00826C23">
      <w:pPr>
        <w:rPr>
          <w:lang w:eastAsia="de-DE"/>
        </w:rPr>
      </w:pPr>
    </w:p>
    <w:p w:rsidR="008D48B6" w:rsidRPr="004B0E6D" w:rsidRDefault="008D48B6" w:rsidP="00826C23">
      <w:pPr>
        <w:rPr>
          <w:lang w:eastAsia="de-DE"/>
        </w:rPr>
      </w:pPr>
    </w:p>
    <w:p w:rsidR="008D48B6" w:rsidRDefault="008D48B6" w:rsidP="00826C23">
      <w:pPr>
        <w:pStyle w:val="Heading4"/>
        <w:numPr>
          <w:ilvl w:val="2"/>
          <w:numId w:val="13"/>
        </w:numPr>
      </w:pPr>
      <w:r>
        <w:t>REQUEST</w:t>
      </w:r>
    </w:p>
    <w:p w:rsidR="008D48B6" w:rsidRPr="004B0E6D" w:rsidRDefault="008D48B6" w:rsidP="00826C23">
      <w:pPr>
        <w:rPr>
          <w:lang w:eastAsia="de-DE"/>
        </w:rPr>
      </w:pPr>
    </w:p>
    <w:p w:rsidR="008D48B6" w:rsidRPr="004B0E6D" w:rsidRDefault="008D48B6" w:rsidP="00826C23">
      <w:pPr>
        <w:rPr>
          <w:lang w:eastAsia="de-DE"/>
        </w:rPr>
      </w:pPr>
    </w:p>
    <w:p w:rsidR="008D48B6" w:rsidRDefault="008D48B6" w:rsidP="00826C23">
      <w:pPr>
        <w:pStyle w:val="Heading4"/>
        <w:numPr>
          <w:ilvl w:val="2"/>
          <w:numId w:val="13"/>
        </w:numPr>
      </w:pPr>
      <w:r>
        <w:t>INTENTION</w:t>
      </w:r>
    </w:p>
    <w:p w:rsidR="008D48B6" w:rsidRDefault="008D48B6" w:rsidP="009E47AA">
      <w:pPr>
        <w:rPr>
          <w:szCs w:val="22"/>
        </w:rPr>
      </w:pPr>
    </w:p>
    <w:p w:rsidR="008D48B6" w:rsidRDefault="008D48B6" w:rsidP="009E47AA">
      <w:pPr>
        <w:rPr>
          <w:szCs w:val="22"/>
        </w:rPr>
      </w:pPr>
    </w:p>
    <w:sectPr w:rsidR="008D48B6" w:rsidSect="00A163D8">
      <w:headerReference w:type="default" r:id="rId11"/>
      <w:footerReference w:type="default" r:id="rId12"/>
      <w:headerReference w:type="first" r:id="rId13"/>
      <w:pgSz w:w="11906" w:h="16838" w:code="9"/>
      <w:pgMar w:top="1134" w:right="1134" w:bottom="1134" w:left="1418" w:header="567" w:footer="567"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9" w:author="VTSWG1" w:date="2011-08-10T18:29:00Z" w:initials="ka">
    <w:p w:rsidR="008D48B6" w:rsidRDefault="008D48B6">
      <w:pPr>
        <w:pStyle w:val="CommentText"/>
      </w:pPr>
      <w:r>
        <w:rPr>
          <w:rStyle w:val="CommentReference"/>
        </w:rPr>
        <w:annotationRef/>
      </w:r>
      <w:r>
        <w:t>Should this perhaps be 'Intended Course'</w:t>
      </w:r>
    </w:p>
  </w:comment>
  <w:comment w:id="58" w:author="VTSWG1" w:date="2011-08-10T18:28:00Z" w:initials="ka">
    <w:p w:rsidR="008D48B6" w:rsidRDefault="008D48B6">
      <w:pPr>
        <w:pStyle w:val="CommentText"/>
      </w:pPr>
      <w:r>
        <w:rPr>
          <w:rStyle w:val="CommentReference"/>
        </w:rPr>
        <w:annotationRef/>
      </w:r>
      <w:r>
        <w:t xml:space="preserve">Suggest </w:t>
      </w:r>
      <w:r>
        <w:rPr>
          <w:rStyle w:val="CommentReference"/>
        </w:rPr>
        <w:annotationRef/>
      </w:r>
      <w:r>
        <w:t>'very' is deleted. Adds no value to the decision as use of advice should be carefully considered.</w:t>
      </w:r>
    </w:p>
  </w:comment>
  <w:comment w:id="59" w:author="VTSWG1" w:date="2011-08-19T08:39:00Z" w:initials="ka">
    <w:p w:rsidR="008D48B6" w:rsidRDefault="008D48B6">
      <w:pPr>
        <w:pStyle w:val="CommentText"/>
      </w:pPr>
      <w:r>
        <w:rPr>
          <w:rStyle w:val="CommentReference"/>
        </w:rPr>
        <w:annotationRef/>
      </w:r>
      <w:r>
        <w:t xml:space="preserve">The Australian VTS Working Group questioned the relevance of 'Intention' when it comes to VTS and under what circumstances it may be used to prefix a statement. It was agreed that the word Intention is useful within a statement (eg 'Sir, can you please confirm your intentions').   </w:t>
      </w:r>
    </w:p>
  </w:comment>
  <w:comment w:id="64" w:author="malin" w:date="2011-03-08T12:42:00Z" w:initials="3">
    <w:p w:rsidR="008D48B6" w:rsidRDefault="008D48B6">
      <w:pPr>
        <w:pStyle w:val="CommentText"/>
      </w:pPr>
      <w:r>
        <w:rPr>
          <w:rStyle w:val="CommentReference"/>
        </w:rPr>
        <w:annotationRef/>
      </w:r>
      <w:r>
        <w:t>Duplication  ch 4.2.2</w:t>
      </w:r>
    </w:p>
  </w:comment>
  <w:comment w:id="150" w:author="VTSWG1" w:date="2011-08-10T18:24:00Z" w:initials="ka">
    <w:p w:rsidR="008D48B6" w:rsidRDefault="008D48B6">
      <w:pPr>
        <w:pStyle w:val="CommentText"/>
      </w:pPr>
      <w:r>
        <w:rPr>
          <w:rStyle w:val="CommentReference"/>
        </w:rPr>
        <w:annotationRef/>
      </w:r>
      <w:r>
        <w:t>Important to reflect the text under 3.7 which provides guidance when an Instruction may be made under NASA "</w:t>
      </w:r>
      <w:r w:rsidRPr="00E67B20">
        <w:rPr>
          <w:b/>
          <w:i/>
        </w:rPr>
        <w:t xml:space="preserve"> </w:t>
      </w: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 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r>
        <w:rPr>
          <w:i/>
          <w:szCs w:val="22"/>
        </w:rPr>
        <w:t>"</w:t>
      </w:r>
    </w:p>
  </w:comment>
  <w:comment w:id="313" w:author="VTSWG1" w:date="2011-08-10T18:23:00Z" w:initials="ka">
    <w:p w:rsidR="008D48B6" w:rsidRDefault="008D48B6">
      <w:pPr>
        <w:pStyle w:val="CommentText"/>
      </w:pPr>
      <w:r>
        <w:rPr>
          <w:rStyle w:val="CommentReference"/>
        </w:rPr>
        <w:annotationRef/>
      </w:r>
      <w:r>
        <w:t>Important to reflect the text under 3.7 which provides guidance when an Instruction may be made under NASA "</w:t>
      </w:r>
      <w:r w:rsidRPr="00E67B20">
        <w:rPr>
          <w:b/>
          <w:i/>
        </w:rPr>
        <w:t xml:space="preserve"> </w:t>
      </w:r>
      <w:r w:rsidRPr="00071644">
        <w:rPr>
          <w:b/>
          <w:i/>
        </w:rPr>
        <w:t>Note</w:t>
      </w:r>
      <w:r>
        <w:rPr>
          <w:b/>
          <w:i/>
        </w:rPr>
        <w:t>:</w:t>
      </w:r>
      <w:r w:rsidRPr="00743586">
        <w:rPr>
          <w:i/>
          <w:szCs w:val="22"/>
        </w:rPr>
        <w:t xml:space="preserve"> This means that the sender, e.g. a VTS Station or a naval vessel, must have full</w:t>
      </w:r>
      <w:r>
        <w:rPr>
          <w:i/>
          <w:szCs w:val="22"/>
        </w:rPr>
        <w:t xml:space="preserve"> </w:t>
      </w:r>
      <w:r w:rsidRPr="00743586">
        <w:rPr>
          <w:i/>
          <w:szCs w:val="22"/>
        </w:rPr>
        <w:t>authority to send such a message. The recipient has to follow this legally binding</w:t>
      </w:r>
      <w:r>
        <w:rPr>
          <w:i/>
          <w:szCs w:val="22"/>
        </w:rPr>
        <w:t xml:space="preserve"> </w:t>
      </w:r>
      <w:r w:rsidRPr="00743586">
        <w:rPr>
          <w:i/>
          <w:szCs w:val="22"/>
        </w:rPr>
        <w:t>message unless he/she has contradictory safety reasons which then have to be</w:t>
      </w:r>
      <w:r>
        <w:rPr>
          <w:i/>
          <w:szCs w:val="22"/>
        </w:rPr>
        <w:t xml:space="preserve"> </w:t>
      </w:r>
      <w:r w:rsidRPr="00743586">
        <w:rPr>
          <w:i/>
          <w:szCs w:val="22"/>
        </w:rPr>
        <w:t>reported to the sender.</w:t>
      </w:r>
      <w:r>
        <w:rPr>
          <w:i/>
          <w:szCs w:val="22"/>
        </w:rPr>
        <w:t>"</w:t>
      </w:r>
    </w:p>
  </w:comment>
  <w:comment w:id="344" w:author="VTSWG1" w:date="2011-08-10T18:32:00Z" w:initials="ka">
    <w:p w:rsidR="008D48B6" w:rsidRDefault="008D48B6">
      <w:pPr>
        <w:pStyle w:val="CommentText"/>
      </w:pPr>
      <w:r>
        <w:rPr>
          <w:rStyle w:val="CommentReference"/>
        </w:rPr>
        <w:annotationRef/>
      </w:r>
      <w:r>
        <w:t>If you are planning you are already in the future. Word in the view of  Aust VTSWG is not required.</w:t>
      </w:r>
    </w:p>
  </w:comment>
  <w:comment w:id="409" w:author="VTS WG" w:date="2011-03-30T10:16:00Z" w:initials="Aust">
    <w:p w:rsidR="008D48B6" w:rsidRDefault="008D48B6">
      <w:pPr>
        <w:pStyle w:val="CommentText"/>
      </w:pPr>
      <w:r>
        <w:rPr>
          <w:rStyle w:val="CommentReference"/>
        </w:rPr>
        <w:annotationRef/>
      </w:r>
      <w:r>
        <w:t xml:space="preserve"> Believe enforcement is not an appropriate  task for VTS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8B6" w:rsidRDefault="008D48B6" w:rsidP="009E1230">
      <w:r>
        <w:separator/>
      </w:r>
    </w:p>
  </w:endnote>
  <w:endnote w:type="continuationSeparator" w:id="0">
    <w:p w:rsidR="008D48B6" w:rsidRDefault="008D48B6" w:rsidP="009E12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8B6" w:rsidRPr="008136BC" w:rsidRDefault="008D48B6"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23</w:t>
    </w:r>
    <w:r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8B6" w:rsidRDefault="008D48B6" w:rsidP="009E1230">
      <w:r>
        <w:separator/>
      </w:r>
    </w:p>
  </w:footnote>
  <w:footnote w:type="continuationSeparator" w:id="0">
    <w:p w:rsidR="008D48B6" w:rsidRDefault="008D48B6" w:rsidP="009E1230">
      <w:r>
        <w:continuationSeparator/>
      </w:r>
    </w:p>
  </w:footnote>
  <w:footnote w:id="1">
    <w:p w:rsidR="008D48B6" w:rsidRDefault="008D48B6">
      <w:pPr>
        <w:pStyle w:val="FootnoteText"/>
      </w:pPr>
      <w:r>
        <w:rPr>
          <w:rStyle w:val="FootnoteReference"/>
        </w:rPr>
        <w:footnoteRef/>
      </w:r>
      <w:r>
        <w:t xml:space="preserve"> Extracted from </w:t>
      </w:r>
      <w:r w:rsidRPr="001B7986">
        <w:t>IMO Resolution A</w:t>
      </w:r>
      <w:r>
        <w:t>.</w:t>
      </w:r>
      <w:r w:rsidRPr="001B7986">
        <w:t xml:space="preserve">918(22) </w:t>
      </w:r>
      <w:r w:rsidRPr="00A44757">
        <w:t>IMO Standard Marine Communication Phrases</w:t>
      </w:r>
    </w:p>
  </w:footnote>
  <w:footnote w:id="2">
    <w:p w:rsidR="008D48B6" w:rsidRDefault="008D48B6">
      <w:pPr>
        <w:pStyle w:val="FootnoteText"/>
      </w:pPr>
      <w:r>
        <w:rPr>
          <w:rStyle w:val="FootnoteReference"/>
        </w:rPr>
        <w:footnoteRef/>
      </w:r>
      <w:r>
        <w:t xml:space="preserve"> </w:t>
      </w:r>
      <w:r w:rsidRPr="0010426C">
        <w:t xml:space="preserve">The VTSO should have </w:t>
      </w:r>
      <w:r>
        <w:t xml:space="preserve">been given </w:t>
      </w:r>
      <w:r w:rsidRPr="0010426C">
        <w:t xml:space="preserve">the authority to </w:t>
      </w:r>
      <w:r>
        <w:t>use</w:t>
      </w:r>
      <w:r w:rsidRPr="0010426C">
        <w:t xml:space="preserve"> Instruction</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8B6" w:rsidRDefault="008D48B6" w:rsidP="008136BC">
    <w:pPr>
      <w:jc w:val="center"/>
      <w:rPr>
        <w:rFonts w:cs="Arial"/>
        <w:sz w:val="20"/>
        <w:highlight w:val="yellow"/>
      </w:rPr>
    </w:pPr>
    <w:r>
      <w:rPr>
        <w:rFonts w:cs="Arial"/>
        <w:sz w:val="20"/>
        <w:highlight w:val="yellow"/>
      </w:rPr>
      <w:t xml:space="preserve">Guideline #### – Provision of Information Service, Navigational Assistance Service and </w:t>
    </w:r>
    <w:r>
      <w:rPr>
        <w:rFonts w:cs="Arial"/>
        <w:sz w:val="20"/>
        <w:highlight w:val="yellow"/>
      </w:rPr>
      <w:br/>
      <w:t>Traffic Organi</w:t>
    </w:r>
    <w:ins w:id="476" w:author="mosu01" w:date="2011-03-10T10:47:00Z">
      <w:r>
        <w:rPr>
          <w:rFonts w:cs="Arial"/>
          <w:sz w:val="20"/>
          <w:highlight w:val="yellow"/>
        </w:rPr>
        <w:t>z</w:t>
      </w:r>
    </w:ins>
    <w:del w:id="477" w:author="mosu01" w:date="2011-03-10T10:47:00Z">
      <w:r w:rsidDel="00145093">
        <w:rPr>
          <w:rFonts w:cs="Arial"/>
          <w:sz w:val="20"/>
          <w:highlight w:val="yellow"/>
        </w:rPr>
        <w:delText>s</w:delText>
      </w:r>
    </w:del>
    <w:r>
      <w:rPr>
        <w:rFonts w:cs="Arial"/>
        <w:sz w:val="20"/>
        <w:highlight w:val="yellow"/>
      </w:rPr>
      <w:t>ation</w:t>
    </w:r>
    <w:del w:id="478" w:author="mosu01" w:date="2011-03-10T10:47:00Z">
      <w:r w:rsidDel="00145093">
        <w:rPr>
          <w:rFonts w:cs="Arial"/>
          <w:sz w:val="20"/>
          <w:highlight w:val="yellow"/>
        </w:rPr>
        <w:delText>al</w:delText>
      </w:r>
    </w:del>
    <w:r>
      <w:rPr>
        <w:rFonts w:cs="Arial"/>
        <w:sz w:val="20"/>
        <w:highlight w:val="yellow"/>
      </w:rPr>
      <w:t xml:space="preserve"> Service</w:t>
    </w:r>
  </w:p>
  <w:p w:rsidR="008D48B6" w:rsidRDefault="008D48B6"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rsidR="008D48B6" w:rsidRDefault="008D48B6">
    <w:pPr>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8B6" w:rsidRDefault="008D48B6" w:rsidP="00F579A3">
    <w:pPr>
      <w:pStyle w:val="Header"/>
      <w:jc w:val="right"/>
      <w:rPr>
        <w:ins w:id="479" w:author="wjb" w:date="2011-04-03T08:16:00Z"/>
      </w:rPr>
    </w:pPr>
    <w:ins w:id="480" w:author="wjb" w:date="2011-04-03T08:16:00Z">
      <w:r>
        <w:t>VTS32/WG1/WP#</w:t>
      </w:r>
    </w:ins>
  </w:p>
  <w:p w:rsidR="008D48B6" w:rsidRDefault="008D48B6" w:rsidP="00F579A3">
    <w:pPr>
      <w:pStyle w:val="Header"/>
      <w:jc w:val="right"/>
    </w:pPr>
    <w:ins w:id="481" w:author="wjb" w:date="2011-04-03T08:16:00Z">
      <w:r>
        <w:t xml:space="preserve">Formerly </w:t>
      </w:r>
    </w:ins>
    <w:r>
      <w:t>VTS32/8/3</w:t>
    </w:r>
  </w:p>
  <w:p w:rsidR="008D48B6" w:rsidRDefault="008D48B6" w:rsidP="00F579A3">
    <w:pPr>
      <w:pStyle w:val="Header"/>
      <w:jc w:val="right"/>
    </w:pPr>
    <w:r>
      <w:t>Formerly VTS31/WG1/WP3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7D2D994"/>
    <w:lvl w:ilvl="0">
      <w:start w:val="1"/>
      <w:numFmt w:val="decimal"/>
      <w:pStyle w:val="ListNumber"/>
      <w:lvlText w:val="%1."/>
      <w:lvlJc w:val="left"/>
      <w:pPr>
        <w:tabs>
          <w:tab w:val="num" w:pos="360"/>
        </w:tabs>
        <w:ind w:left="360" w:hanging="360"/>
      </w:pPr>
    </w:lvl>
  </w:abstractNum>
  <w:abstractNum w:abstractNumId="1">
    <w:nsid w:val="FFFFFF89"/>
    <w:multiLevelType w:val="singleLevel"/>
    <w:tmpl w:val="BFD27A3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C7FB6"/>
    <w:multiLevelType w:val="hybridMultilevel"/>
    <w:tmpl w:val="5E5ED76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3">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nsid w:val="19C37E91"/>
    <w:multiLevelType w:val="multilevel"/>
    <w:tmpl w:val="01FC9EB4"/>
    <w:lvl w:ilvl="0">
      <w:start w:val="1"/>
      <w:numFmt w:val="decimal"/>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26CB7490"/>
    <w:multiLevelType w:val="hybridMultilevel"/>
    <w:tmpl w:val="F7C24F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9">
    <w:nsid w:val="2B883CE9"/>
    <w:multiLevelType w:val="multilevel"/>
    <w:tmpl w:val="145A1EE8"/>
    <w:lvl w:ilvl="0">
      <w:start w:val="6"/>
      <w:numFmt w:val="decimal"/>
      <w:lvlText w:val="%1"/>
      <w:lvlJc w:val="left"/>
      <w:pPr>
        <w:ind w:left="480" w:hanging="480"/>
      </w:pPr>
      <w:rPr>
        <w:rFonts w:cs="Times New Roman" w:hint="default"/>
      </w:rPr>
    </w:lvl>
    <w:lvl w:ilvl="1">
      <w:start w:val="2"/>
      <w:numFmt w:val="decimal"/>
      <w:lvlText w:val="%1.%2"/>
      <w:lvlJc w:val="left"/>
      <w:pPr>
        <w:ind w:left="840" w:hanging="480"/>
      </w:pPr>
      <w:rPr>
        <w:rFonts w:cs="Times New Roman" w:hint="default"/>
      </w:rPr>
    </w:lvl>
    <w:lvl w:ilvl="2">
      <w:start w:val="5"/>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5">
    <w:nsid w:val="5C834553"/>
    <w:multiLevelType w:val="multilevel"/>
    <w:tmpl w:val="1A74188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5E1473E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9">
    <w:nsid w:val="658150A5"/>
    <w:multiLevelType w:val="hybridMultilevel"/>
    <w:tmpl w:val="2A2AEAA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0">
    <w:nsid w:val="71EB106A"/>
    <w:multiLevelType w:val="hybridMultilevel"/>
    <w:tmpl w:val="BEBA7B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2">
    <w:nsid w:val="793F4424"/>
    <w:multiLevelType w:val="hybridMultilevel"/>
    <w:tmpl w:val="C28E70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hint="default"/>
      </w:rPr>
    </w:lvl>
    <w:lvl w:ilvl="8" w:tplc="0406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7"/>
  </w:num>
  <w:num w:numId="4">
    <w:abstractNumId w:val="3"/>
  </w:num>
  <w:num w:numId="5">
    <w:abstractNumId w:val="7"/>
  </w:num>
  <w:num w:numId="6">
    <w:abstractNumId w:val="12"/>
  </w:num>
  <w:num w:numId="7">
    <w:abstractNumId w:val="18"/>
  </w:num>
  <w:num w:numId="8">
    <w:abstractNumId w:val="21"/>
  </w:num>
  <w:num w:numId="9">
    <w:abstractNumId w:val="14"/>
  </w:num>
  <w:num w:numId="10">
    <w:abstractNumId w:val="5"/>
  </w:num>
  <w:num w:numId="11">
    <w:abstractNumId w:val="13"/>
  </w:num>
  <w:num w:numId="12">
    <w:abstractNumId w:val="10"/>
  </w:num>
  <w:num w:numId="13">
    <w:abstractNumId w:val="15"/>
  </w:num>
  <w:num w:numId="14">
    <w:abstractNumId w:val="2"/>
  </w:num>
  <w:num w:numId="15">
    <w:abstractNumId w:val="6"/>
  </w:num>
  <w:num w:numId="16">
    <w:abstractNumId w:val="22"/>
  </w:num>
  <w:num w:numId="17">
    <w:abstractNumId w:val="11"/>
  </w:num>
  <w:num w:numId="18">
    <w:abstractNumId w:val="8"/>
  </w:num>
  <w:num w:numId="19">
    <w:abstractNumId w:val="11"/>
  </w:num>
  <w:num w:numId="20">
    <w:abstractNumId w:val="4"/>
  </w:num>
  <w:num w:numId="21">
    <w:abstractNumId w:val="20"/>
  </w:num>
  <w:num w:numId="22">
    <w:abstractNumId w:val="19"/>
  </w:num>
  <w:num w:numId="23">
    <w:abstractNumId w:val="9"/>
  </w:num>
  <w:num w:numId="24">
    <w:abstractNumId w:val="1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embedSystemFonts/>
  <w:stylePaneFormatFilter w:val="1F08"/>
  <w:defaultTabStop w:val="720"/>
  <w:hyphenationZone w:val="425"/>
  <w:doNotHyphenateCaps/>
  <w:clickAndTypeStyle w:val="BodyText"/>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4D13"/>
    <w:rsid w:val="00032948"/>
    <w:rsid w:val="000420D8"/>
    <w:rsid w:val="000448A8"/>
    <w:rsid w:val="00045C4D"/>
    <w:rsid w:val="000659BB"/>
    <w:rsid w:val="00066638"/>
    <w:rsid w:val="00071644"/>
    <w:rsid w:val="00076E5B"/>
    <w:rsid w:val="000908D6"/>
    <w:rsid w:val="000A1A14"/>
    <w:rsid w:val="000A3DF8"/>
    <w:rsid w:val="000A7C23"/>
    <w:rsid w:val="000B3FF3"/>
    <w:rsid w:val="000C3F32"/>
    <w:rsid w:val="000C4EBC"/>
    <w:rsid w:val="000D39CD"/>
    <w:rsid w:val="000D40D2"/>
    <w:rsid w:val="000E0D7D"/>
    <w:rsid w:val="000E78C0"/>
    <w:rsid w:val="000F42E1"/>
    <w:rsid w:val="00100A04"/>
    <w:rsid w:val="0010426C"/>
    <w:rsid w:val="00113AB5"/>
    <w:rsid w:val="00120CB7"/>
    <w:rsid w:val="00126198"/>
    <w:rsid w:val="001316AB"/>
    <w:rsid w:val="00135129"/>
    <w:rsid w:val="00136FB2"/>
    <w:rsid w:val="00144206"/>
    <w:rsid w:val="00145093"/>
    <w:rsid w:val="001477C1"/>
    <w:rsid w:val="001548A2"/>
    <w:rsid w:val="001574DC"/>
    <w:rsid w:val="00157A6B"/>
    <w:rsid w:val="00162C42"/>
    <w:rsid w:val="001639AE"/>
    <w:rsid w:val="00163F61"/>
    <w:rsid w:val="0018656F"/>
    <w:rsid w:val="00190B2B"/>
    <w:rsid w:val="001A1B62"/>
    <w:rsid w:val="001A2B50"/>
    <w:rsid w:val="001B3138"/>
    <w:rsid w:val="001B7986"/>
    <w:rsid w:val="001D3B7C"/>
    <w:rsid w:val="001D5DFD"/>
    <w:rsid w:val="001D709A"/>
    <w:rsid w:val="001E3896"/>
    <w:rsid w:val="001E5049"/>
    <w:rsid w:val="001E7670"/>
    <w:rsid w:val="001F2044"/>
    <w:rsid w:val="001F4DD5"/>
    <w:rsid w:val="00201991"/>
    <w:rsid w:val="00204602"/>
    <w:rsid w:val="00207DD1"/>
    <w:rsid w:val="00213FD7"/>
    <w:rsid w:val="00227B7D"/>
    <w:rsid w:val="00235819"/>
    <w:rsid w:val="00237FE9"/>
    <w:rsid w:val="00244044"/>
    <w:rsid w:val="00244221"/>
    <w:rsid w:val="00261089"/>
    <w:rsid w:val="00264724"/>
    <w:rsid w:val="00277327"/>
    <w:rsid w:val="002835CE"/>
    <w:rsid w:val="002A406B"/>
    <w:rsid w:val="002A6AAB"/>
    <w:rsid w:val="002B19DE"/>
    <w:rsid w:val="002B3AD7"/>
    <w:rsid w:val="002B4786"/>
    <w:rsid w:val="002C7E83"/>
    <w:rsid w:val="002E6C2A"/>
    <w:rsid w:val="002E7CE7"/>
    <w:rsid w:val="002F4EA6"/>
    <w:rsid w:val="002F7535"/>
    <w:rsid w:val="0030629B"/>
    <w:rsid w:val="00317D7F"/>
    <w:rsid w:val="00320F7D"/>
    <w:rsid w:val="0032752D"/>
    <w:rsid w:val="003515D1"/>
    <w:rsid w:val="00355127"/>
    <w:rsid w:val="00356DD7"/>
    <w:rsid w:val="0036431C"/>
    <w:rsid w:val="0036734B"/>
    <w:rsid w:val="00371BEF"/>
    <w:rsid w:val="00377446"/>
    <w:rsid w:val="00380C7B"/>
    <w:rsid w:val="00381899"/>
    <w:rsid w:val="003946EE"/>
    <w:rsid w:val="00395D68"/>
    <w:rsid w:val="003A0B37"/>
    <w:rsid w:val="003A2960"/>
    <w:rsid w:val="003A4769"/>
    <w:rsid w:val="003B56E5"/>
    <w:rsid w:val="003C25A1"/>
    <w:rsid w:val="003C6219"/>
    <w:rsid w:val="003D560A"/>
    <w:rsid w:val="003D6F36"/>
    <w:rsid w:val="003E36AA"/>
    <w:rsid w:val="003E5C8B"/>
    <w:rsid w:val="003F23D2"/>
    <w:rsid w:val="004062BE"/>
    <w:rsid w:val="00411A38"/>
    <w:rsid w:val="00422E65"/>
    <w:rsid w:val="00425EDD"/>
    <w:rsid w:val="004308D2"/>
    <w:rsid w:val="0044047B"/>
    <w:rsid w:val="00445B60"/>
    <w:rsid w:val="004560AA"/>
    <w:rsid w:val="00460028"/>
    <w:rsid w:val="00463F92"/>
    <w:rsid w:val="00464404"/>
    <w:rsid w:val="0046695C"/>
    <w:rsid w:val="00466C19"/>
    <w:rsid w:val="00481383"/>
    <w:rsid w:val="00484148"/>
    <w:rsid w:val="00487EB5"/>
    <w:rsid w:val="00491DC6"/>
    <w:rsid w:val="004933ED"/>
    <w:rsid w:val="004A3893"/>
    <w:rsid w:val="004B0E6D"/>
    <w:rsid w:val="004C0A4F"/>
    <w:rsid w:val="004C2F5C"/>
    <w:rsid w:val="004C3473"/>
    <w:rsid w:val="004D182A"/>
    <w:rsid w:val="004D6AF2"/>
    <w:rsid w:val="004E5C57"/>
    <w:rsid w:val="004F17F7"/>
    <w:rsid w:val="004F5078"/>
    <w:rsid w:val="004F69F1"/>
    <w:rsid w:val="004F6DD8"/>
    <w:rsid w:val="004F72F9"/>
    <w:rsid w:val="00501663"/>
    <w:rsid w:val="005114BB"/>
    <w:rsid w:val="0052391D"/>
    <w:rsid w:val="005332CF"/>
    <w:rsid w:val="00543FB3"/>
    <w:rsid w:val="0055183C"/>
    <w:rsid w:val="00564600"/>
    <w:rsid w:val="005729D4"/>
    <w:rsid w:val="005730A9"/>
    <w:rsid w:val="0057512B"/>
    <w:rsid w:val="00582569"/>
    <w:rsid w:val="00582849"/>
    <w:rsid w:val="005A6C35"/>
    <w:rsid w:val="005B04C9"/>
    <w:rsid w:val="005B0539"/>
    <w:rsid w:val="005C1481"/>
    <w:rsid w:val="005C5063"/>
    <w:rsid w:val="005F72D4"/>
    <w:rsid w:val="005F7795"/>
    <w:rsid w:val="0061125B"/>
    <w:rsid w:val="00620822"/>
    <w:rsid w:val="00631149"/>
    <w:rsid w:val="00631A1F"/>
    <w:rsid w:val="00632734"/>
    <w:rsid w:val="00633093"/>
    <w:rsid w:val="0063750F"/>
    <w:rsid w:val="00641F5F"/>
    <w:rsid w:val="006427BF"/>
    <w:rsid w:val="006513D2"/>
    <w:rsid w:val="00651979"/>
    <w:rsid w:val="00655287"/>
    <w:rsid w:val="00666C42"/>
    <w:rsid w:val="00693146"/>
    <w:rsid w:val="00695A35"/>
    <w:rsid w:val="00695AA3"/>
    <w:rsid w:val="00697A85"/>
    <w:rsid w:val="006B371F"/>
    <w:rsid w:val="006F5516"/>
    <w:rsid w:val="006F5BF7"/>
    <w:rsid w:val="007108ED"/>
    <w:rsid w:val="00712184"/>
    <w:rsid w:val="00714D13"/>
    <w:rsid w:val="00720426"/>
    <w:rsid w:val="00721DBE"/>
    <w:rsid w:val="007238EA"/>
    <w:rsid w:val="0072784D"/>
    <w:rsid w:val="00736954"/>
    <w:rsid w:val="007379A8"/>
    <w:rsid w:val="00743586"/>
    <w:rsid w:val="0075170E"/>
    <w:rsid w:val="00752173"/>
    <w:rsid w:val="00757D6C"/>
    <w:rsid w:val="00761C1E"/>
    <w:rsid w:val="00767FC6"/>
    <w:rsid w:val="00774E1F"/>
    <w:rsid w:val="00777D55"/>
    <w:rsid w:val="00783871"/>
    <w:rsid w:val="00785FAC"/>
    <w:rsid w:val="007920F8"/>
    <w:rsid w:val="007A09E5"/>
    <w:rsid w:val="007B0713"/>
    <w:rsid w:val="007B5D98"/>
    <w:rsid w:val="007D4136"/>
    <w:rsid w:val="007D5ACE"/>
    <w:rsid w:val="007E43BC"/>
    <w:rsid w:val="007E6223"/>
    <w:rsid w:val="007E6DFE"/>
    <w:rsid w:val="007F6AC1"/>
    <w:rsid w:val="008136BC"/>
    <w:rsid w:val="00826C23"/>
    <w:rsid w:val="0083396C"/>
    <w:rsid w:val="008517B6"/>
    <w:rsid w:val="00853C9F"/>
    <w:rsid w:val="00856635"/>
    <w:rsid w:val="00857962"/>
    <w:rsid w:val="00863D8E"/>
    <w:rsid w:val="0086412B"/>
    <w:rsid w:val="0087060C"/>
    <w:rsid w:val="00870A1B"/>
    <w:rsid w:val="0087112A"/>
    <w:rsid w:val="00885A04"/>
    <w:rsid w:val="008C68EF"/>
    <w:rsid w:val="008D169A"/>
    <w:rsid w:val="008D3E6A"/>
    <w:rsid w:val="008D47DC"/>
    <w:rsid w:val="008D48B6"/>
    <w:rsid w:val="008E02F0"/>
    <w:rsid w:val="008E6FFB"/>
    <w:rsid w:val="008E7ED5"/>
    <w:rsid w:val="008F22FF"/>
    <w:rsid w:val="008F5390"/>
    <w:rsid w:val="00905176"/>
    <w:rsid w:val="00905F4D"/>
    <w:rsid w:val="00921872"/>
    <w:rsid w:val="00922B53"/>
    <w:rsid w:val="00932AEE"/>
    <w:rsid w:val="009354A6"/>
    <w:rsid w:val="009425AC"/>
    <w:rsid w:val="009426DC"/>
    <w:rsid w:val="009504E2"/>
    <w:rsid w:val="0095501F"/>
    <w:rsid w:val="00956293"/>
    <w:rsid w:val="00962D02"/>
    <w:rsid w:val="0096679C"/>
    <w:rsid w:val="009673B5"/>
    <w:rsid w:val="00970B19"/>
    <w:rsid w:val="00973517"/>
    <w:rsid w:val="00976F9D"/>
    <w:rsid w:val="00982E75"/>
    <w:rsid w:val="00983B71"/>
    <w:rsid w:val="00986D5A"/>
    <w:rsid w:val="009969BD"/>
    <w:rsid w:val="009A2C02"/>
    <w:rsid w:val="009B30D7"/>
    <w:rsid w:val="009B43A1"/>
    <w:rsid w:val="009B54A0"/>
    <w:rsid w:val="009C22FA"/>
    <w:rsid w:val="009C4A69"/>
    <w:rsid w:val="009C4BBF"/>
    <w:rsid w:val="009D215E"/>
    <w:rsid w:val="009D41DD"/>
    <w:rsid w:val="009D739F"/>
    <w:rsid w:val="009E0216"/>
    <w:rsid w:val="009E1230"/>
    <w:rsid w:val="009E13CF"/>
    <w:rsid w:val="009E2F87"/>
    <w:rsid w:val="009E41DD"/>
    <w:rsid w:val="009E47AA"/>
    <w:rsid w:val="009F34B3"/>
    <w:rsid w:val="009F7963"/>
    <w:rsid w:val="00A10C41"/>
    <w:rsid w:val="00A149F2"/>
    <w:rsid w:val="00A14A4B"/>
    <w:rsid w:val="00A14A91"/>
    <w:rsid w:val="00A163D8"/>
    <w:rsid w:val="00A21909"/>
    <w:rsid w:val="00A252E0"/>
    <w:rsid w:val="00A27A7A"/>
    <w:rsid w:val="00A323B0"/>
    <w:rsid w:val="00A3285F"/>
    <w:rsid w:val="00A33B52"/>
    <w:rsid w:val="00A36563"/>
    <w:rsid w:val="00A4101F"/>
    <w:rsid w:val="00A41A5C"/>
    <w:rsid w:val="00A444FA"/>
    <w:rsid w:val="00A44622"/>
    <w:rsid w:val="00A44757"/>
    <w:rsid w:val="00A6234F"/>
    <w:rsid w:val="00A65D77"/>
    <w:rsid w:val="00A71783"/>
    <w:rsid w:val="00A755AA"/>
    <w:rsid w:val="00A849C5"/>
    <w:rsid w:val="00A85FF4"/>
    <w:rsid w:val="00A876F8"/>
    <w:rsid w:val="00A903F5"/>
    <w:rsid w:val="00A91A87"/>
    <w:rsid w:val="00AB2A87"/>
    <w:rsid w:val="00AB5CAB"/>
    <w:rsid w:val="00AC2C6D"/>
    <w:rsid w:val="00AC5F56"/>
    <w:rsid w:val="00AD734C"/>
    <w:rsid w:val="00AD78B0"/>
    <w:rsid w:val="00AE1F59"/>
    <w:rsid w:val="00AE5700"/>
    <w:rsid w:val="00AE6AF7"/>
    <w:rsid w:val="00AF0D95"/>
    <w:rsid w:val="00AF615B"/>
    <w:rsid w:val="00AF667A"/>
    <w:rsid w:val="00B00354"/>
    <w:rsid w:val="00B01900"/>
    <w:rsid w:val="00B0585C"/>
    <w:rsid w:val="00B0620F"/>
    <w:rsid w:val="00B201CC"/>
    <w:rsid w:val="00B21635"/>
    <w:rsid w:val="00B34533"/>
    <w:rsid w:val="00B34932"/>
    <w:rsid w:val="00B43874"/>
    <w:rsid w:val="00B4389F"/>
    <w:rsid w:val="00B43C65"/>
    <w:rsid w:val="00B534F2"/>
    <w:rsid w:val="00B54F4F"/>
    <w:rsid w:val="00B63794"/>
    <w:rsid w:val="00B6686E"/>
    <w:rsid w:val="00B66DC6"/>
    <w:rsid w:val="00B67FCB"/>
    <w:rsid w:val="00B75306"/>
    <w:rsid w:val="00B75C73"/>
    <w:rsid w:val="00B84B81"/>
    <w:rsid w:val="00B94608"/>
    <w:rsid w:val="00BB31A9"/>
    <w:rsid w:val="00BD11A2"/>
    <w:rsid w:val="00BD11AF"/>
    <w:rsid w:val="00BE1BEC"/>
    <w:rsid w:val="00C000AE"/>
    <w:rsid w:val="00C02E4B"/>
    <w:rsid w:val="00C37636"/>
    <w:rsid w:val="00C47A77"/>
    <w:rsid w:val="00C528B9"/>
    <w:rsid w:val="00C531DA"/>
    <w:rsid w:val="00C748BD"/>
    <w:rsid w:val="00C75503"/>
    <w:rsid w:val="00C80FDB"/>
    <w:rsid w:val="00C82699"/>
    <w:rsid w:val="00C9074E"/>
    <w:rsid w:val="00C9142C"/>
    <w:rsid w:val="00C91AE4"/>
    <w:rsid w:val="00C92711"/>
    <w:rsid w:val="00C95D0A"/>
    <w:rsid w:val="00C976CE"/>
    <w:rsid w:val="00CA691F"/>
    <w:rsid w:val="00CA6970"/>
    <w:rsid w:val="00CB5315"/>
    <w:rsid w:val="00CB5860"/>
    <w:rsid w:val="00CB59B3"/>
    <w:rsid w:val="00CB7C20"/>
    <w:rsid w:val="00CD7575"/>
    <w:rsid w:val="00CE355B"/>
    <w:rsid w:val="00CE7AB5"/>
    <w:rsid w:val="00CF35FB"/>
    <w:rsid w:val="00D105A7"/>
    <w:rsid w:val="00D127D1"/>
    <w:rsid w:val="00D21C83"/>
    <w:rsid w:val="00D3428B"/>
    <w:rsid w:val="00D40694"/>
    <w:rsid w:val="00D46A6C"/>
    <w:rsid w:val="00D50131"/>
    <w:rsid w:val="00D52150"/>
    <w:rsid w:val="00D705B1"/>
    <w:rsid w:val="00D76E20"/>
    <w:rsid w:val="00D82B38"/>
    <w:rsid w:val="00D847AD"/>
    <w:rsid w:val="00D86532"/>
    <w:rsid w:val="00D879DA"/>
    <w:rsid w:val="00DB4005"/>
    <w:rsid w:val="00DB585F"/>
    <w:rsid w:val="00DC1CA6"/>
    <w:rsid w:val="00DD6174"/>
    <w:rsid w:val="00DE1C55"/>
    <w:rsid w:val="00DF398E"/>
    <w:rsid w:val="00E03A15"/>
    <w:rsid w:val="00E14C95"/>
    <w:rsid w:val="00E20AC8"/>
    <w:rsid w:val="00E2706B"/>
    <w:rsid w:val="00E36E66"/>
    <w:rsid w:val="00E37CF6"/>
    <w:rsid w:val="00E37F22"/>
    <w:rsid w:val="00E42CF6"/>
    <w:rsid w:val="00E4569D"/>
    <w:rsid w:val="00E67B20"/>
    <w:rsid w:val="00E711D8"/>
    <w:rsid w:val="00E7550C"/>
    <w:rsid w:val="00E96B82"/>
    <w:rsid w:val="00EA0719"/>
    <w:rsid w:val="00EA6DCD"/>
    <w:rsid w:val="00EB1945"/>
    <w:rsid w:val="00EC138C"/>
    <w:rsid w:val="00EC3208"/>
    <w:rsid w:val="00ED2684"/>
    <w:rsid w:val="00EE33C3"/>
    <w:rsid w:val="00EF0454"/>
    <w:rsid w:val="00EF1238"/>
    <w:rsid w:val="00F11318"/>
    <w:rsid w:val="00F1531A"/>
    <w:rsid w:val="00F155DC"/>
    <w:rsid w:val="00F40CDE"/>
    <w:rsid w:val="00F41549"/>
    <w:rsid w:val="00F47083"/>
    <w:rsid w:val="00F52AC3"/>
    <w:rsid w:val="00F579A3"/>
    <w:rsid w:val="00F663D6"/>
    <w:rsid w:val="00F710A0"/>
    <w:rsid w:val="00F81F16"/>
    <w:rsid w:val="00F87F67"/>
    <w:rsid w:val="00FA488F"/>
    <w:rsid w:val="00FA639F"/>
    <w:rsid w:val="00FB02D4"/>
    <w:rsid w:val="00FB0B78"/>
    <w:rsid w:val="00FB3C2B"/>
    <w:rsid w:val="00FB5A77"/>
    <w:rsid w:val="00FE4F51"/>
    <w:rsid w:val="00FF478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95501F"/>
    <w:rPr>
      <w:rFonts w:ascii="Arial" w:hAnsi="Arial"/>
      <w:szCs w:val="24"/>
      <w:lang w:val="en-GB" w:eastAsia="en-US"/>
    </w:rPr>
  </w:style>
  <w:style w:type="paragraph" w:styleId="Heading1">
    <w:name w:val="heading 1"/>
    <w:basedOn w:val="Normal"/>
    <w:next w:val="Normal"/>
    <w:link w:val="Heading1Char"/>
    <w:uiPriority w:val="99"/>
    <w:qFormat/>
    <w:rsid w:val="00A14A4B"/>
    <w:pPr>
      <w:keepNext/>
      <w:numPr>
        <w:numId w:val="12"/>
      </w:numPr>
      <w:spacing w:before="240" w:after="240"/>
      <w:outlineLvl w:val="0"/>
    </w:pPr>
    <w:rPr>
      <w:b/>
      <w:caps/>
      <w:kern w:val="28"/>
      <w:sz w:val="24"/>
      <w:szCs w:val="20"/>
      <w:lang w:eastAsia="de-DE"/>
    </w:rPr>
  </w:style>
  <w:style w:type="paragraph" w:styleId="Heading2">
    <w:name w:val="heading 2"/>
    <w:basedOn w:val="Normal"/>
    <w:next w:val="BodyText"/>
    <w:link w:val="Heading2Char"/>
    <w:uiPriority w:val="99"/>
    <w:qFormat/>
    <w:rsid w:val="00371BEF"/>
    <w:pPr>
      <w:numPr>
        <w:ilvl w:val="1"/>
        <w:numId w:val="20"/>
      </w:numPr>
      <w:spacing w:before="120" w:after="120"/>
      <w:outlineLvl w:val="1"/>
    </w:pPr>
    <w:rPr>
      <w:b/>
    </w:rPr>
  </w:style>
  <w:style w:type="paragraph" w:styleId="Heading3">
    <w:name w:val="heading 3"/>
    <w:basedOn w:val="Normal"/>
    <w:next w:val="BodyTextFirstIndent2"/>
    <w:link w:val="Heading3Char"/>
    <w:uiPriority w:val="99"/>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link w:val="Heading4Char"/>
    <w:uiPriority w:val="99"/>
    <w:qFormat/>
    <w:rsid w:val="004A3893"/>
    <w:pPr>
      <w:keepNext/>
      <w:numPr>
        <w:ilvl w:val="3"/>
        <w:numId w:val="20"/>
      </w:numPr>
      <w:spacing w:before="120" w:after="120"/>
      <w:outlineLvl w:val="3"/>
    </w:pPr>
    <w:rPr>
      <w:szCs w:val="20"/>
      <w:lang w:eastAsia="de-DE"/>
    </w:rPr>
  </w:style>
  <w:style w:type="paragraph" w:styleId="Heading5">
    <w:name w:val="heading 5"/>
    <w:basedOn w:val="Normal"/>
    <w:next w:val="Normal"/>
    <w:link w:val="Heading5Char"/>
    <w:uiPriority w:val="99"/>
    <w:qFormat/>
    <w:rsid w:val="00B534F2"/>
    <w:pPr>
      <w:numPr>
        <w:ilvl w:val="4"/>
        <w:numId w:val="20"/>
      </w:numPr>
      <w:spacing w:before="240" w:after="60"/>
      <w:outlineLvl w:val="4"/>
    </w:pPr>
    <w:rPr>
      <w:szCs w:val="20"/>
      <w:lang w:val="de-DE" w:eastAsia="de-DE"/>
    </w:rPr>
  </w:style>
  <w:style w:type="paragraph" w:styleId="Heading6">
    <w:name w:val="heading 6"/>
    <w:basedOn w:val="Normal"/>
    <w:next w:val="Normal"/>
    <w:link w:val="Heading6Char"/>
    <w:uiPriority w:val="99"/>
    <w:qFormat/>
    <w:rsid w:val="00B534F2"/>
    <w:pPr>
      <w:numPr>
        <w:ilvl w:val="5"/>
        <w:numId w:val="20"/>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B534F2"/>
    <w:pPr>
      <w:numPr>
        <w:ilvl w:val="6"/>
        <w:numId w:val="20"/>
      </w:numPr>
      <w:spacing w:before="240" w:after="60"/>
      <w:outlineLvl w:val="6"/>
    </w:pPr>
    <w:rPr>
      <w:szCs w:val="20"/>
      <w:lang w:val="de-DE" w:eastAsia="de-DE"/>
    </w:rPr>
  </w:style>
  <w:style w:type="paragraph" w:styleId="Heading8">
    <w:name w:val="heading 8"/>
    <w:basedOn w:val="Normal"/>
    <w:next w:val="Normal"/>
    <w:link w:val="Heading8Char"/>
    <w:uiPriority w:val="99"/>
    <w:qFormat/>
    <w:rsid w:val="00B534F2"/>
    <w:pPr>
      <w:numPr>
        <w:ilvl w:val="7"/>
        <w:numId w:val="20"/>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431C"/>
    <w:rPr>
      <w:rFonts w:ascii="Arial" w:hAnsi="Arial" w:cs="Times New Roman"/>
      <w:b/>
      <w:caps/>
      <w:kern w:val="28"/>
      <w:sz w:val="24"/>
      <w:lang w:val="en-GB" w:eastAsia="de-DE" w:bidi="ar-SA"/>
    </w:rPr>
  </w:style>
  <w:style w:type="character" w:customStyle="1" w:styleId="Heading2Char">
    <w:name w:val="Heading 2 Char"/>
    <w:basedOn w:val="DefaultParagraphFont"/>
    <w:link w:val="Heading2"/>
    <w:uiPriority w:val="99"/>
    <w:locked/>
    <w:rsid w:val="0036431C"/>
    <w:rPr>
      <w:rFonts w:ascii="Arial" w:hAnsi="Arial"/>
      <w:b/>
      <w:szCs w:val="24"/>
      <w:lang w:val="en-GB" w:eastAsia="en-US"/>
    </w:rPr>
  </w:style>
  <w:style w:type="character" w:customStyle="1" w:styleId="Heading3Char">
    <w:name w:val="Heading 3 Char"/>
    <w:basedOn w:val="DefaultParagraphFont"/>
    <w:link w:val="Heading3"/>
    <w:uiPriority w:val="99"/>
    <w:locked/>
    <w:rsid w:val="0036431C"/>
    <w:rPr>
      <w:rFonts w:ascii="Arial" w:hAnsi="Arial"/>
      <w:szCs w:val="20"/>
      <w:lang w:val="en-GB" w:eastAsia="de-DE"/>
    </w:rPr>
  </w:style>
  <w:style w:type="character" w:customStyle="1" w:styleId="Heading4Char">
    <w:name w:val="Heading 4 Char"/>
    <w:basedOn w:val="DefaultParagraphFont"/>
    <w:link w:val="Heading4"/>
    <w:uiPriority w:val="99"/>
    <w:locked/>
    <w:rsid w:val="0036431C"/>
    <w:rPr>
      <w:rFonts w:ascii="Arial" w:hAnsi="Arial"/>
      <w:szCs w:val="20"/>
      <w:lang w:val="en-GB" w:eastAsia="de-DE"/>
    </w:rPr>
  </w:style>
  <w:style w:type="character" w:customStyle="1" w:styleId="Heading5Char">
    <w:name w:val="Heading 5 Char"/>
    <w:basedOn w:val="DefaultParagraphFont"/>
    <w:link w:val="Heading5"/>
    <w:uiPriority w:val="99"/>
    <w:locked/>
    <w:rsid w:val="0036431C"/>
    <w:rPr>
      <w:rFonts w:ascii="Arial" w:hAnsi="Arial"/>
      <w:szCs w:val="20"/>
      <w:lang w:val="de-DE" w:eastAsia="de-DE"/>
    </w:rPr>
  </w:style>
  <w:style w:type="character" w:customStyle="1" w:styleId="Heading6Char">
    <w:name w:val="Heading 6 Char"/>
    <w:basedOn w:val="DefaultParagraphFont"/>
    <w:link w:val="Heading6"/>
    <w:uiPriority w:val="99"/>
    <w:locked/>
    <w:rsid w:val="0036431C"/>
    <w:rPr>
      <w:rFonts w:ascii="Arial" w:hAnsi="Arial"/>
      <w:i/>
      <w:szCs w:val="20"/>
      <w:lang w:val="de-DE" w:eastAsia="de-DE"/>
    </w:rPr>
  </w:style>
  <w:style w:type="character" w:customStyle="1" w:styleId="Heading7Char">
    <w:name w:val="Heading 7 Char"/>
    <w:basedOn w:val="DefaultParagraphFont"/>
    <w:link w:val="Heading7"/>
    <w:uiPriority w:val="99"/>
    <w:locked/>
    <w:rsid w:val="0036431C"/>
    <w:rPr>
      <w:rFonts w:ascii="Arial" w:hAnsi="Arial"/>
      <w:szCs w:val="20"/>
      <w:lang w:val="de-DE" w:eastAsia="de-DE"/>
    </w:rPr>
  </w:style>
  <w:style w:type="character" w:customStyle="1" w:styleId="Heading8Char">
    <w:name w:val="Heading 8 Char"/>
    <w:basedOn w:val="DefaultParagraphFont"/>
    <w:link w:val="Heading8"/>
    <w:uiPriority w:val="99"/>
    <w:locked/>
    <w:rsid w:val="0036431C"/>
    <w:rPr>
      <w:rFonts w:ascii="Arial" w:hAnsi="Arial"/>
      <w:i/>
      <w:szCs w:val="20"/>
      <w:lang w:val="de-DE" w:eastAsia="de-DE"/>
    </w:rPr>
  </w:style>
  <w:style w:type="character" w:customStyle="1" w:styleId="Heading9Char">
    <w:name w:val="Heading 9 Char"/>
    <w:basedOn w:val="DefaultParagraphFont"/>
    <w:link w:val="Heading9"/>
    <w:uiPriority w:val="99"/>
    <w:locked/>
    <w:rsid w:val="0036431C"/>
    <w:rPr>
      <w:rFonts w:ascii="Arial" w:hAnsi="Arial"/>
      <w:b/>
      <w:i/>
      <w:sz w:val="18"/>
      <w:szCs w:val="20"/>
      <w:lang w:val="de-DE" w:eastAsia="de-DE"/>
    </w:rPr>
  </w:style>
  <w:style w:type="paragraph" w:styleId="BodyText">
    <w:name w:val="Body Text"/>
    <w:basedOn w:val="Normal"/>
    <w:link w:val="BodyTextChar"/>
    <w:uiPriority w:val="99"/>
    <w:rsid w:val="008F5390"/>
    <w:pPr>
      <w:spacing w:after="120"/>
      <w:jc w:val="both"/>
    </w:pPr>
  </w:style>
  <w:style w:type="character" w:customStyle="1" w:styleId="BodyTextChar">
    <w:name w:val="Body Text Char"/>
    <w:basedOn w:val="DefaultParagraphFont"/>
    <w:link w:val="BodyText"/>
    <w:uiPriority w:val="99"/>
    <w:locked/>
    <w:rsid w:val="008F5390"/>
    <w:rPr>
      <w:rFonts w:ascii="Arial" w:hAnsi="Arial" w:cs="Times New Roman"/>
      <w:sz w:val="24"/>
      <w:szCs w:val="24"/>
      <w:lang w:eastAsia="en-US"/>
    </w:rPr>
  </w:style>
  <w:style w:type="paragraph" w:customStyle="1" w:styleId="Annex">
    <w:name w:val="Annex"/>
    <w:basedOn w:val="Normal"/>
    <w:next w:val="Heading1"/>
    <w:uiPriority w:val="99"/>
    <w:rsid w:val="00CB5860"/>
    <w:pPr>
      <w:numPr>
        <w:numId w:val="3"/>
      </w:numPr>
      <w:tabs>
        <w:tab w:val="left" w:pos="1418"/>
      </w:tabs>
      <w:spacing w:after="240"/>
      <w:jc w:val="both"/>
    </w:pPr>
    <w:rPr>
      <w:b/>
      <w:caps/>
      <w:sz w:val="24"/>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basedOn w:val="DefaultParagraphFont"/>
    <w:link w:val="BalloonText"/>
    <w:uiPriority w:val="99"/>
    <w:locked/>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style>
  <w:style w:type="character" w:customStyle="1" w:styleId="BodyTextIndentChar">
    <w:name w:val="Body Text Indent Char"/>
    <w:basedOn w:val="DefaultParagraphFont"/>
    <w:link w:val="BodyTextIndent"/>
    <w:uiPriority w:val="99"/>
    <w:locked/>
    <w:rsid w:val="00032948"/>
    <w:rPr>
      <w:rFonts w:ascii="Arial" w:hAnsi="Arial" w:cs="Times New Roman"/>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lang w:eastAsia="de-DE"/>
    </w:rPr>
  </w:style>
  <w:style w:type="character" w:customStyle="1" w:styleId="BodyTextIndent2Char">
    <w:name w:val="Body Text Indent 2 Char"/>
    <w:basedOn w:val="DefaultParagraphFont"/>
    <w:link w:val="BodyTextIndent2"/>
    <w:uiPriority w:val="99"/>
    <w:locked/>
    <w:rsid w:val="00032948"/>
    <w:rPr>
      <w:rFonts w:ascii="Arial" w:hAnsi="Arial" w:cs="Times New Roman"/>
      <w:sz w:val="24"/>
      <w:szCs w:val="24"/>
      <w:lang w:eastAsia="de-DE"/>
    </w:rPr>
  </w:style>
  <w:style w:type="character" w:styleId="CommentReference">
    <w:name w:val="annotation reference"/>
    <w:basedOn w:val="DefaultParagraphFont"/>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basedOn w:val="DefaultParagraphFont"/>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basedOn w:val="CommentTextChar"/>
    <w:link w:val="CommentSubject"/>
    <w:uiPriority w:val="99"/>
    <w:locked/>
    <w:rsid w:val="00B534F2"/>
    <w:rPr>
      <w:b/>
      <w:bCs/>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basedOn w:val="DefaultParagraphFont"/>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6"/>
      </w:numPr>
      <w:tabs>
        <w:tab w:val="left" w:pos="142"/>
      </w:tabs>
      <w:spacing w:after="120"/>
      <w:jc w:val="right"/>
    </w:pPr>
  </w:style>
  <w:style w:type="paragraph" w:customStyle="1" w:styleId="Figure">
    <w:name w:val="Figure_#"/>
    <w:basedOn w:val="Normal"/>
    <w:next w:val="BodyText"/>
    <w:uiPriority w:val="99"/>
    <w:rsid w:val="00B534F2"/>
    <w:pPr>
      <w:numPr>
        <w:numId w:val="7"/>
      </w:numPr>
      <w:spacing w:before="120" w:after="120"/>
      <w:jc w:val="center"/>
    </w:pPr>
    <w:rPr>
      <w:i/>
      <w:szCs w:val="20"/>
      <w:lang w:eastAsia="en-GB"/>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basedOn w:val="DefaultParagraphFont"/>
    <w:link w:val="Footer"/>
    <w:uiPriority w:val="99"/>
    <w:locked/>
    <w:rsid w:val="00870A1B"/>
    <w:rPr>
      <w:rFonts w:ascii="Arial" w:hAnsi="Arial" w:cs="Times New Roman"/>
      <w:sz w:val="24"/>
      <w:szCs w:val="24"/>
      <w:lang w:eastAsia="en-US"/>
    </w:rPr>
  </w:style>
  <w:style w:type="character" w:styleId="FootnoteReference">
    <w:name w:val="footnote reference"/>
    <w:basedOn w:val="DefaultParagraphFont"/>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sz w:val="20"/>
      <w:szCs w:val="20"/>
    </w:rPr>
  </w:style>
  <w:style w:type="character" w:customStyle="1" w:styleId="FootnoteTextChar">
    <w:name w:val="Footnote Text Char"/>
    <w:basedOn w:val="DefaultParagraphFont"/>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basedOn w:val="DefaultParagraphFont"/>
    <w:link w:val="Header"/>
    <w:uiPriority w:val="99"/>
    <w:locked/>
    <w:rsid w:val="0018656F"/>
    <w:rPr>
      <w:rFonts w:ascii="Arial" w:hAnsi="Arial" w:cs="Times New Roman"/>
      <w:sz w:val="24"/>
      <w:szCs w:val="24"/>
      <w:lang w:eastAsia="en-US"/>
    </w:rPr>
  </w:style>
  <w:style w:type="character" w:styleId="Hyperlink">
    <w:name w:val="Hyperlink"/>
    <w:basedOn w:val="DefaultParagraphFont"/>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8"/>
      </w:numPr>
      <w:spacing w:after="120"/>
      <w:jc w:val="both"/>
    </w:pPr>
    <w:rPr>
      <w:szCs w:val="20"/>
      <w:lang w:eastAsia="en-GB"/>
    </w:rPr>
  </w:style>
  <w:style w:type="paragraph" w:customStyle="1" w:styleId="List1indent">
    <w:name w:val="List 1 indent"/>
    <w:basedOn w:val="Normal"/>
    <w:uiPriority w:val="99"/>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uiPriority w:val="99"/>
    <w:rsid w:val="00B534F2"/>
    <w:pPr>
      <w:numPr>
        <w:ilvl w:val="2"/>
        <w:numId w:val="9"/>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szCs w:val="20"/>
      <w:lang w:eastAsia="en-GB"/>
    </w:rPr>
  </w:style>
  <w:style w:type="paragraph" w:customStyle="1" w:styleId="List1text">
    <w:name w:val="List 1 text"/>
    <w:basedOn w:val="Normal"/>
    <w:uiPriority w:val="99"/>
    <w:rsid w:val="00B534F2"/>
    <w:pPr>
      <w:spacing w:after="120"/>
      <w:ind w:left="567"/>
      <w:jc w:val="both"/>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i/>
    </w:rPr>
  </w:style>
  <w:style w:type="character" w:customStyle="1" w:styleId="QuoteChar">
    <w:name w:val="Quote Char"/>
    <w:basedOn w:val="DefaultParagraphFont"/>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10"/>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uiPriority w:val="99"/>
    <w:locked/>
    <w:rsid w:val="00B534F2"/>
    <w:rPr>
      <w:rFonts w:ascii="Arial" w:hAnsi="Arial" w:cs="Arial"/>
      <w:b/>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B534F2"/>
    <w:rPr>
      <w:rFonts w:ascii="Arial" w:hAnsi="Arial" w:cs="Arial"/>
      <w:b/>
      <w:bCs/>
      <w:kern w:val="28"/>
      <w:sz w:val="32"/>
      <w:szCs w:val="32"/>
      <w:lang w:eastAsia="en-US"/>
    </w:rPr>
  </w:style>
  <w:style w:type="paragraph" w:styleId="TOC1">
    <w:name w:val="toc 1"/>
    <w:basedOn w:val="Normal"/>
    <w:next w:val="Normal"/>
    <w:autoRedefine/>
    <w:uiPriority w:val="9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99"/>
    <w:rsid w:val="00B534F2"/>
    <w:pPr>
      <w:tabs>
        <w:tab w:val="left" w:pos="851"/>
        <w:tab w:val="right" w:pos="9639"/>
      </w:tabs>
      <w:spacing w:before="120" w:after="120"/>
    </w:pPr>
    <w:rPr>
      <w:bCs/>
      <w:szCs w:val="20"/>
    </w:rPr>
  </w:style>
  <w:style w:type="paragraph" w:styleId="TOC3">
    <w:name w:val="toc 3"/>
    <w:basedOn w:val="Normal"/>
    <w:next w:val="Normal"/>
    <w:autoRedefine/>
    <w:uiPriority w:val="99"/>
    <w:semiHidden/>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rFonts w:cs="Arial"/>
      <w:b/>
      <w:caps/>
      <w:sz w:val="24"/>
      <w:lang w:eastAsia="en-GB"/>
    </w:rPr>
  </w:style>
  <w:style w:type="paragraph" w:customStyle="1" w:styleId="AnnexHeading2">
    <w:name w:val="Annex Heading 2"/>
    <w:basedOn w:val="Normal"/>
    <w:next w:val="BodyText"/>
    <w:uiPriority w:val="99"/>
    <w:rsid w:val="00F710A0"/>
    <w:pPr>
      <w:spacing w:before="120" w:after="120"/>
    </w:pPr>
    <w:rPr>
      <w:rFonts w:cs="Arial"/>
      <w:b/>
      <w:szCs w:val="22"/>
    </w:rPr>
  </w:style>
  <w:style w:type="paragraph" w:customStyle="1" w:styleId="AnnexHeading3">
    <w:name w:val="Annex Heading 3"/>
    <w:basedOn w:val="Normal"/>
    <w:next w:val="Normal"/>
    <w:uiPriority w:val="99"/>
    <w:rsid w:val="00F710A0"/>
    <w:pPr>
      <w:spacing w:before="120" w:after="120"/>
    </w:pPr>
    <w:rPr>
      <w:rFonts w:cs="Arial"/>
      <w:lang w:eastAsia="en-GB"/>
    </w:rPr>
  </w:style>
  <w:style w:type="paragraph" w:customStyle="1" w:styleId="AnnexHeading4">
    <w:name w:val="Annex Heading 4"/>
    <w:basedOn w:val="Normal"/>
    <w:next w:val="BodyText"/>
    <w:uiPriority w:val="99"/>
    <w:rsid w:val="00F710A0"/>
    <w:pPr>
      <w:spacing w:before="120" w:after="120"/>
    </w:pPr>
    <w:rPr>
      <w:rFonts w:cs="Arial"/>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szCs w:val="22"/>
    </w:rPr>
  </w:style>
  <w:style w:type="character" w:customStyle="1" w:styleId="BodyTextIndent3Char">
    <w:name w:val="Body Text Indent 3 Char"/>
    <w:basedOn w:val="DefaultParagraphFont"/>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2"/>
      </w:numPr>
      <w:spacing w:before="120" w:after="120"/>
    </w:pPr>
    <w:rPr>
      <w:rFonts w:cs="Arial"/>
      <w:b/>
      <w:caps/>
      <w:sz w:val="24"/>
      <w:szCs w:val="22"/>
      <w:lang w:eastAsia="en-GB"/>
    </w:rPr>
  </w:style>
  <w:style w:type="paragraph" w:customStyle="1" w:styleId="AppendixHeading2">
    <w:name w:val="Appendix Heading 2"/>
    <w:basedOn w:val="Normal"/>
    <w:next w:val="BodyText"/>
    <w:uiPriority w:val="99"/>
    <w:rsid w:val="002F7535"/>
    <w:pPr>
      <w:numPr>
        <w:ilvl w:val="1"/>
        <w:numId w:val="12"/>
      </w:numPr>
      <w:spacing w:before="120" w:after="120"/>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basedOn w:val="DefaultParagraphFont"/>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style>
  <w:style w:type="paragraph" w:customStyle="1" w:styleId="AppendixHeading3">
    <w:name w:val="Appendix Heading 3"/>
    <w:basedOn w:val="Normal"/>
    <w:next w:val="Normal"/>
    <w:uiPriority w:val="99"/>
    <w:rsid w:val="002F7535"/>
    <w:pPr>
      <w:numPr>
        <w:ilvl w:val="2"/>
        <w:numId w:val="12"/>
      </w:numPr>
      <w:spacing w:before="120" w:after="120"/>
    </w:pPr>
    <w:rPr>
      <w:rFonts w:cs="Arial"/>
      <w:szCs w:val="22"/>
      <w:lang w:eastAsia="en-GB"/>
    </w:rPr>
  </w:style>
  <w:style w:type="paragraph" w:styleId="ListParagraph">
    <w:name w:val="List Paragraph"/>
    <w:basedOn w:val="Normal"/>
    <w:uiPriority w:val="99"/>
    <w:qFormat/>
    <w:rsid w:val="001B7986"/>
    <w:pPr>
      <w:ind w:left="720"/>
    </w:pPr>
  </w:style>
  <w:style w:type="paragraph" w:customStyle="1" w:styleId="Default">
    <w:name w:val="Default"/>
    <w:uiPriority w:val="99"/>
    <w:rsid w:val="00962D02"/>
    <w:pPr>
      <w:autoSpaceDE w:val="0"/>
      <w:autoSpaceDN w:val="0"/>
      <w:adjustRightInd w:val="0"/>
    </w:pPr>
    <w:rPr>
      <w:rFonts w:ascii="Arial" w:hAnsi="Arial" w:cs="Arial"/>
      <w:color w:val="000000"/>
      <w:sz w:val="24"/>
      <w:szCs w:val="24"/>
      <w:lang w:val="sv-SE" w:eastAsia="en-GB"/>
    </w:rPr>
  </w:style>
  <w:style w:type="paragraph" w:styleId="TOCHeading">
    <w:name w:val="TOC Heading"/>
    <w:basedOn w:val="Heading1"/>
    <w:next w:val="Normal"/>
    <w:uiPriority w:val="99"/>
    <w:qFormat/>
    <w:rsid w:val="00FB3C2B"/>
    <w:pPr>
      <w:keepLines/>
      <w:numPr>
        <w:numId w:val="0"/>
      </w:numPr>
      <w:spacing w:before="480" w:after="0" w:line="276" w:lineRule="auto"/>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5"/>
      </w:numPr>
    </w:pPr>
  </w:style>
</w:styles>
</file>

<file path=word/webSettings.xml><?xml version="1.0" encoding="utf-8"?>
<w:webSettings xmlns:r="http://schemas.openxmlformats.org/officeDocument/2006/relationships" xmlns:w="http://schemas.openxmlformats.org/wordprocessingml/2006/main">
  <w:divs>
    <w:div w:id="870655002">
      <w:marLeft w:val="0"/>
      <w:marRight w:val="0"/>
      <w:marTop w:val="0"/>
      <w:marBottom w:val="0"/>
      <w:divBdr>
        <w:top w:val="none" w:sz="0" w:space="0" w:color="auto"/>
        <w:left w:val="none" w:sz="0" w:space="0" w:color="auto"/>
        <w:bottom w:val="none" w:sz="0" w:space="0" w:color="auto"/>
        <w:right w:val="none" w:sz="0" w:space="0" w:color="auto"/>
      </w:divBdr>
    </w:div>
    <w:div w:id="8706550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ala-aism@wanadoo.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377</TotalTime>
  <Pages>23</Pages>
  <Words>6170</Words>
  <Characters>-32766</Characters>
  <Application>Microsoft Office Outlook</Application>
  <DocSecurity>0</DocSecurity>
  <Lines>0</Lines>
  <Paragraphs>0</Paragraphs>
  <ScaleCrop>false</ScaleCrop>
  <Company>FMA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mosu01</dc:creator>
  <cp:keywords/>
  <dc:description/>
  <cp:lastModifiedBy>WTSWG1</cp:lastModifiedBy>
  <cp:revision>23</cp:revision>
  <cp:lastPrinted>2008-12-16T07:01:00Z</cp:lastPrinted>
  <dcterms:created xsi:type="dcterms:W3CDTF">2011-03-10T09:52:00Z</dcterms:created>
  <dcterms:modified xsi:type="dcterms:W3CDTF">2011-08-18T23:28:00Z</dcterms:modified>
</cp:coreProperties>
</file>